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D96A20" w:rsidRDefault="00713047" w:rsidP="007C427C">
      <w:pPr>
        <w:tabs>
          <w:tab w:val="left" w:pos="1418"/>
        </w:tabs>
        <w:spacing w:after="0" w:line="240" w:lineRule="auto"/>
        <w:ind w:firstLine="0"/>
        <w:jc w:val="center"/>
        <w:rPr>
          <w:b/>
          <w:bCs/>
          <w:sz w:val="28"/>
          <w:szCs w:val="28"/>
        </w:rPr>
      </w:pPr>
      <w:r w:rsidRPr="00D96A20">
        <w:rPr>
          <w:b/>
          <w:bCs/>
          <w:sz w:val="28"/>
          <w:szCs w:val="28"/>
        </w:rPr>
        <w:t xml:space="preserve">TERMO DE </w:t>
      </w:r>
      <w:r w:rsidR="00516BF8" w:rsidRPr="00D96A20">
        <w:rPr>
          <w:b/>
          <w:bCs/>
          <w:sz w:val="28"/>
          <w:szCs w:val="28"/>
        </w:rPr>
        <w:t>REFERÊNCIA</w:t>
      </w:r>
    </w:p>
    <w:p w14:paraId="27A091F5" w14:textId="77777777" w:rsidR="007C427C" w:rsidRPr="00EA6617" w:rsidRDefault="007C427C" w:rsidP="007C427C">
      <w:pPr>
        <w:tabs>
          <w:tab w:val="left" w:pos="1418"/>
        </w:tabs>
        <w:spacing w:after="0" w:line="240" w:lineRule="auto"/>
        <w:ind w:firstLine="0"/>
        <w:rPr>
          <w:b/>
          <w:bCs/>
          <w:sz w:val="24"/>
          <w:szCs w:val="24"/>
        </w:rPr>
      </w:pPr>
    </w:p>
    <w:tbl>
      <w:tblPr>
        <w:tblStyle w:val="Tabelacomgrade"/>
        <w:tblW w:w="9067" w:type="dxa"/>
        <w:tblLook w:val="04A0" w:firstRow="1" w:lastRow="0" w:firstColumn="1" w:lastColumn="0" w:noHBand="0" w:noVBand="1"/>
      </w:tblPr>
      <w:tblGrid>
        <w:gridCol w:w="9067"/>
      </w:tblGrid>
      <w:tr w:rsidR="00D96A20" w:rsidRPr="00EA6617" w14:paraId="5420A29A" w14:textId="6001BB7B" w:rsidTr="00354883">
        <w:tc>
          <w:tcPr>
            <w:tcW w:w="9067" w:type="dxa"/>
          </w:tcPr>
          <w:p w14:paraId="3D82478F" w14:textId="23CE71A7" w:rsidR="00D96A20" w:rsidRPr="00EA6617" w:rsidRDefault="00D96A20" w:rsidP="00D96A20">
            <w:pPr>
              <w:tabs>
                <w:tab w:val="left" w:pos="1418"/>
              </w:tabs>
              <w:spacing w:after="0" w:line="240" w:lineRule="auto"/>
              <w:ind w:firstLine="0"/>
              <w:jc w:val="left"/>
              <w:rPr>
                <w:sz w:val="24"/>
                <w:szCs w:val="24"/>
              </w:rPr>
            </w:pPr>
            <w:r w:rsidRPr="00EA6617">
              <w:rPr>
                <w:b/>
                <w:bCs/>
                <w:sz w:val="24"/>
                <w:szCs w:val="24"/>
              </w:rPr>
              <w:t>UNIDADE SOLICITANTE</w:t>
            </w:r>
            <w:r w:rsidR="00F40151">
              <w:rPr>
                <w:b/>
                <w:bCs/>
                <w:sz w:val="24"/>
                <w:szCs w:val="24"/>
              </w:rPr>
              <w:t>:</w:t>
            </w:r>
            <w:r w:rsidR="007147F3" w:rsidRPr="007147F3">
              <w:rPr>
                <w:b/>
                <w:bCs/>
                <w:sz w:val="24"/>
                <w:szCs w:val="24"/>
              </w:rPr>
              <w:t xml:space="preserve"> UNIDADE DE TECNOLOGIA DA INFORMAÇÃO E COMUNICAÇÃO</w:t>
            </w:r>
          </w:p>
        </w:tc>
      </w:tr>
      <w:tr w:rsidR="00D96A20" w:rsidRPr="00EA6617" w14:paraId="5DA5C4F5" w14:textId="3A8C7309" w:rsidTr="00D96A20">
        <w:tc>
          <w:tcPr>
            <w:tcW w:w="9067" w:type="dxa"/>
          </w:tcPr>
          <w:p w14:paraId="3925FA7C" w14:textId="4A9E7B31" w:rsidR="00D96A20" w:rsidRPr="00EA6617" w:rsidRDefault="00D96A20" w:rsidP="007C427C">
            <w:pPr>
              <w:tabs>
                <w:tab w:val="left" w:pos="1418"/>
              </w:tabs>
              <w:spacing w:after="0" w:line="240" w:lineRule="auto"/>
              <w:ind w:firstLine="0"/>
              <w:rPr>
                <w:sz w:val="24"/>
                <w:szCs w:val="24"/>
              </w:rPr>
            </w:pPr>
            <w:r w:rsidRPr="00EA6617">
              <w:rPr>
                <w:b/>
                <w:bCs/>
                <w:sz w:val="24"/>
                <w:szCs w:val="24"/>
              </w:rPr>
              <w:t xml:space="preserve">RESPONSÁVEL PELA ELABORAÇÃO: </w:t>
            </w:r>
            <w:r w:rsidR="007147F3" w:rsidRPr="007147F3">
              <w:rPr>
                <w:b/>
                <w:bCs/>
                <w:sz w:val="24"/>
                <w:szCs w:val="24"/>
              </w:rPr>
              <w:t>EANES BARBOZA FEIJÓ</w:t>
            </w:r>
          </w:p>
        </w:tc>
      </w:tr>
    </w:tbl>
    <w:p w14:paraId="6DF9DC2E" w14:textId="77777777" w:rsidR="007C427C" w:rsidRPr="00EA6617" w:rsidRDefault="007C427C" w:rsidP="007C427C">
      <w:pPr>
        <w:tabs>
          <w:tab w:val="left" w:pos="1418"/>
        </w:tabs>
        <w:spacing w:after="0" w:line="240" w:lineRule="auto"/>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EA6617" w14:paraId="0FB9A4B4" w14:textId="77777777" w:rsidTr="00AC59E0">
        <w:tc>
          <w:tcPr>
            <w:tcW w:w="9061" w:type="dxa"/>
          </w:tcPr>
          <w:p w14:paraId="7F81A818" w14:textId="64199381" w:rsidR="00A25F86" w:rsidRPr="00EA6617"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OBJETO</w:t>
            </w:r>
            <w:r w:rsidR="00A25F86" w:rsidRPr="00EA6617">
              <w:rPr>
                <w:b/>
                <w:bCs/>
                <w:sz w:val="24"/>
                <w:szCs w:val="24"/>
              </w:rPr>
              <w:t xml:space="preserve"> DA CONTRATAÇÃO</w:t>
            </w:r>
            <w:r w:rsidRPr="00EA6617">
              <w:rPr>
                <w:b/>
                <w:bCs/>
                <w:sz w:val="24"/>
                <w:szCs w:val="24"/>
              </w:rPr>
              <w:t>:</w:t>
            </w:r>
          </w:p>
          <w:p w14:paraId="5F491D58" w14:textId="77777777" w:rsidR="00E36D30" w:rsidRPr="00E36D30" w:rsidRDefault="00E36D30" w:rsidP="00E36D30">
            <w:pPr>
              <w:pStyle w:val="PargrafodaLista"/>
              <w:tabs>
                <w:tab w:val="left" w:pos="320"/>
              </w:tabs>
              <w:ind w:left="22" w:firstLine="0"/>
              <w:rPr>
                <w:color w:val="auto"/>
                <w:sz w:val="24"/>
                <w:szCs w:val="24"/>
              </w:rPr>
            </w:pPr>
            <w:r w:rsidRPr="00E36D30">
              <w:rPr>
                <w:color w:val="auto"/>
                <w:sz w:val="24"/>
                <w:szCs w:val="24"/>
              </w:rPr>
              <w:t>Aquisição sob demanda de suprimentos de informática e equipamentos tecnológicos. Esta aquisição visa fornecer manutenção e suporte técnico aos equipamentos que fazem parte do parque tecnológico do SEBRAE/RO.</w:t>
            </w:r>
          </w:p>
          <w:p w14:paraId="111CDC99" w14:textId="77777777" w:rsidR="00A25F86" w:rsidRPr="00EA6617" w:rsidRDefault="00A25F86" w:rsidP="007C427C">
            <w:pPr>
              <w:pStyle w:val="PargrafodaLista"/>
              <w:tabs>
                <w:tab w:val="left" w:pos="320"/>
              </w:tabs>
              <w:spacing w:after="0" w:line="240" w:lineRule="auto"/>
              <w:ind w:left="0" w:firstLine="0"/>
              <w:rPr>
                <w:b/>
                <w:bCs/>
                <w:color w:val="auto"/>
                <w:sz w:val="24"/>
                <w:szCs w:val="24"/>
              </w:rPr>
            </w:pPr>
          </w:p>
          <w:p w14:paraId="2D577895" w14:textId="056775A4" w:rsidR="00A25F86" w:rsidRPr="00EA6617" w:rsidRDefault="00A25F86" w:rsidP="007C427C">
            <w:pPr>
              <w:pStyle w:val="PargrafodaLista"/>
              <w:tabs>
                <w:tab w:val="left" w:pos="320"/>
              </w:tabs>
              <w:spacing w:after="0" w:line="240" w:lineRule="auto"/>
              <w:ind w:left="0" w:firstLine="0"/>
              <w:rPr>
                <w:b/>
                <w:bCs/>
                <w:sz w:val="24"/>
                <w:szCs w:val="24"/>
              </w:rPr>
            </w:pPr>
          </w:p>
        </w:tc>
      </w:tr>
    </w:tbl>
    <w:p w14:paraId="4468DF71" w14:textId="77777777" w:rsidR="001D5F4D" w:rsidRPr="00EA6617" w:rsidRDefault="001D5F4D" w:rsidP="007C427C">
      <w:pPr>
        <w:tabs>
          <w:tab w:val="left" w:pos="1418"/>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C427C" w:rsidRPr="00EA6617" w14:paraId="3B725508" w14:textId="77777777" w:rsidTr="007C427C">
        <w:tc>
          <w:tcPr>
            <w:tcW w:w="9061" w:type="dxa"/>
          </w:tcPr>
          <w:p w14:paraId="1B619CE0" w14:textId="307A4C15" w:rsidR="007C427C" w:rsidRPr="00B47728" w:rsidRDefault="007C427C" w:rsidP="007C427C">
            <w:pPr>
              <w:pStyle w:val="PargrafodaLista"/>
              <w:numPr>
                <w:ilvl w:val="0"/>
                <w:numId w:val="6"/>
              </w:numPr>
              <w:tabs>
                <w:tab w:val="left" w:pos="320"/>
              </w:tabs>
              <w:spacing w:after="0" w:line="240" w:lineRule="auto"/>
              <w:ind w:left="0" w:firstLine="0"/>
              <w:rPr>
                <w:b/>
                <w:bCs/>
                <w:color w:val="auto"/>
                <w:sz w:val="24"/>
                <w:szCs w:val="24"/>
              </w:rPr>
            </w:pPr>
            <w:r w:rsidRPr="00B47728">
              <w:rPr>
                <w:b/>
                <w:bCs/>
                <w:color w:val="auto"/>
                <w:sz w:val="24"/>
                <w:szCs w:val="24"/>
              </w:rPr>
              <w:t>JUSTIFICATIVA DA NECESSIDADE DA CONTRATAÇÃO:</w:t>
            </w:r>
          </w:p>
          <w:p w14:paraId="5E8F64D4" w14:textId="77777777" w:rsidR="007C427C" w:rsidRPr="00E36D30" w:rsidRDefault="007C427C" w:rsidP="007C427C">
            <w:pPr>
              <w:pStyle w:val="PargrafodaLista"/>
              <w:tabs>
                <w:tab w:val="left" w:pos="320"/>
              </w:tabs>
              <w:spacing w:after="0" w:line="240" w:lineRule="auto"/>
              <w:ind w:left="0" w:firstLine="0"/>
              <w:rPr>
                <w:color w:val="FF0000"/>
                <w:sz w:val="24"/>
                <w:szCs w:val="24"/>
              </w:rPr>
            </w:pPr>
          </w:p>
          <w:p w14:paraId="1C9FCB92" w14:textId="77777777" w:rsidR="00E36D30" w:rsidRPr="00E36D30" w:rsidRDefault="00E36D30" w:rsidP="00306E8F">
            <w:pPr>
              <w:pStyle w:val="PargrafodaLista"/>
              <w:ind w:left="22" w:firstLine="0"/>
              <w:rPr>
                <w:sz w:val="24"/>
                <w:szCs w:val="24"/>
              </w:rPr>
            </w:pPr>
            <w:r w:rsidRPr="00E36D30">
              <w:rPr>
                <w:sz w:val="24"/>
                <w:szCs w:val="24"/>
              </w:rPr>
              <w:t xml:space="preserve">Com o passar do tempo, é natural que diversos recursos de informática necessitem de substituição, seja devido ao desgaste causado pelo uso contínuo, seja por falhas ou obsolescência tecnológica. Considerando a complexidade e a criticidade da infraestrutura de tecnologia da informação e comunicação (TIC) e telefonia no SEBRAE/RO, é comum que surjam demandas por pequenos reparos, ajustes e substituições pontuais, que poderiam ser prontamente atendidas pela equipe técnica da Unidade de Tecnologia da Informação e Comunicação (UTIC).  </w:t>
            </w:r>
          </w:p>
          <w:p w14:paraId="3951577D" w14:textId="77777777" w:rsidR="00E36D30" w:rsidRPr="00E36D30" w:rsidRDefault="00E36D30" w:rsidP="00306E8F">
            <w:pPr>
              <w:pStyle w:val="PargrafodaLista"/>
              <w:ind w:firstLine="0"/>
              <w:rPr>
                <w:sz w:val="24"/>
                <w:szCs w:val="24"/>
              </w:rPr>
            </w:pPr>
          </w:p>
          <w:p w14:paraId="009619C6" w14:textId="77777777" w:rsidR="00E36D30" w:rsidRDefault="00E36D30" w:rsidP="00306E8F">
            <w:pPr>
              <w:pStyle w:val="PargrafodaLista"/>
              <w:ind w:left="22" w:firstLine="0"/>
              <w:rPr>
                <w:sz w:val="24"/>
                <w:szCs w:val="24"/>
              </w:rPr>
            </w:pPr>
            <w:r w:rsidRPr="00E36D30">
              <w:rPr>
                <w:sz w:val="24"/>
                <w:szCs w:val="24"/>
              </w:rPr>
              <w:t xml:space="preserve">No entanto, muitas dessas intervenções são prejudicadas ou realizadas de forma inadequada devido à indisponibilidade de suprimentos técnicos específicos e em estoque, essenciais para execução das atividades de manutenção e continuidade dos serviços.  </w:t>
            </w:r>
          </w:p>
          <w:p w14:paraId="43F31755" w14:textId="77777777" w:rsidR="009D7716" w:rsidRPr="00E36D30" w:rsidRDefault="009D7716" w:rsidP="00306E8F">
            <w:pPr>
              <w:pStyle w:val="PargrafodaLista"/>
              <w:ind w:left="22" w:firstLine="0"/>
              <w:rPr>
                <w:sz w:val="24"/>
                <w:szCs w:val="24"/>
              </w:rPr>
            </w:pPr>
          </w:p>
          <w:p w14:paraId="09C41888" w14:textId="19677FB9" w:rsidR="007C427C" w:rsidRPr="00E36D30" w:rsidRDefault="00E36D30" w:rsidP="00306E8F">
            <w:pPr>
              <w:pStyle w:val="PargrafodaLista"/>
              <w:tabs>
                <w:tab w:val="left" w:pos="320"/>
              </w:tabs>
              <w:spacing w:after="0"/>
              <w:ind w:left="22" w:firstLine="0"/>
              <w:rPr>
                <w:sz w:val="24"/>
                <w:szCs w:val="24"/>
              </w:rPr>
            </w:pPr>
            <w:r w:rsidRPr="00E36D30">
              <w:rPr>
                <w:sz w:val="24"/>
                <w:szCs w:val="24"/>
              </w:rPr>
              <w:t>Dessa forma, a aquisição de suprimentos de informática sob demanda se faz necessária para garantir agilidade na reposição de componentes, evitar interrupções nas operações e assegurar a eficiência da manutenção corretiva e preventiva. Essa medida visa manter a infraestrutura tecnológica do SEBRAE/RO plenamente funcional, alinhada às exigências operacionais e aos padrões de qualidade esperados.</w:t>
            </w:r>
          </w:p>
          <w:p w14:paraId="360260FC" w14:textId="77777777" w:rsidR="007C427C" w:rsidRPr="00EA6617" w:rsidRDefault="007C427C" w:rsidP="007C427C">
            <w:pPr>
              <w:pStyle w:val="PargrafodaLista"/>
              <w:tabs>
                <w:tab w:val="left" w:pos="320"/>
              </w:tabs>
              <w:spacing w:after="0" w:line="240" w:lineRule="auto"/>
              <w:ind w:left="0" w:firstLine="0"/>
              <w:rPr>
                <w:b/>
                <w:bCs/>
                <w:sz w:val="24"/>
                <w:szCs w:val="24"/>
              </w:rPr>
            </w:pPr>
          </w:p>
          <w:p w14:paraId="104B7FCB" w14:textId="3FC81D26" w:rsidR="007C427C" w:rsidRPr="00EA6617" w:rsidRDefault="007C427C" w:rsidP="007C427C">
            <w:pPr>
              <w:pStyle w:val="PargrafodaLista"/>
              <w:tabs>
                <w:tab w:val="left" w:pos="320"/>
              </w:tabs>
              <w:spacing w:after="0" w:line="240" w:lineRule="auto"/>
              <w:ind w:left="0" w:firstLine="0"/>
              <w:rPr>
                <w:b/>
                <w:bCs/>
                <w:sz w:val="24"/>
                <w:szCs w:val="24"/>
              </w:rPr>
            </w:pPr>
          </w:p>
        </w:tc>
      </w:tr>
    </w:tbl>
    <w:p w14:paraId="482358A6" w14:textId="77777777" w:rsidR="007C427C" w:rsidRDefault="007C427C" w:rsidP="007C427C">
      <w:pPr>
        <w:pStyle w:val="PargrafodaLista"/>
        <w:tabs>
          <w:tab w:val="left" w:pos="320"/>
        </w:tabs>
        <w:spacing w:after="0" w:line="240" w:lineRule="auto"/>
        <w:ind w:left="0" w:firstLine="0"/>
        <w:rPr>
          <w:color w:val="auto"/>
          <w:sz w:val="24"/>
          <w:szCs w:val="24"/>
        </w:rPr>
      </w:pPr>
    </w:p>
    <w:p w14:paraId="38A38146" w14:textId="77777777" w:rsidR="00200E8C" w:rsidRDefault="00200E8C" w:rsidP="007C427C">
      <w:pPr>
        <w:pStyle w:val="PargrafodaLista"/>
        <w:tabs>
          <w:tab w:val="left" w:pos="320"/>
        </w:tabs>
        <w:spacing w:after="0" w:line="240" w:lineRule="auto"/>
        <w:ind w:left="0" w:firstLine="0"/>
        <w:rPr>
          <w:color w:val="auto"/>
          <w:sz w:val="24"/>
          <w:szCs w:val="24"/>
        </w:rPr>
      </w:pPr>
    </w:p>
    <w:p w14:paraId="55F999AB" w14:textId="77777777" w:rsidR="00200E8C" w:rsidRDefault="00200E8C" w:rsidP="007C427C">
      <w:pPr>
        <w:pStyle w:val="PargrafodaLista"/>
        <w:tabs>
          <w:tab w:val="left" w:pos="320"/>
        </w:tabs>
        <w:spacing w:after="0" w:line="240" w:lineRule="auto"/>
        <w:ind w:left="0" w:firstLine="0"/>
        <w:rPr>
          <w:color w:val="auto"/>
          <w:sz w:val="24"/>
          <w:szCs w:val="24"/>
        </w:rPr>
      </w:pPr>
    </w:p>
    <w:p w14:paraId="2048946A" w14:textId="77777777" w:rsidR="00200E8C" w:rsidRDefault="00200E8C" w:rsidP="007C427C">
      <w:pPr>
        <w:pStyle w:val="PargrafodaLista"/>
        <w:tabs>
          <w:tab w:val="left" w:pos="320"/>
        </w:tabs>
        <w:spacing w:after="0" w:line="240" w:lineRule="auto"/>
        <w:ind w:left="0" w:firstLine="0"/>
        <w:rPr>
          <w:color w:val="auto"/>
          <w:sz w:val="24"/>
          <w:szCs w:val="24"/>
        </w:rPr>
      </w:pPr>
    </w:p>
    <w:p w14:paraId="106282A6" w14:textId="77777777" w:rsidR="00200E8C" w:rsidRDefault="00200E8C" w:rsidP="007C427C">
      <w:pPr>
        <w:pStyle w:val="PargrafodaLista"/>
        <w:tabs>
          <w:tab w:val="left" w:pos="320"/>
        </w:tabs>
        <w:spacing w:after="0" w:line="240" w:lineRule="auto"/>
        <w:ind w:left="0" w:firstLine="0"/>
        <w:rPr>
          <w:color w:val="auto"/>
          <w:sz w:val="24"/>
          <w:szCs w:val="24"/>
        </w:rPr>
      </w:pPr>
    </w:p>
    <w:p w14:paraId="21A1BB92" w14:textId="77777777" w:rsidR="00200E8C" w:rsidRDefault="00200E8C" w:rsidP="007C427C">
      <w:pPr>
        <w:pStyle w:val="PargrafodaLista"/>
        <w:tabs>
          <w:tab w:val="left" w:pos="320"/>
        </w:tabs>
        <w:spacing w:after="0" w:line="240" w:lineRule="auto"/>
        <w:ind w:left="0" w:firstLine="0"/>
        <w:rPr>
          <w:color w:val="auto"/>
          <w:sz w:val="24"/>
          <w:szCs w:val="24"/>
        </w:rPr>
      </w:pPr>
    </w:p>
    <w:p w14:paraId="6FD24CAB" w14:textId="77777777" w:rsidR="00200E8C" w:rsidRDefault="00200E8C" w:rsidP="007C427C">
      <w:pPr>
        <w:pStyle w:val="PargrafodaLista"/>
        <w:tabs>
          <w:tab w:val="left" w:pos="320"/>
        </w:tabs>
        <w:spacing w:after="0" w:line="240" w:lineRule="auto"/>
        <w:ind w:left="0" w:firstLine="0"/>
        <w:rPr>
          <w:color w:val="auto"/>
          <w:sz w:val="24"/>
          <w:szCs w:val="24"/>
        </w:rPr>
      </w:pPr>
    </w:p>
    <w:p w14:paraId="76D3059F" w14:textId="77777777" w:rsidR="00200E8C" w:rsidRPr="00EA6617" w:rsidRDefault="00200E8C" w:rsidP="007C427C">
      <w:pPr>
        <w:pStyle w:val="PargrafodaLista"/>
        <w:tabs>
          <w:tab w:val="left" w:pos="320"/>
        </w:tabs>
        <w:spacing w:after="0" w:line="240" w:lineRule="auto"/>
        <w:ind w:left="0" w:firstLine="0"/>
        <w:rPr>
          <w:color w:val="auto"/>
          <w:sz w:val="24"/>
          <w:szCs w:val="24"/>
        </w:rPr>
      </w:pPr>
    </w:p>
    <w:tbl>
      <w:tblPr>
        <w:tblStyle w:val="Tabelacomgrade"/>
        <w:tblW w:w="9072" w:type="dxa"/>
        <w:tblInd w:w="-5" w:type="dxa"/>
        <w:tblLook w:val="04A0" w:firstRow="1" w:lastRow="0" w:firstColumn="1" w:lastColumn="0" w:noHBand="0" w:noVBand="1"/>
      </w:tblPr>
      <w:tblGrid>
        <w:gridCol w:w="9451"/>
      </w:tblGrid>
      <w:tr w:rsidR="00AC59E0" w:rsidRPr="00EA6617" w14:paraId="0345784F" w14:textId="77777777" w:rsidTr="006043AC">
        <w:trPr>
          <w:trHeight w:val="2041"/>
        </w:trPr>
        <w:tc>
          <w:tcPr>
            <w:tcW w:w="9072" w:type="dxa"/>
            <w:tcBorders>
              <w:bottom w:val="single" w:sz="4" w:space="0" w:color="auto"/>
            </w:tcBorders>
          </w:tcPr>
          <w:p w14:paraId="3CDAF985" w14:textId="77777777" w:rsidR="00A25F86" w:rsidRPr="00EA6617"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DETALHAMENTO/ESPECIFICAÇÃO DO OBJETO</w:t>
            </w:r>
            <w:r w:rsidR="00AC59E0" w:rsidRPr="00EA6617">
              <w:rPr>
                <w:b/>
                <w:bCs/>
                <w:sz w:val="24"/>
                <w:szCs w:val="24"/>
              </w:rPr>
              <w:t>:</w:t>
            </w:r>
          </w:p>
          <w:p w14:paraId="653FB188" w14:textId="2D3A72B0" w:rsidR="006043AC" w:rsidRDefault="006043AC" w:rsidP="007C427C">
            <w:pPr>
              <w:pStyle w:val="PargrafodaLista"/>
              <w:tabs>
                <w:tab w:val="left" w:pos="320"/>
              </w:tabs>
              <w:spacing w:after="0" w:line="240" w:lineRule="auto"/>
              <w:ind w:left="0" w:firstLine="0"/>
              <w:rPr>
                <w:color w:val="FF0000"/>
                <w:sz w:val="20"/>
                <w:szCs w:val="20"/>
              </w:rPr>
            </w:pPr>
          </w:p>
          <w:p w14:paraId="57860670" w14:textId="77777777" w:rsidR="00B7712C" w:rsidRDefault="00B7712C" w:rsidP="007C427C">
            <w:pPr>
              <w:pStyle w:val="PargrafodaLista"/>
              <w:tabs>
                <w:tab w:val="left" w:pos="320"/>
              </w:tabs>
              <w:spacing w:after="0" w:line="240" w:lineRule="auto"/>
              <w:ind w:left="0" w:firstLine="0"/>
              <w:rPr>
                <w:color w:val="auto"/>
                <w:sz w:val="20"/>
                <w:szCs w:val="20"/>
              </w:rPr>
            </w:pPr>
          </w:p>
          <w:tbl>
            <w:tblPr>
              <w:tblStyle w:val="Tabelacomgrade"/>
              <w:tblW w:w="0" w:type="auto"/>
              <w:jc w:val="center"/>
              <w:tblLook w:val="04A0" w:firstRow="1" w:lastRow="0" w:firstColumn="1" w:lastColumn="0" w:noHBand="0" w:noVBand="1"/>
            </w:tblPr>
            <w:tblGrid>
              <w:gridCol w:w="1378"/>
              <w:gridCol w:w="5835"/>
              <w:gridCol w:w="1622"/>
            </w:tblGrid>
            <w:tr w:rsidR="00B7712C" w14:paraId="6FC55B4D" w14:textId="77777777" w:rsidTr="00B7712C">
              <w:trPr>
                <w:jc w:val="center"/>
              </w:trPr>
              <w:tc>
                <w:tcPr>
                  <w:tcW w:w="88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B5492F" w14:textId="77777777" w:rsidR="00B7712C" w:rsidRDefault="00B7712C" w:rsidP="00B7712C">
                  <w:pPr>
                    <w:jc w:val="center"/>
                  </w:pPr>
                  <w:r>
                    <w:rPr>
                      <w:b/>
                      <w:bCs/>
                    </w:rPr>
                    <w:t>LOTE 01 – PERIFÉRICOS E ACESSÓRIOS DE INFORMÁTICA</w:t>
                  </w:r>
                </w:p>
              </w:tc>
            </w:tr>
            <w:tr w:rsidR="00B7712C" w14:paraId="521F5536" w14:textId="77777777" w:rsidTr="00B7712C">
              <w:trPr>
                <w:jc w:val="center"/>
              </w:trPr>
              <w:tc>
                <w:tcPr>
                  <w:tcW w:w="1378" w:type="dxa"/>
                  <w:tcBorders>
                    <w:top w:val="single" w:sz="4" w:space="0" w:color="auto"/>
                    <w:left w:val="single" w:sz="4" w:space="0" w:color="auto"/>
                    <w:bottom w:val="single" w:sz="4" w:space="0" w:color="auto"/>
                    <w:right w:val="single" w:sz="4" w:space="0" w:color="auto"/>
                  </w:tcBorders>
                  <w:hideMark/>
                </w:tcPr>
                <w:p w14:paraId="014C80E7" w14:textId="77777777" w:rsidR="00B7712C" w:rsidRDefault="00B7712C" w:rsidP="00DB18B9">
                  <w:pPr>
                    <w:rPr>
                      <w:b/>
                      <w:bCs/>
                    </w:rPr>
                  </w:pPr>
                  <w:r>
                    <w:rPr>
                      <w:b/>
                      <w:bCs/>
                    </w:rPr>
                    <w:t>Item</w:t>
                  </w:r>
                </w:p>
              </w:tc>
              <w:tc>
                <w:tcPr>
                  <w:tcW w:w="5835" w:type="dxa"/>
                  <w:tcBorders>
                    <w:top w:val="single" w:sz="4" w:space="0" w:color="auto"/>
                    <w:left w:val="single" w:sz="4" w:space="0" w:color="auto"/>
                    <w:bottom w:val="single" w:sz="4" w:space="0" w:color="auto"/>
                    <w:right w:val="single" w:sz="4" w:space="0" w:color="auto"/>
                  </w:tcBorders>
                  <w:hideMark/>
                </w:tcPr>
                <w:p w14:paraId="6EF9CEFE" w14:textId="77777777" w:rsidR="00B7712C" w:rsidRDefault="00B7712C" w:rsidP="00B7712C">
                  <w:pPr>
                    <w:jc w:val="center"/>
                    <w:rPr>
                      <w:b/>
                      <w:bCs/>
                    </w:rPr>
                  </w:pPr>
                  <w:r>
                    <w:rPr>
                      <w:b/>
                      <w:bCs/>
                    </w:rPr>
                    <w:t>Descrição</w:t>
                  </w:r>
                </w:p>
              </w:tc>
              <w:tc>
                <w:tcPr>
                  <w:tcW w:w="1622" w:type="dxa"/>
                  <w:tcBorders>
                    <w:top w:val="single" w:sz="4" w:space="0" w:color="auto"/>
                    <w:left w:val="single" w:sz="4" w:space="0" w:color="auto"/>
                    <w:bottom w:val="single" w:sz="4" w:space="0" w:color="auto"/>
                    <w:right w:val="single" w:sz="4" w:space="0" w:color="auto"/>
                  </w:tcBorders>
                  <w:hideMark/>
                </w:tcPr>
                <w:p w14:paraId="0086E582" w14:textId="77777777" w:rsidR="00B7712C" w:rsidRDefault="00B7712C" w:rsidP="00B7712C">
                  <w:pPr>
                    <w:jc w:val="center"/>
                    <w:rPr>
                      <w:b/>
                      <w:bCs/>
                    </w:rPr>
                  </w:pPr>
                  <w:r>
                    <w:rPr>
                      <w:b/>
                      <w:bCs/>
                    </w:rPr>
                    <w:t>Quant.</w:t>
                  </w:r>
                </w:p>
              </w:tc>
            </w:tr>
            <w:tr w:rsidR="00B7712C" w14:paraId="5C568D29" w14:textId="77777777" w:rsidTr="00B7712C">
              <w:trPr>
                <w:jc w:val="center"/>
              </w:trPr>
              <w:tc>
                <w:tcPr>
                  <w:tcW w:w="1378" w:type="dxa"/>
                  <w:tcBorders>
                    <w:top w:val="single" w:sz="4" w:space="0" w:color="auto"/>
                    <w:left w:val="single" w:sz="4" w:space="0" w:color="auto"/>
                    <w:bottom w:val="single" w:sz="4" w:space="0" w:color="auto"/>
                    <w:right w:val="single" w:sz="4" w:space="0" w:color="auto"/>
                  </w:tcBorders>
                  <w:vAlign w:val="center"/>
                  <w:hideMark/>
                </w:tcPr>
                <w:p w14:paraId="1714E02C" w14:textId="77777777" w:rsidR="00B7712C" w:rsidRDefault="00B7712C" w:rsidP="00B7712C">
                  <w:pPr>
                    <w:ind w:firstLine="0"/>
                    <w:jc w:val="center"/>
                  </w:pPr>
                  <w:r>
                    <w:t>01</w:t>
                  </w:r>
                </w:p>
              </w:tc>
              <w:tc>
                <w:tcPr>
                  <w:tcW w:w="5835" w:type="dxa"/>
                  <w:tcBorders>
                    <w:top w:val="single" w:sz="4" w:space="0" w:color="auto"/>
                    <w:left w:val="single" w:sz="4" w:space="0" w:color="auto"/>
                    <w:bottom w:val="single" w:sz="4" w:space="0" w:color="auto"/>
                    <w:right w:val="single" w:sz="4" w:space="0" w:color="auto"/>
                  </w:tcBorders>
                </w:tcPr>
                <w:p w14:paraId="16E8B7FA" w14:textId="77777777" w:rsidR="00B7712C" w:rsidRDefault="00B7712C" w:rsidP="00B7712C">
                  <w:pPr>
                    <w:ind w:firstLine="0"/>
                    <w:rPr>
                      <w:b/>
                      <w:bCs/>
                      <w:sz w:val="24"/>
                      <w:szCs w:val="24"/>
                    </w:rPr>
                  </w:pPr>
                  <w:r>
                    <w:rPr>
                      <w:b/>
                      <w:bCs/>
                      <w:sz w:val="24"/>
                      <w:szCs w:val="24"/>
                    </w:rPr>
                    <w:t>KIT TECLADO E MOUSE SEM FIO</w:t>
                  </w:r>
                </w:p>
                <w:p w14:paraId="78E6A9F0" w14:textId="77777777" w:rsidR="00B7712C" w:rsidRDefault="00B7712C" w:rsidP="00B7712C">
                  <w:pPr>
                    <w:ind w:firstLine="0"/>
                    <w:rPr>
                      <w:b/>
                      <w:bCs/>
                      <w:sz w:val="24"/>
                      <w:szCs w:val="24"/>
                    </w:rPr>
                  </w:pPr>
                </w:p>
                <w:p w14:paraId="44125E43" w14:textId="77777777" w:rsidR="00B7712C" w:rsidRDefault="00B7712C" w:rsidP="00B7712C">
                  <w:pPr>
                    <w:ind w:firstLine="0"/>
                    <w:rPr>
                      <w:b/>
                      <w:bCs/>
                    </w:rPr>
                  </w:pPr>
                  <w:r>
                    <w:rPr>
                      <w:b/>
                      <w:bCs/>
                    </w:rPr>
                    <w:t>CARACTERÍSTICAS:</w:t>
                  </w:r>
                </w:p>
                <w:p w14:paraId="0FB716C5" w14:textId="77777777" w:rsidR="00B7712C" w:rsidRDefault="00B7712C" w:rsidP="00B7712C">
                  <w:pPr>
                    <w:ind w:hanging="43"/>
                    <w:rPr>
                      <w:sz w:val="24"/>
                      <w:szCs w:val="24"/>
                    </w:rPr>
                  </w:pPr>
                  <w:r>
                    <w:rPr>
                      <w:sz w:val="24"/>
                      <w:szCs w:val="24"/>
                    </w:rPr>
                    <w:t>TIPO: SEM FIO COM RECEPTOR NANO</w:t>
                  </w:r>
                </w:p>
                <w:p w14:paraId="7DF142A7" w14:textId="77777777" w:rsidR="00B7712C" w:rsidRDefault="00B7712C" w:rsidP="00B7712C">
                  <w:pPr>
                    <w:ind w:hanging="43"/>
                    <w:rPr>
                      <w:sz w:val="24"/>
                      <w:szCs w:val="24"/>
                    </w:rPr>
                  </w:pPr>
                  <w:r>
                    <w:rPr>
                      <w:sz w:val="24"/>
                      <w:szCs w:val="24"/>
                    </w:rPr>
                    <w:t>USB INTERFACE: 2.4GHZ</w:t>
                  </w:r>
                </w:p>
                <w:p w14:paraId="3B7BA6E9" w14:textId="77777777" w:rsidR="009D7716" w:rsidRDefault="00B7712C" w:rsidP="00B7712C">
                  <w:pPr>
                    <w:ind w:hanging="43"/>
                    <w:rPr>
                      <w:sz w:val="24"/>
                      <w:szCs w:val="24"/>
                    </w:rPr>
                  </w:pPr>
                  <w:r>
                    <w:rPr>
                      <w:sz w:val="24"/>
                      <w:szCs w:val="24"/>
                    </w:rPr>
                    <w:t>CRIPTOGRAFIA: AES-128</w:t>
                  </w:r>
                </w:p>
                <w:p w14:paraId="2B96FEA0" w14:textId="5FD2F7DC" w:rsidR="00B7712C" w:rsidRPr="002A2839" w:rsidRDefault="00B7712C" w:rsidP="00B7712C">
                  <w:pPr>
                    <w:ind w:hanging="43"/>
                    <w:rPr>
                      <w:sz w:val="24"/>
                      <w:szCs w:val="24"/>
                      <w:lang w:val="en-US"/>
                    </w:rPr>
                  </w:pPr>
                  <w:r w:rsidRPr="002A2839">
                    <w:rPr>
                      <w:sz w:val="24"/>
                      <w:szCs w:val="24"/>
                      <w:lang w:val="en-US"/>
                    </w:rPr>
                    <w:t>TECLADO LAYOUT: ABNT2</w:t>
                  </w:r>
                </w:p>
                <w:p w14:paraId="5AB300A3" w14:textId="77777777" w:rsidR="00B7712C" w:rsidRPr="002A2839" w:rsidRDefault="00B7712C" w:rsidP="00B7712C">
                  <w:pPr>
                    <w:ind w:hanging="43"/>
                    <w:rPr>
                      <w:sz w:val="24"/>
                      <w:szCs w:val="24"/>
                      <w:lang w:val="en-US"/>
                    </w:rPr>
                  </w:pPr>
                  <w:r w:rsidRPr="002A2839">
                    <w:rPr>
                      <w:sz w:val="24"/>
                      <w:szCs w:val="24"/>
                      <w:lang w:val="en-US"/>
                    </w:rPr>
                    <w:t>MOUSE SENSOR: ÓPTICO</w:t>
                  </w:r>
                </w:p>
                <w:p w14:paraId="202C561E" w14:textId="77777777" w:rsidR="00B7712C" w:rsidRDefault="00B7712C" w:rsidP="00B7712C">
                  <w:pPr>
                    <w:ind w:hanging="43"/>
                    <w:rPr>
                      <w:sz w:val="24"/>
                      <w:szCs w:val="24"/>
                    </w:rPr>
                  </w:pPr>
                  <w:r>
                    <w:rPr>
                      <w:sz w:val="24"/>
                      <w:szCs w:val="24"/>
                    </w:rPr>
                    <w:t>GARANTIA MINIMA: 12 MESES</w:t>
                  </w:r>
                </w:p>
                <w:p w14:paraId="5FF07BC3" w14:textId="77777777" w:rsidR="00B7712C" w:rsidRDefault="00B7712C" w:rsidP="00B7712C">
                  <w:pPr>
                    <w:ind w:hanging="43"/>
                    <w:rPr>
                      <w:sz w:val="24"/>
                      <w:szCs w:val="24"/>
                    </w:rPr>
                  </w:pPr>
                  <w:r>
                    <w:rPr>
                      <w:sz w:val="24"/>
                      <w:szCs w:val="24"/>
                    </w:rPr>
                    <w:t>MARCA DE REFERÊNCIA: DELL, HP, LOGITECH OU</w:t>
                  </w:r>
                </w:p>
                <w:p w14:paraId="27C8D0E4" w14:textId="77777777" w:rsidR="00B7712C" w:rsidRDefault="00B7712C" w:rsidP="00B7712C">
                  <w:pPr>
                    <w:ind w:hanging="43"/>
                    <w:rPr>
                      <w:sz w:val="24"/>
                      <w:szCs w:val="24"/>
                    </w:rPr>
                  </w:pPr>
                  <w:r>
                    <w:rPr>
                      <w:sz w:val="24"/>
                      <w:szCs w:val="24"/>
                    </w:rPr>
                    <w:t>EQUIVALENTE, OU SIMILAR OU DE MELHOR QUALIDADE.</w:t>
                  </w:r>
                </w:p>
                <w:p w14:paraId="5E0287A1" w14:textId="77777777" w:rsidR="00B7712C" w:rsidRDefault="00B7712C" w:rsidP="00B7712C">
                  <w:pPr>
                    <w:ind w:hanging="43"/>
                    <w:rPr>
                      <w:sz w:val="24"/>
                      <w:szCs w:val="24"/>
                    </w:rPr>
                  </w:pPr>
                </w:p>
              </w:tc>
              <w:tc>
                <w:tcPr>
                  <w:tcW w:w="1622" w:type="dxa"/>
                  <w:tcBorders>
                    <w:top w:val="single" w:sz="4" w:space="0" w:color="auto"/>
                    <w:left w:val="single" w:sz="4" w:space="0" w:color="auto"/>
                    <w:bottom w:val="single" w:sz="4" w:space="0" w:color="auto"/>
                    <w:right w:val="single" w:sz="4" w:space="0" w:color="auto"/>
                  </w:tcBorders>
                  <w:vAlign w:val="center"/>
                  <w:hideMark/>
                </w:tcPr>
                <w:p w14:paraId="221A0C4C" w14:textId="77777777" w:rsidR="00B7712C" w:rsidRDefault="00B7712C" w:rsidP="00B7712C">
                  <w:pPr>
                    <w:ind w:firstLine="0"/>
                    <w:jc w:val="center"/>
                  </w:pPr>
                  <w:r>
                    <w:t>100</w:t>
                  </w:r>
                </w:p>
              </w:tc>
            </w:tr>
            <w:tr w:rsidR="001951D1" w14:paraId="6952E40F" w14:textId="77777777" w:rsidTr="001951D1">
              <w:trPr>
                <w:jc w:val="center"/>
              </w:trPr>
              <w:tc>
                <w:tcPr>
                  <w:tcW w:w="1378" w:type="dxa"/>
                  <w:tcBorders>
                    <w:top w:val="single" w:sz="4" w:space="0" w:color="auto"/>
                    <w:left w:val="single" w:sz="4" w:space="0" w:color="auto"/>
                    <w:bottom w:val="single" w:sz="4" w:space="0" w:color="auto"/>
                    <w:right w:val="single" w:sz="4" w:space="0" w:color="auto"/>
                  </w:tcBorders>
                  <w:vAlign w:val="center"/>
                  <w:hideMark/>
                </w:tcPr>
                <w:p w14:paraId="0341BF77" w14:textId="77777777" w:rsidR="001951D1" w:rsidRDefault="001951D1" w:rsidP="001951D1">
                  <w:pPr>
                    <w:ind w:firstLine="0"/>
                    <w:jc w:val="center"/>
                  </w:pPr>
                  <w:r>
                    <w:t>02</w:t>
                  </w:r>
                </w:p>
              </w:tc>
              <w:tc>
                <w:tcPr>
                  <w:tcW w:w="5835" w:type="dxa"/>
                  <w:tcBorders>
                    <w:top w:val="single" w:sz="4" w:space="0" w:color="auto"/>
                    <w:left w:val="single" w:sz="4" w:space="0" w:color="auto"/>
                    <w:bottom w:val="single" w:sz="4" w:space="0" w:color="auto"/>
                    <w:right w:val="single" w:sz="4" w:space="0" w:color="auto"/>
                  </w:tcBorders>
                  <w:vAlign w:val="center"/>
                </w:tcPr>
                <w:p w14:paraId="0C5ADFF2" w14:textId="77777777" w:rsidR="001951D1" w:rsidRDefault="001951D1" w:rsidP="001951D1">
                  <w:pPr>
                    <w:ind w:firstLine="0"/>
                    <w:rPr>
                      <w:b/>
                      <w:bCs/>
                      <w:sz w:val="24"/>
                      <w:szCs w:val="24"/>
                    </w:rPr>
                  </w:pPr>
                  <w:r>
                    <w:rPr>
                      <w:b/>
                      <w:bCs/>
                      <w:sz w:val="24"/>
                      <w:szCs w:val="24"/>
                    </w:rPr>
                    <w:t>FONE DE OUVIDO DOBRÁVEL SEM FIO CONEXÃO BLUETOOTH</w:t>
                  </w:r>
                  <w:r>
                    <w:rPr>
                      <w:sz w:val="24"/>
                      <w:szCs w:val="24"/>
                    </w:rPr>
                    <w:t xml:space="preserve"> </w:t>
                  </w:r>
                  <w:r>
                    <w:rPr>
                      <w:b/>
                      <w:bCs/>
                      <w:sz w:val="24"/>
                      <w:szCs w:val="24"/>
                    </w:rPr>
                    <w:t>MINIMO 5.0</w:t>
                  </w:r>
                </w:p>
                <w:p w14:paraId="154E04BC" w14:textId="77777777" w:rsidR="001951D1" w:rsidRDefault="001951D1" w:rsidP="001951D1">
                  <w:pPr>
                    <w:ind w:firstLine="0"/>
                    <w:rPr>
                      <w:b/>
                      <w:bCs/>
                    </w:rPr>
                  </w:pPr>
                </w:p>
                <w:p w14:paraId="6D186525" w14:textId="77777777" w:rsidR="001951D1" w:rsidRDefault="001951D1" w:rsidP="001951D1">
                  <w:pPr>
                    <w:ind w:firstLine="0"/>
                    <w:rPr>
                      <w:b/>
                      <w:bCs/>
                    </w:rPr>
                  </w:pPr>
                  <w:r>
                    <w:rPr>
                      <w:b/>
                      <w:bCs/>
                    </w:rPr>
                    <w:t>CARACTERÍSTICAS:</w:t>
                  </w:r>
                </w:p>
                <w:p w14:paraId="5BED2A9F" w14:textId="77777777" w:rsidR="001951D1" w:rsidRDefault="001951D1" w:rsidP="001951D1">
                  <w:pPr>
                    <w:ind w:firstLine="0"/>
                    <w:rPr>
                      <w:sz w:val="24"/>
                      <w:szCs w:val="24"/>
                    </w:rPr>
                  </w:pPr>
                  <w:r>
                    <w:rPr>
                      <w:sz w:val="24"/>
                      <w:szCs w:val="24"/>
                    </w:rPr>
                    <w:t>CONTROLE NO FONE MICROFONE EMBUTIDO OU REMOVÍVEL</w:t>
                  </w:r>
                </w:p>
                <w:p w14:paraId="348906D4" w14:textId="77777777" w:rsidR="001951D1" w:rsidRDefault="001951D1" w:rsidP="001951D1">
                  <w:pPr>
                    <w:ind w:firstLine="0"/>
                    <w:rPr>
                      <w:sz w:val="24"/>
                      <w:szCs w:val="24"/>
                    </w:rPr>
                  </w:pPr>
                  <w:r>
                    <w:rPr>
                      <w:sz w:val="24"/>
                      <w:szCs w:val="24"/>
                    </w:rPr>
                    <w:t>HEADBAND AJUSTÁVEL</w:t>
                  </w:r>
                </w:p>
                <w:p w14:paraId="07D7D088" w14:textId="77777777" w:rsidR="001951D1" w:rsidRDefault="001951D1" w:rsidP="001951D1">
                  <w:pPr>
                    <w:ind w:firstLine="0"/>
                    <w:rPr>
                      <w:sz w:val="24"/>
                      <w:szCs w:val="24"/>
                    </w:rPr>
                  </w:pPr>
                  <w:r>
                    <w:rPr>
                      <w:sz w:val="24"/>
                      <w:szCs w:val="24"/>
                    </w:rPr>
                    <w:t>ALMOFADAS MACIAS E CONFORTÁVEIS</w:t>
                  </w:r>
                </w:p>
                <w:p w14:paraId="7D6798E4" w14:textId="77777777" w:rsidR="001951D1" w:rsidRDefault="001951D1" w:rsidP="001951D1">
                  <w:pPr>
                    <w:ind w:firstLine="0"/>
                    <w:rPr>
                      <w:sz w:val="24"/>
                      <w:szCs w:val="24"/>
                    </w:rPr>
                  </w:pPr>
                  <w:r>
                    <w:rPr>
                      <w:sz w:val="24"/>
                      <w:szCs w:val="24"/>
                    </w:rPr>
                    <w:t>DRIVER DE AUDIO MÍNIMO: 40MM</w:t>
                  </w:r>
                </w:p>
                <w:p w14:paraId="0A615878" w14:textId="77777777" w:rsidR="001951D1" w:rsidRDefault="001951D1" w:rsidP="001951D1">
                  <w:pPr>
                    <w:ind w:firstLine="0"/>
                    <w:rPr>
                      <w:sz w:val="24"/>
                      <w:szCs w:val="24"/>
                    </w:rPr>
                  </w:pPr>
                  <w:r>
                    <w:rPr>
                      <w:sz w:val="24"/>
                      <w:szCs w:val="24"/>
                    </w:rPr>
                    <w:t>GARANTIA MÍNIMA: 12 MESES</w:t>
                  </w:r>
                </w:p>
                <w:p w14:paraId="538BADF6" w14:textId="77777777" w:rsidR="001951D1" w:rsidRDefault="001951D1" w:rsidP="001951D1">
                  <w:pPr>
                    <w:ind w:firstLine="0"/>
                    <w:rPr>
                      <w:sz w:val="24"/>
                      <w:szCs w:val="24"/>
                    </w:rPr>
                  </w:pPr>
                  <w:r>
                    <w:rPr>
                      <w:sz w:val="24"/>
                      <w:szCs w:val="24"/>
                    </w:rPr>
                    <w:t>MARCA DE REFERÊNCIA: EDIFIER, JBL, OU</w:t>
                  </w:r>
                </w:p>
                <w:p w14:paraId="309DA350" w14:textId="77777777" w:rsidR="001951D1" w:rsidRDefault="001951D1" w:rsidP="001951D1">
                  <w:pPr>
                    <w:ind w:firstLine="0"/>
                    <w:rPr>
                      <w:sz w:val="24"/>
                      <w:szCs w:val="24"/>
                    </w:rPr>
                  </w:pPr>
                  <w:r>
                    <w:rPr>
                      <w:sz w:val="24"/>
                      <w:szCs w:val="24"/>
                    </w:rPr>
                    <w:lastRenderedPageBreak/>
                    <w:t>EQUIVALENTE, OU SIMILAR OU DE MELHOR QUALIDADE.</w:t>
                  </w:r>
                </w:p>
                <w:p w14:paraId="2A8F11F3" w14:textId="77777777" w:rsidR="001951D1" w:rsidRDefault="001951D1" w:rsidP="001951D1">
                  <w:pPr>
                    <w:ind w:firstLine="0"/>
                    <w:rPr>
                      <w:sz w:val="24"/>
                      <w:szCs w:val="24"/>
                    </w:rPr>
                  </w:pPr>
                </w:p>
                <w:p w14:paraId="4DB0619B" w14:textId="77777777" w:rsidR="001951D1" w:rsidRDefault="001951D1" w:rsidP="001951D1">
                  <w:pPr>
                    <w:ind w:firstLine="0"/>
                    <w:rPr>
                      <w:sz w:val="24"/>
                      <w:szCs w:val="24"/>
                    </w:rPr>
                  </w:pPr>
                </w:p>
              </w:tc>
              <w:tc>
                <w:tcPr>
                  <w:tcW w:w="1622" w:type="dxa"/>
                  <w:tcBorders>
                    <w:top w:val="single" w:sz="4" w:space="0" w:color="auto"/>
                    <w:left w:val="single" w:sz="4" w:space="0" w:color="auto"/>
                    <w:bottom w:val="single" w:sz="4" w:space="0" w:color="auto"/>
                    <w:right w:val="single" w:sz="4" w:space="0" w:color="auto"/>
                  </w:tcBorders>
                  <w:vAlign w:val="center"/>
                  <w:hideMark/>
                </w:tcPr>
                <w:p w14:paraId="029D5858" w14:textId="77777777" w:rsidR="001951D1" w:rsidRDefault="001951D1" w:rsidP="001951D1">
                  <w:pPr>
                    <w:ind w:firstLine="0"/>
                    <w:jc w:val="center"/>
                  </w:pPr>
                  <w:r>
                    <w:lastRenderedPageBreak/>
                    <w:t>120</w:t>
                  </w:r>
                </w:p>
              </w:tc>
            </w:tr>
            <w:tr w:rsidR="00200E8C" w14:paraId="4309DFAB" w14:textId="77777777" w:rsidTr="001951D1">
              <w:trPr>
                <w:jc w:val="center"/>
              </w:trPr>
              <w:tc>
                <w:tcPr>
                  <w:tcW w:w="1378" w:type="dxa"/>
                  <w:tcBorders>
                    <w:top w:val="single" w:sz="4" w:space="0" w:color="auto"/>
                    <w:left w:val="single" w:sz="4" w:space="0" w:color="auto"/>
                    <w:bottom w:val="single" w:sz="4" w:space="0" w:color="auto"/>
                    <w:right w:val="single" w:sz="4" w:space="0" w:color="auto"/>
                  </w:tcBorders>
                  <w:vAlign w:val="center"/>
                </w:tcPr>
                <w:p w14:paraId="40530D52" w14:textId="5639E578" w:rsidR="00200E8C" w:rsidRDefault="00C558D9" w:rsidP="001951D1">
                  <w:pPr>
                    <w:ind w:firstLine="0"/>
                    <w:jc w:val="center"/>
                  </w:pPr>
                  <w:r w:rsidRPr="00C558D9">
                    <w:t>03</w:t>
                  </w:r>
                </w:p>
              </w:tc>
              <w:tc>
                <w:tcPr>
                  <w:tcW w:w="5835" w:type="dxa"/>
                  <w:tcBorders>
                    <w:top w:val="single" w:sz="4" w:space="0" w:color="auto"/>
                    <w:left w:val="single" w:sz="4" w:space="0" w:color="auto"/>
                    <w:bottom w:val="single" w:sz="4" w:space="0" w:color="auto"/>
                    <w:right w:val="single" w:sz="4" w:space="0" w:color="auto"/>
                  </w:tcBorders>
                  <w:vAlign w:val="center"/>
                </w:tcPr>
                <w:p w14:paraId="19F5B431" w14:textId="77777777" w:rsidR="00C558D9" w:rsidRPr="00C558D9" w:rsidRDefault="00C558D9" w:rsidP="00C558D9">
                  <w:pPr>
                    <w:ind w:firstLine="0"/>
                    <w:rPr>
                      <w:b/>
                      <w:bCs/>
                      <w:sz w:val="24"/>
                      <w:szCs w:val="24"/>
                    </w:rPr>
                  </w:pPr>
                  <w:r w:rsidRPr="00C558D9">
                    <w:rPr>
                      <w:b/>
                      <w:bCs/>
                      <w:sz w:val="24"/>
                      <w:szCs w:val="24"/>
                    </w:rPr>
                    <w:t>APRESENTADOR SLIDE APONTADOR LASER PASSADOR DE SLIDES CONTROLE SEM FIO</w:t>
                  </w:r>
                </w:p>
                <w:p w14:paraId="020E7A4C" w14:textId="77777777" w:rsidR="00C558D9" w:rsidRPr="00C558D9" w:rsidRDefault="00C558D9" w:rsidP="00C558D9">
                  <w:pPr>
                    <w:ind w:firstLine="0"/>
                    <w:rPr>
                      <w:b/>
                      <w:bCs/>
                      <w:sz w:val="24"/>
                      <w:szCs w:val="24"/>
                    </w:rPr>
                  </w:pPr>
                </w:p>
                <w:p w14:paraId="00765575" w14:textId="77777777" w:rsidR="00C558D9" w:rsidRPr="00C558D9" w:rsidRDefault="00C558D9" w:rsidP="00C558D9">
                  <w:pPr>
                    <w:ind w:firstLine="0"/>
                    <w:rPr>
                      <w:b/>
                      <w:bCs/>
                      <w:sz w:val="24"/>
                      <w:szCs w:val="24"/>
                    </w:rPr>
                  </w:pPr>
                  <w:r w:rsidRPr="00C558D9">
                    <w:rPr>
                      <w:b/>
                      <w:bCs/>
                      <w:sz w:val="24"/>
                      <w:szCs w:val="24"/>
                    </w:rPr>
                    <w:t>CARACTERÍSTICAS:</w:t>
                  </w:r>
                </w:p>
                <w:p w14:paraId="56B9248C" w14:textId="77777777" w:rsidR="00C558D9" w:rsidRPr="00C558D9" w:rsidRDefault="00C558D9" w:rsidP="00C558D9">
                  <w:pPr>
                    <w:ind w:firstLine="0"/>
                    <w:rPr>
                      <w:sz w:val="24"/>
                      <w:szCs w:val="24"/>
                    </w:rPr>
                  </w:pPr>
                  <w:r w:rsidRPr="00C558D9">
                    <w:rPr>
                      <w:sz w:val="24"/>
                      <w:szCs w:val="24"/>
                    </w:rPr>
                    <w:t>WINDOWNS 10/11. MAC OS 10 OU SUPERIOR.</w:t>
                  </w:r>
                </w:p>
                <w:p w14:paraId="17BC04CB" w14:textId="77777777" w:rsidR="00C558D9" w:rsidRPr="00C558D9" w:rsidRDefault="00C558D9" w:rsidP="00C558D9">
                  <w:pPr>
                    <w:ind w:firstLine="0"/>
                    <w:rPr>
                      <w:sz w:val="24"/>
                      <w:szCs w:val="24"/>
                    </w:rPr>
                  </w:pPr>
                  <w:r w:rsidRPr="00C558D9">
                    <w:rPr>
                      <w:sz w:val="24"/>
                      <w:szCs w:val="24"/>
                    </w:rPr>
                    <w:t>DISTÂNCIA DE CONTROLE:10M</w:t>
                  </w:r>
                </w:p>
                <w:p w14:paraId="2310A2BC" w14:textId="77777777" w:rsidR="00C558D9" w:rsidRPr="00C558D9" w:rsidRDefault="00C558D9" w:rsidP="00C558D9">
                  <w:pPr>
                    <w:ind w:firstLine="0"/>
                    <w:rPr>
                      <w:sz w:val="24"/>
                      <w:szCs w:val="24"/>
                    </w:rPr>
                  </w:pPr>
                  <w:r w:rsidRPr="00C558D9">
                    <w:rPr>
                      <w:sz w:val="24"/>
                      <w:szCs w:val="24"/>
                    </w:rPr>
                    <w:t>FUNÇÃO: PAGE UP AND DOWN</w:t>
                  </w:r>
                </w:p>
                <w:p w14:paraId="503FC89C" w14:textId="77777777" w:rsidR="00C558D9" w:rsidRPr="00C558D9" w:rsidRDefault="00C558D9" w:rsidP="00C558D9">
                  <w:pPr>
                    <w:ind w:firstLine="0"/>
                    <w:rPr>
                      <w:sz w:val="24"/>
                      <w:szCs w:val="24"/>
                    </w:rPr>
                  </w:pPr>
                  <w:r w:rsidRPr="00C558D9">
                    <w:rPr>
                      <w:sz w:val="24"/>
                      <w:szCs w:val="24"/>
                    </w:rPr>
                    <w:t>SEM FIO: SIM</w:t>
                  </w:r>
                </w:p>
                <w:p w14:paraId="4D32D0B7" w14:textId="77777777" w:rsidR="00200E8C" w:rsidRDefault="00200E8C" w:rsidP="001951D1">
                  <w:pPr>
                    <w:ind w:firstLine="0"/>
                    <w:rPr>
                      <w:b/>
                      <w:bCs/>
                      <w:sz w:val="24"/>
                      <w:szCs w:val="24"/>
                    </w:rPr>
                  </w:pPr>
                </w:p>
              </w:tc>
              <w:tc>
                <w:tcPr>
                  <w:tcW w:w="1622" w:type="dxa"/>
                  <w:tcBorders>
                    <w:top w:val="single" w:sz="4" w:space="0" w:color="auto"/>
                    <w:left w:val="single" w:sz="4" w:space="0" w:color="auto"/>
                    <w:bottom w:val="single" w:sz="4" w:space="0" w:color="auto"/>
                    <w:right w:val="single" w:sz="4" w:space="0" w:color="auto"/>
                  </w:tcBorders>
                  <w:vAlign w:val="center"/>
                </w:tcPr>
                <w:p w14:paraId="317DD2B9" w14:textId="41ACDCCC" w:rsidR="00200E8C" w:rsidRDefault="00C558D9" w:rsidP="001951D1">
                  <w:pPr>
                    <w:ind w:firstLine="0"/>
                    <w:jc w:val="center"/>
                  </w:pPr>
                  <w:r w:rsidRPr="00C558D9">
                    <w:t>10</w:t>
                  </w:r>
                </w:p>
              </w:tc>
            </w:tr>
            <w:tr w:rsidR="00877635" w14:paraId="635E325B" w14:textId="77777777" w:rsidTr="00877635">
              <w:trPr>
                <w:jc w:val="center"/>
              </w:trPr>
              <w:tc>
                <w:tcPr>
                  <w:tcW w:w="88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797A86" w14:textId="77777777" w:rsidR="00877635" w:rsidRDefault="00877635" w:rsidP="00877635">
                  <w:pPr>
                    <w:jc w:val="center"/>
                  </w:pPr>
                  <w:r>
                    <w:rPr>
                      <w:b/>
                      <w:bCs/>
                    </w:rPr>
                    <w:t>LOTE 02 - EQUIPAMENTOS TECNOLÓGICOS</w:t>
                  </w:r>
                </w:p>
              </w:tc>
            </w:tr>
            <w:tr w:rsidR="00877635" w14:paraId="5B126775" w14:textId="77777777" w:rsidTr="00877635">
              <w:trPr>
                <w:jc w:val="center"/>
              </w:trPr>
              <w:tc>
                <w:tcPr>
                  <w:tcW w:w="1378" w:type="dxa"/>
                  <w:tcBorders>
                    <w:top w:val="single" w:sz="4" w:space="0" w:color="auto"/>
                    <w:left w:val="single" w:sz="4" w:space="0" w:color="auto"/>
                    <w:bottom w:val="single" w:sz="4" w:space="0" w:color="auto"/>
                    <w:right w:val="single" w:sz="4" w:space="0" w:color="auto"/>
                  </w:tcBorders>
                  <w:vAlign w:val="center"/>
                </w:tcPr>
                <w:p w14:paraId="2FBEB86F" w14:textId="77777777" w:rsidR="00877635" w:rsidRDefault="00877635" w:rsidP="00877635">
                  <w:pPr>
                    <w:ind w:firstLine="0"/>
                    <w:jc w:val="center"/>
                  </w:pPr>
                </w:p>
                <w:p w14:paraId="42B638F7" w14:textId="77777777" w:rsidR="00877635" w:rsidRDefault="00877635" w:rsidP="00877635">
                  <w:pPr>
                    <w:ind w:firstLine="0"/>
                    <w:jc w:val="center"/>
                  </w:pPr>
                  <w:r>
                    <w:t>01</w:t>
                  </w:r>
                </w:p>
              </w:tc>
              <w:tc>
                <w:tcPr>
                  <w:tcW w:w="5835" w:type="dxa"/>
                  <w:tcBorders>
                    <w:top w:val="single" w:sz="4" w:space="0" w:color="auto"/>
                    <w:left w:val="single" w:sz="4" w:space="0" w:color="auto"/>
                    <w:bottom w:val="single" w:sz="4" w:space="0" w:color="auto"/>
                    <w:right w:val="single" w:sz="4" w:space="0" w:color="auto"/>
                  </w:tcBorders>
                  <w:vAlign w:val="center"/>
                </w:tcPr>
                <w:p w14:paraId="63B42FE0" w14:textId="77777777" w:rsidR="00877635" w:rsidRDefault="00877635" w:rsidP="00877635">
                  <w:pPr>
                    <w:ind w:firstLine="0"/>
                    <w:rPr>
                      <w:b/>
                      <w:bCs/>
                      <w:sz w:val="24"/>
                      <w:szCs w:val="24"/>
                    </w:rPr>
                  </w:pPr>
                </w:p>
                <w:p w14:paraId="129D7D8B" w14:textId="77777777" w:rsidR="00877635" w:rsidRDefault="00877635" w:rsidP="00877635">
                  <w:pPr>
                    <w:ind w:firstLine="0"/>
                    <w:rPr>
                      <w:b/>
                      <w:bCs/>
                      <w:sz w:val="24"/>
                      <w:szCs w:val="24"/>
                    </w:rPr>
                  </w:pPr>
                  <w:r>
                    <w:rPr>
                      <w:b/>
                      <w:bCs/>
                      <w:sz w:val="24"/>
                      <w:szCs w:val="24"/>
                    </w:rPr>
                    <w:t xml:space="preserve">PROJETOR PORTATIL </w:t>
                  </w:r>
                </w:p>
                <w:p w14:paraId="3EE5F6D1" w14:textId="77777777" w:rsidR="00877635" w:rsidRDefault="00877635" w:rsidP="00877635">
                  <w:pPr>
                    <w:ind w:firstLine="0"/>
                    <w:rPr>
                      <w:b/>
                      <w:bCs/>
                      <w:sz w:val="24"/>
                      <w:szCs w:val="24"/>
                    </w:rPr>
                  </w:pPr>
                </w:p>
                <w:p w14:paraId="173A880B" w14:textId="77777777" w:rsidR="00877635" w:rsidRDefault="00877635" w:rsidP="00877635">
                  <w:pPr>
                    <w:ind w:firstLine="0"/>
                    <w:rPr>
                      <w:b/>
                      <w:bCs/>
                    </w:rPr>
                  </w:pPr>
                  <w:r>
                    <w:rPr>
                      <w:b/>
                      <w:bCs/>
                    </w:rPr>
                    <w:t>CARACTERÍSTICAS:</w:t>
                  </w:r>
                </w:p>
                <w:p w14:paraId="3B81D8DA" w14:textId="77777777" w:rsidR="00877635" w:rsidRDefault="00877635" w:rsidP="00877635">
                  <w:pPr>
                    <w:ind w:firstLine="0"/>
                    <w:rPr>
                      <w:sz w:val="24"/>
                      <w:szCs w:val="24"/>
                    </w:rPr>
                  </w:pPr>
                </w:p>
                <w:p w14:paraId="7F68E847" w14:textId="77777777" w:rsidR="00877635" w:rsidRDefault="00877635" w:rsidP="00877635">
                  <w:pPr>
                    <w:ind w:firstLine="0"/>
                    <w:rPr>
                      <w:sz w:val="24"/>
                      <w:szCs w:val="24"/>
                    </w:rPr>
                  </w:pPr>
                  <w:r>
                    <w:rPr>
                      <w:sz w:val="24"/>
                      <w:szCs w:val="24"/>
                    </w:rPr>
                    <w:t xml:space="preserve">WIFI 6 </w:t>
                  </w:r>
                </w:p>
                <w:p w14:paraId="76A3D7C3" w14:textId="77777777" w:rsidR="00877635" w:rsidRDefault="00877635" w:rsidP="00877635">
                  <w:pPr>
                    <w:ind w:firstLine="0"/>
                    <w:rPr>
                      <w:sz w:val="24"/>
                      <w:szCs w:val="24"/>
                    </w:rPr>
                  </w:pPr>
                  <w:r>
                    <w:rPr>
                      <w:sz w:val="24"/>
                      <w:szCs w:val="24"/>
                    </w:rPr>
                    <w:t xml:space="preserve">BLUETOOTH 5.0 </w:t>
                  </w:r>
                </w:p>
                <w:p w14:paraId="06994A4E" w14:textId="77777777" w:rsidR="00877635" w:rsidRDefault="00877635" w:rsidP="00877635">
                  <w:pPr>
                    <w:ind w:firstLine="0"/>
                    <w:rPr>
                      <w:sz w:val="24"/>
                      <w:szCs w:val="24"/>
                      <w:lang w:val="en-US"/>
                    </w:rPr>
                  </w:pPr>
                  <w:r>
                    <w:rPr>
                      <w:sz w:val="24"/>
                      <w:szCs w:val="24"/>
                      <w:lang w:val="en-US"/>
                    </w:rPr>
                    <w:t xml:space="preserve">ANDROID 11 </w:t>
                  </w:r>
                </w:p>
                <w:p w14:paraId="41C44C8E" w14:textId="77777777" w:rsidR="00877635" w:rsidRDefault="00877635" w:rsidP="00877635">
                  <w:pPr>
                    <w:ind w:firstLine="0"/>
                    <w:rPr>
                      <w:sz w:val="24"/>
                      <w:szCs w:val="24"/>
                      <w:lang w:val="en-US"/>
                    </w:rPr>
                  </w:pPr>
                  <w:r>
                    <w:rPr>
                      <w:sz w:val="24"/>
                      <w:szCs w:val="24"/>
                      <w:lang w:val="en-US"/>
                    </w:rPr>
                    <w:t xml:space="preserve">HY300 PROJETOR 4K 1080 FULL HD </w:t>
                  </w:r>
                </w:p>
                <w:p w14:paraId="22B9C299" w14:textId="77777777" w:rsidR="00877635" w:rsidRDefault="00877635" w:rsidP="00877635">
                  <w:pPr>
                    <w:ind w:firstLine="0"/>
                    <w:rPr>
                      <w:sz w:val="24"/>
                      <w:szCs w:val="24"/>
                    </w:rPr>
                  </w:pPr>
                  <w:r>
                    <w:rPr>
                      <w:sz w:val="24"/>
                      <w:szCs w:val="24"/>
                    </w:rPr>
                    <w:t>SUPORTE 8000 LUMENS</w:t>
                  </w:r>
                </w:p>
                <w:p w14:paraId="4B6B2758" w14:textId="77777777" w:rsidR="00877635" w:rsidRDefault="00877635" w:rsidP="00877635">
                  <w:pPr>
                    <w:ind w:firstLine="0"/>
                    <w:rPr>
                      <w:sz w:val="24"/>
                      <w:szCs w:val="24"/>
                    </w:rPr>
                  </w:pPr>
                  <w:r>
                    <w:rPr>
                      <w:sz w:val="24"/>
                      <w:szCs w:val="24"/>
                    </w:rPr>
                    <w:t>PARA CELULAR LED PROJETE ATÉ 130 POLEGADAS</w:t>
                  </w:r>
                </w:p>
                <w:p w14:paraId="68D14AE9" w14:textId="77777777" w:rsidR="00877635" w:rsidRDefault="00877635" w:rsidP="00877635">
                  <w:pPr>
                    <w:ind w:firstLine="0"/>
                  </w:pPr>
                </w:p>
              </w:tc>
              <w:tc>
                <w:tcPr>
                  <w:tcW w:w="1622" w:type="dxa"/>
                  <w:tcBorders>
                    <w:top w:val="single" w:sz="4" w:space="0" w:color="auto"/>
                    <w:left w:val="single" w:sz="4" w:space="0" w:color="auto"/>
                    <w:bottom w:val="single" w:sz="4" w:space="0" w:color="auto"/>
                    <w:right w:val="single" w:sz="4" w:space="0" w:color="auto"/>
                  </w:tcBorders>
                  <w:vAlign w:val="center"/>
                </w:tcPr>
                <w:p w14:paraId="4033B4B8" w14:textId="77777777" w:rsidR="00877635" w:rsidRDefault="00877635" w:rsidP="00877635">
                  <w:pPr>
                    <w:ind w:firstLine="0"/>
                    <w:jc w:val="center"/>
                  </w:pPr>
                </w:p>
                <w:p w14:paraId="1AA8DC26" w14:textId="77777777" w:rsidR="00877635" w:rsidRDefault="00877635" w:rsidP="00877635">
                  <w:pPr>
                    <w:ind w:firstLine="0"/>
                    <w:jc w:val="center"/>
                    <w:rPr>
                      <w:highlight w:val="yellow"/>
                    </w:rPr>
                  </w:pPr>
                  <w:r>
                    <w:t>10</w:t>
                  </w:r>
                </w:p>
              </w:tc>
            </w:tr>
            <w:tr w:rsidR="00877635" w14:paraId="2656643F" w14:textId="77777777" w:rsidTr="00877635">
              <w:trPr>
                <w:jc w:val="center"/>
              </w:trPr>
              <w:tc>
                <w:tcPr>
                  <w:tcW w:w="1378" w:type="dxa"/>
                  <w:tcBorders>
                    <w:top w:val="single" w:sz="4" w:space="0" w:color="auto"/>
                    <w:left w:val="single" w:sz="4" w:space="0" w:color="auto"/>
                    <w:bottom w:val="single" w:sz="4" w:space="0" w:color="auto"/>
                    <w:right w:val="single" w:sz="4" w:space="0" w:color="auto"/>
                  </w:tcBorders>
                  <w:vAlign w:val="center"/>
                  <w:hideMark/>
                </w:tcPr>
                <w:p w14:paraId="6C17E28C" w14:textId="77777777" w:rsidR="00877635" w:rsidRDefault="00877635" w:rsidP="00877635">
                  <w:pPr>
                    <w:ind w:firstLine="0"/>
                    <w:jc w:val="center"/>
                  </w:pPr>
                  <w:r>
                    <w:t>02</w:t>
                  </w:r>
                </w:p>
              </w:tc>
              <w:tc>
                <w:tcPr>
                  <w:tcW w:w="5835" w:type="dxa"/>
                  <w:tcBorders>
                    <w:top w:val="single" w:sz="4" w:space="0" w:color="auto"/>
                    <w:left w:val="single" w:sz="4" w:space="0" w:color="auto"/>
                    <w:bottom w:val="single" w:sz="4" w:space="0" w:color="auto"/>
                    <w:right w:val="single" w:sz="4" w:space="0" w:color="auto"/>
                  </w:tcBorders>
                  <w:vAlign w:val="center"/>
                </w:tcPr>
                <w:p w14:paraId="6B5AF60A" w14:textId="77777777" w:rsidR="00877635" w:rsidRDefault="00877635" w:rsidP="00877635">
                  <w:pPr>
                    <w:spacing w:after="0" w:line="240" w:lineRule="auto"/>
                    <w:ind w:firstLine="0"/>
                    <w:rPr>
                      <w:b/>
                      <w:bCs/>
                      <w:sz w:val="24"/>
                      <w:szCs w:val="24"/>
                    </w:rPr>
                  </w:pPr>
                  <w:r>
                    <w:rPr>
                      <w:b/>
                      <w:bCs/>
                      <w:sz w:val="24"/>
                      <w:szCs w:val="24"/>
                    </w:rPr>
                    <w:t>TERMÔMETRO INTERNO DE PAREDE</w:t>
                  </w:r>
                </w:p>
                <w:p w14:paraId="1B9DCE1A" w14:textId="77777777" w:rsidR="00877635" w:rsidRDefault="00877635" w:rsidP="00877635">
                  <w:pPr>
                    <w:spacing w:after="0" w:line="240" w:lineRule="auto"/>
                    <w:ind w:firstLine="0"/>
                    <w:rPr>
                      <w:b/>
                      <w:bCs/>
                      <w:sz w:val="24"/>
                      <w:szCs w:val="24"/>
                    </w:rPr>
                  </w:pPr>
                </w:p>
                <w:p w14:paraId="0FF887A7" w14:textId="77777777" w:rsidR="00877635" w:rsidRDefault="00877635" w:rsidP="00877635">
                  <w:pPr>
                    <w:ind w:firstLine="0"/>
                    <w:rPr>
                      <w:b/>
                      <w:bCs/>
                    </w:rPr>
                  </w:pPr>
                  <w:r>
                    <w:rPr>
                      <w:b/>
                      <w:bCs/>
                    </w:rPr>
                    <w:t>CARACTERÍSTICAS:</w:t>
                  </w:r>
                </w:p>
                <w:p w14:paraId="4C78BABA" w14:textId="33AB2BE4" w:rsidR="00877635" w:rsidRDefault="00877635" w:rsidP="00877635">
                  <w:pPr>
                    <w:spacing w:after="0"/>
                    <w:ind w:left="807" w:hanging="807"/>
                    <w:jc w:val="left"/>
                    <w:rPr>
                      <w:sz w:val="24"/>
                      <w:szCs w:val="24"/>
                    </w:rPr>
                  </w:pPr>
                  <w:r>
                    <w:rPr>
                      <w:sz w:val="24"/>
                      <w:szCs w:val="24"/>
                    </w:rPr>
                    <w:t>TIPO DE MATERIAL ‎PLÁSTICO</w:t>
                  </w:r>
                </w:p>
                <w:p w14:paraId="4EA06017" w14:textId="77777777" w:rsidR="00877635" w:rsidRDefault="00877635" w:rsidP="00877635">
                  <w:pPr>
                    <w:spacing w:after="0"/>
                    <w:ind w:left="807" w:hanging="807"/>
                    <w:jc w:val="left"/>
                    <w:rPr>
                      <w:sz w:val="24"/>
                      <w:szCs w:val="24"/>
                    </w:rPr>
                  </w:pPr>
                  <w:r>
                    <w:rPr>
                      <w:sz w:val="24"/>
                      <w:szCs w:val="24"/>
                    </w:rPr>
                    <w:t>TIPOS DE ACABAMENTO</w:t>
                  </w:r>
                </w:p>
                <w:p w14:paraId="7993291F" w14:textId="77777777" w:rsidR="00877635" w:rsidRDefault="00877635" w:rsidP="00877635">
                  <w:pPr>
                    <w:spacing w:after="0"/>
                    <w:ind w:left="807" w:hanging="807"/>
                    <w:jc w:val="left"/>
                    <w:rPr>
                      <w:sz w:val="24"/>
                      <w:szCs w:val="24"/>
                    </w:rPr>
                  </w:pPr>
                  <w:r>
                    <w:rPr>
                      <w:sz w:val="24"/>
                      <w:szCs w:val="24"/>
                    </w:rPr>
                    <w:lastRenderedPageBreak/>
                    <w:t>DESCRIÇÃO DA BATERIA OU PILHA ‎AAA ALCALINA</w:t>
                  </w:r>
                </w:p>
                <w:p w14:paraId="1D9D7124" w14:textId="77777777" w:rsidR="00877635" w:rsidRDefault="00877635" w:rsidP="00877635">
                  <w:pPr>
                    <w:spacing w:after="0"/>
                    <w:ind w:left="807" w:hanging="807"/>
                    <w:jc w:val="left"/>
                    <w:rPr>
                      <w:sz w:val="24"/>
                      <w:szCs w:val="24"/>
                    </w:rPr>
                  </w:pPr>
                  <w:r>
                    <w:rPr>
                      <w:sz w:val="24"/>
                      <w:szCs w:val="24"/>
                    </w:rPr>
                    <w:t>POTÊNCIA EM WATTS</w:t>
                  </w:r>
                  <w:r>
                    <w:rPr>
                      <w:sz w:val="24"/>
                      <w:szCs w:val="24"/>
                    </w:rPr>
                    <w:tab/>
                    <w:t>‎20 WATTS</w:t>
                  </w:r>
                </w:p>
                <w:p w14:paraId="3C0A34B1" w14:textId="77777777" w:rsidR="00877635" w:rsidRDefault="00877635" w:rsidP="00877635">
                  <w:pPr>
                    <w:ind w:firstLine="0"/>
                    <w:jc w:val="left"/>
                    <w:rPr>
                      <w:sz w:val="24"/>
                      <w:szCs w:val="24"/>
                    </w:rPr>
                  </w:pPr>
                  <w:r>
                    <w:rPr>
                      <w:sz w:val="24"/>
                      <w:szCs w:val="24"/>
                    </w:rPr>
                    <w:t>VOLTAGEM</w:t>
                  </w:r>
                  <w:r>
                    <w:rPr>
                      <w:sz w:val="24"/>
                      <w:szCs w:val="24"/>
                    </w:rPr>
                    <w:tab/>
                    <w:t>‎110 VOLTS</w:t>
                  </w:r>
                </w:p>
                <w:p w14:paraId="6E943022" w14:textId="77777777" w:rsidR="00877635" w:rsidRDefault="00877635" w:rsidP="00877635">
                  <w:pPr>
                    <w:ind w:firstLine="0"/>
                    <w:jc w:val="left"/>
                    <w:rPr>
                      <w:sz w:val="24"/>
                      <w:szCs w:val="24"/>
                    </w:rPr>
                  </w:pPr>
                  <w:r>
                    <w:rPr>
                      <w:sz w:val="24"/>
                      <w:szCs w:val="24"/>
                    </w:rPr>
                    <w:t>COMPONENTES INCLUÍDOS</w:t>
                  </w:r>
                  <w:r>
                    <w:rPr>
                      <w:sz w:val="24"/>
                      <w:szCs w:val="24"/>
                    </w:rPr>
                    <w:tab/>
                    <w:t>‎MANUAL DE INSTRUÇÕES, VISOR DIGITAL, ACURITE MONITOR DE UMIDADE INTERNO</w:t>
                  </w:r>
                </w:p>
                <w:p w14:paraId="46076D48" w14:textId="77777777" w:rsidR="00877635" w:rsidRDefault="00877635" w:rsidP="00877635">
                  <w:pPr>
                    <w:ind w:firstLine="0"/>
                    <w:jc w:val="left"/>
                    <w:rPr>
                      <w:sz w:val="24"/>
                      <w:szCs w:val="24"/>
                    </w:rPr>
                  </w:pPr>
                </w:p>
                <w:p w14:paraId="25F83069" w14:textId="77777777" w:rsidR="00877635" w:rsidRDefault="00877635" w:rsidP="00877635">
                  <w:pPr>
                    <w:ind w:firstLine="0"/>
                    <w:jc w:val="left"/>
                    <w:rPr>
                      <w:sz w:val="24"/>
                      <w:szCs w:val="24"/>
                    </w:rPr>
                  </w:pPr>
                </w:p>
                <w:p w14:paraId="3D65EA09" w14:textId="77777777" w:rsidR="00877635" w:rsidRDefault="00877635" w:rsidP="00877635">
                  <w:pPr>
                    <w:ind w:firstLine="0"/>
                    <w:jc w:val="left"/>
                    <w:rPr>
                      <w:sz w:val="24"/>
                      <w:szCs w:val="24"/>
                    </w:rPr>
                  </w:pPr>
                </w:p>
                <w:p w14:paraId="09D03676" w14:textId="77777777" w:rsidR="00877635" w:rsidRDefault="00877635" w:rsidP="00877635">
                  <w:pPr>
                    <w:ind w:firstLine="0"/>
                    <w:jc w:val="left"/>
                    <w:rPr>
                      <w:sz w:val="24"/>
                      <w:szCs w:val="24"/>
                    </w:rPr>
                  </w:pPr>
                </w:p>
                <w:p w14:paraId="13C60285" w14:textId="77777777" w:rsidR="00877635" w:rsidRDefault="00877635" w:rsidP="00877635">
                  <w:pPr>
                    <w:ind w:firstLine="0"/>
                    <w:jc w:val="left"/>
                    <w:rPr>
                      <w:sz w:val="24"/>
                      <w:szCs w:val="24"/>
                    </w:rPr>
                  </w:pPr>
                </w:p>
                <w:p w14:paraId="2E5B5DE4" w14:textId="77777777" w:rsidR="00877635" w:rsidRDefault="00877635" w:rsidP="00877635">
                  <w:pPr>
                    <w:ind w:firstLine="0"/>
                    <w:jc w:val="left"/>
                    <w:rPr>
                      <w:sz w:val="24"/>
                      <w:szCs w:val="24"/>
                    </w:rPr>
                  </w:pPr>
                </w:p>
                <w:p w14:paraId="022DC8CD" w14:textId="77777777" w:rsidR="00877635" w:rsidRDefault="00877635" w:rsidP="00877635">
                  <w:pPr>
                    <w:ind w:firstLine="0"/>
                    <w:jc w:val="left"/>
                    <w:rPr>
                      <w:sz w:val="24"/>
                      <w:szCs w:val="24"/>
                    </w:rPr>
                  </w:pPr>
                </w:p>
              </w:tc>
              <w:tc>
                <w:tcPr>
                  <w:tcW w:w="1622" w:type="dxa"/>
                  <w:tcBorders>
                    <w:top w:val="single" w:sz="4" w:space="0" w:color="auto"/>
                    <w:left w:val="single" w:sz="4" w:space="0" w:color="auto"/>
                    <w:bottom w:val="single" w:sz="4" w:space="0" w:color="auto"/>
                    <w:right w:val="single" w:sz="4" w:space="0" w:color="auto"/>
                  </w:tcBorders>
                  <w:vAlign w:val="center"/>
                  <w:hideMark/>
                </w:tcPr>
                <w:p w14:paraId="317D1333" w14:textId="77777777" w:rsidR="00877635" w:rsidRDefault="00877635" w:rsidP="00877635">
                  <w:pPr>
                    <w:ind w:firstLine="0"/>
                    <w:jc w:val="center"/>
                    <w:rPr>
                      <w:highlight w:val="yellow"/>
                    </w:rPr>
                  </w:pPr>
                  <w:r>
                    <w:lastRenderedPageBreak/>
                    <w:t>12</w:t>
                  </w:r>
                </w:p>
              </w:tc>
            </w:tr>
            <w:tr w:rsidR="00DB18B9" w14:paraId="4B0E8B92" w14:textId="77777777" w:rsidTr="00877635">
              <w:trPr>
                <w:jc w:val="center"/>
              </w:trPr>
              <w:tc>
                <w:tcPr>
                  <w:tcW w:w="1378" w:type="dxa"/>
                  <w:tcBorders>
                    <w:top w:val="single" w:sz="4" w:space="0" w:color="auto"/>
                    <w:left w:val="single" w:sz="4" w:space="0" w:color="auto"/>
                    <w:bottom w:val="single" w:sz="4" w:space="0" w:color="auto"/>
                    <w:right w:val="single" w:sz="4" w:space="0" w:color="auto"/>
                  </w:tcBorders>
                  <w:vAlign w:val="center"/>
                </w:tcPr>
                <w:p w14:paraId="2602E9FE" w14:textId="77777777" w:rsidR="00DB18B9" w:rsidRDefault="00DB18B9" w:rsidP="00877635">
                  <w:pPr>
                    <w:ind w:firstLine="0"/>
                    <w:jc w:val="center"/>
                  </w:pPr>
                </w:p>
              </w:tc>
              <w:tc>
                <w:tcPr>
                  <w:tcW w:w="5835" w:type="dxa"/>
                  <w:tcBorders>
                    <w:top w:val="single" w:sz="4" w:space="0" w:color="auto"/>
                    <w:left w:val="single" w:sz="4" w:space="0" w:color="auto"/>
                    <w:bottom w:val="single" w:sz="4" w:space="0" w:color="auto"/>
                    <w:right w:val="single" w:sz="4" w:space="0" w:color="auto"/>
                  </w:tcBorders>
                  <w:vAlign w:val="center"/>
                </w:tcPr>
                <w:p w14:paraId="58D7793B" w14:textId="75B67B85" w:rsidR="00DB18B9" w:rsidRPr="002A2839" w:rsidRDefault="00B0545A" w:rsidP="002A2839">
                  <w:pPr>
                    <w:spacing w:after="0" w:line="240" w:lineRule="auto"/>
                    <w:ind w:firstLine="0"/>
                    <w:jc w:val="center"/>
                    <w:rPr>
                      <w:b/>
                      <w:bCs/>
                      <w:sz w:val="20"/>
                      <w:szCs w:val="20"/>
                    </w:rPr>
                  </w:pPr>
                  <w:r w:rsidRPr="002A2839">
                    <w:rPr>
                      <w:b/>
                      <w:bCs/>
                      <w:sz w:val="20"/>
                      <w:szCs w:val="20"/>
                    </w:rPr>
                    <w:t>LOTE 03 - COMPONENTES PARA COMPUTADORES</w:t>
                  </w:r>
                </w:p>
              </w:tc>
              <w:tc>
                <w:tcPr>
                  <w:tcW w:w="1622" w:type="dxa"/>
                  <w:tcBorders>
                    <w:top w:val="single" w:sz="4" w:space="0" w:color="auto"/>
                    <w:left w:val="single" w:sz="4" w:space="0" w:color="auto"/>
                    <w:bottom w:val="single" w:sz="4" w:space="0" w:color="auto"/>
                    <w:right w:val="single" w:sz="4" w:space="0" w:color="auto"/>
                  </w:tcBorders>
                  <w:vAlign w:val="center"/>
                </w:tcPr>
                <w:p w14:paraId="5D52C2F8" w14:textId="77777777" w:rsidR="00DB18B9" w:rsidRDefault="00DB18B9" w:rsidP="00877635">
                  <w:pPr>
                    <w:ind w:firstLine="0"/>
                    <w:jc w:val="center"/>
                  </w:pPr>
                </w:p>
              </w:tc>
            </w:tr>
            <w:tr w:rsidR="00E936FB" w14:paraId="16A80482" w14:textId="77777777" w:rsidTr="00877635">
              <w:trPr>
                <w:jc w:val="center"/>
              </w:trPr>
              <w:tc>
                <w:tcPr>
                  <w:tcW w:w="1378" w:type="dxa"/>
                  <w:tcBorders>
                    <w:top w:val="single" w:sz="4" w:space="0" w:color="auto"/>
                    <w:left w:val="single" w:sz="4" w:space="0" w:color="auto"/>
                    <w:bottom w:val="single" w:sz="4" w:space="0" w:color="auto"/>
                    <w:right w:val="single" w:sz="4" w:space="0" w:color="auto"/>
                  </w:tcBorders>
                  <w:vAlign w:val="center"/>
                </w:tcPr>
                <w:p w14:paraId="02EE68E8" w14:textId="77777777" w:rsidR="00E936FB" w:rsidRDefault="00E936FB" w:rsidP="00877635">
                  <w:pPr>
                    <w:ind w:firstLine="0"/>
                    <w:jc w:val="center"/>
                  </w:pPr>
                </w:p>
              </w:tc>
              <w:tc>
                <w:tcPr>
                  <w:tcW w:w="5835" w:type="dxa"/>
                  <w:tcBorders>
                    <w:top w:val="single" w:sz="4" w:space="0" w:color="auto"/>
                    <w:left w:val="single" w:sz="4" w:space="0" w:color="auto"/>
                    <w:bottom w:val="single" w:sz="4" w:space="0" w:color="auto"/>
                    <w:right w:val="single" w:sz="4" w:space="0" w:color="auto"/>
                  </w:tcBorders>
                  <w:vAlign w:val="center"/>
                </w:tcPr>
                <w:p w14:paraId="0F3B3545" w14:textId="77777777" w:rsidR="00E936FB" w:rsidRPr="00B0545A" w:rsidRDefault="00E936FB" w:rsidP="007427BC">
                  <w:pPr>
                    <w:spacing w:after="0" w:line="240" w:lineRule="auto"/>
                    <w:ind w:firstLine="0"/>
                    <w:rPr>
                      <w:b/>
                      <w:bCs/>
                      <w:sz w:val="24"/>
                      <w:szCs w:val="24"/>
                    </w:rPr>
                  </w:pPr>
                </w:p>
              </w:tc>
              <w:tc>
                <w:tcPr>
                  <w:tcW w:w="1622" w:type="dxa"/>
                  <w:tcBorders>
                    <w:top w:val="single" w:sz="4" w:space="0" w:color="auto"/>
                    <w:left w:val="single" w:sz="4" w:space="0" w:color="auto"/>
                    <w:bottom w:val="single" w:sz="4" w:space="0" w:color="auto"/>
                    <w:right w:val="single" w:sz="4" w:space="0" w:color="auto"/>
                  </w:tcBorders>
                  <w:vAlign w:val="center"/>
                </w:tcPr>
                <w:p w14:paraId="6D775941" w14:textId="77777777" w:rsidR="00E936FB" w:rsidRDefault="00E936FB" w:rsidP="00877635">
                  <w:pPr>
                    <w:ind w:firstLine="0"/>
                    <w:jc w:val="center"/>
                  </w:pPr>
                </w:p>
              </w:tc>
            </w:tr>
            <w:tr w:rsidR="007427BC" w14:paraId="522C3DD3" w14:textId="77777777" w:rsidTr="00877635">
              <w:trPr>
                <w:jc w:val="center"/>
              </w:trPr>
              <w:tc>
                <w:tcPr>
                  <w:tcW w:w="1378" w:type="dxa"/>
                  <w:tcBorders>
                    <w:top w:val="single" w:sz="4" w:space="0" w:color="auto"/>
                    <w:left w:val="single" w:sz="4" w:space="0" w:color="auto"/>
                    <w:bottom w:val="single" w:sz="4" w:space="0" w:color="auto"/>
                    <w:right w:val="single" w:sz="4" w:space="0" w:color="auto"/>
                  </w:tcBorders>
                  <w:vAlign w:val="center"/>
                </w:tcPr>
                <w:p w14:paraId="16E4E087" w14:textId="09102A6D" w:rsidR="007427BC" w:rsidRDefault="007427BC" w:rsidP="00877635">
                  <w:pPr>
                    <w:ind w:firstLine="0"/>
                    <w:jc w:val="center"/>
                  </w:pPr>
                  <w:r>
                    <w:t>1</w:t>
                  </w:r>
                </w:p>
              </w:tc>
              <w:tc>
                <w:tcPr>
                  <w:tcW w:w="5835" w:type="dxa"/>
                  <w:tcBorders>
                    <w:top w:val="single" w:sz="4" w:space="0" w:color="auto"/>
                    <w:left w:val="single" w:sz="4" w:space="0" w:color="auto"/>
                    <w:bottom w:val="single" w:sz="4" w:space="0" w:color="auto"/>
                    <w:right w:val="single" w:sz="4" w:space="0" w:color="auto"/>
                  </w:tcBorders>
                  <w:vAlign w:val="center"/>
                </w:tcPr>
                <w:p w14:paraId="34737196" w14:textId="77777777" w:rsidR="007427BC" w:rsidRDefault="007427BC" w:rsidP="007427BC">
                  <w:pPr>
                    <w:spacing w:after="0" w:line="240" w:lineRule="auto"/>
                    <w:ind w:firstLine="0"/>
                    <w:rPr>
                      <w:b/>
                      <w:bCs/>
                      <w:sz w:val="24"/>
                      <w:szCs w:val="24"/>
                    </w:rPr>
                  </w:pPr>
                </w:p>
                <w:p w14:paraId="4BD96693" w14:textId="77777777" w:rsidR="007427BC" w:rsidRDefault="007427BC" w:rsidP="007427BC">
                  <w:pPr>
                    <w:spacing w:after="0" w:line="240" w:lineRule="auto"/>
                    <w:ind w:firstLine="0"/>
                    <w:rPr>
                      <w:b/>
                      <w:bCs/>
                      <w:sz w:val="24"/>
                      <w:szCs w:val="24"/>
                    </w:rPr>
                  </w:pPr>
                  <w:r>
                    <w:rPr>
                      <w:b/>
                      <w:bCs/>
                      <w:sz w:val="24"/>
                      <w:szCs w:val="24"/>
                    </w:rPr>
                    <w:t>SUPORTE DUPLO PARA MONITOR E NOTEBOOK ARTICULADO</w:t>
                  </w:r>
                </w:p>
                <w:p w14:paraId="6E41027F" w14:textId="77777777" w:rsidR="007427BC" w:rsidRDefault="007427BC" w:rsidP="007427BC">
                  <w:pPr>
                    <w:spacing w:after="0" w:line="240" w:lineRule="auto"/>
                    <w:ind w:firstLine="0"/>
                    <w:rPr>
                      <w:b/>
                      <w:bCs/>
                      <w:sz w:val="24"/>
                      <w:szCs w:val="24"/>
                    </w:rPr>
                  </w:pPr>
                </w:p>
                <w:p w14:paraId="4F09ADF5" w14:textId="77777777" w:rsidR="007427BC" w:rsidRDefault="007427BC" w:rsidP="007427BC">
                  <w:pPr>
                    <w:spacing w:after="0" w:line="240" w:lineRule="auto"/>
                    <w:ind w:firstLine="0"/>
                    <w:rPr>
                      <w:b/>
                      <w:bCs/>
                      <w:sz w:val="24"/>
                      <w:szCs w:val="24"/>
                    </w:rPr>
                  </w:pPr>
                </w:p>
                <w:p w14:paraId="41637887" w14:textId="77777777" w:rsidR="007427BC" w:rsidRDefault="007427BC" w:rsidP="007427BC">
                  <w:pPr>
                    <w:ind w:firstLine="0"/>
                    <w:rPr>
                      <w:b/>
                      <w:bCs/>
                    </w:rPr>
                  </w:pPr>
                  <w:r>
                    <w:rPr>
                      <w:b/>
                      <w:bCs/>
                    </w:rPr>
                    <w:t>CARACTERÍSTICAS:</w:t>
                  </w:r>
                </w:p>
                <w:p w14:paraId="2013BBCC" w14:textId="77777777" w:rsidR="007427BC" w:rsidRDefault="007427BC" w:rsidP="007427BC">
                  <w:pPr>
                    <w:ind w:firstLine="0"/>
                    <w:rPr>
                      <w:b/>
                      <w:bCs/>
                    </w:rPr>
                  </w:pPr>
                </w:p>
                <w:p w14:paraId="3018320A" w14:textId="77777777" w:rsidR="007427BC" w:rsidRDefault="007427BC" w:rsidP="007427BC">
                  <w:pPr>
                    <w:ind w:firstLine="0"/>
                    <w:rPr>
                      <w:sz w:val="24"/>
                      <w:szCs w:val="24"/>
                    </w:rPr>
                  </w:pPr>
                  <w:r>
                    <w:rPr>
                      <w:sz w:val="24"/>
                      <w:szCs w:val="24"/>
                    </w:rPr>
                    <w:t>BANDEJA PARA NOTEBOOK ATÉ 15,5 POLEGADAS E MONITOR DE 15 A 32 POLEGADAS, COM SISTEMA DE PISTÃO QUE PERMITE O AJUSTE DE ALTURA E DIREÇÃO, COM A OPÇÃO DE 2 SISTEMAS DE FIXAÇÃO NA MESA ATRAVÉS DO SISTEMA “MORSA” E ATRAVÉS DE PARAFUSO PASSANTE NA COR PRETO COM GARANTIA MÍNIMA DE 3 MESES CONTRA DEFEITOS DE FABRICAÇÃO.</w:t>
                  </w:r>
                </w:p>
                <w:p w14:paraId="2B447490" w14:textId="77777777" w:rsidR="007427BC" w:rsidRDefault="007427BC" w:rsidP="007427BC">
                  <w:pPr>
                    <w:ind w:firstLine="0"/>
                    <w:rPr>
                      <w:sz w:val="24"/>
                      <w:szCs w:val="24"/>
                    </w:rPr>
                  </w:pPr>
                </w:p>
                <w:p w14:paraId="7C38845D" w14:textId="77777777" w:rsidR="007427BC" w:rsidRDefault="007427BC" w:rsidP="007427BC">
                  <w:pPr>
                    <w:ind w:firstLine="0"/>
                    <w:rPr>
                      <w:sz w:val="24"/>
                      <w:szCs w:val="24"/>
                    </w:rPr>
                  </w:pPr>
                </w:p>
                <w:p w14:paraId="658664C5" w14:textId="77777777" w:rsidR="007427BC" w:rsidRPr="007427BC" w:rsidRDefault="007427BC" w:rsidP="00877635">
                  <w:pPr>
                    <w:spacing w:after="0" w:line="240" w:lineRule="auto"/>
                    <w:ind w:firstLine="0"/>
                    <w:rPr>
                      <w:b/>
                      <w:bCs/>
                      <w:sz w:val="24"/>
                      <w:szCs w:val="24"/>
                    </w:rPr>
                  </w:pPr>
                </w:p>
              </w:tc>
              <w:tc>
                <w:tcPr>
                  <w:tcW w:w="1622" w:type="dxa"/>
                  <w:tcBorders>
                    <w:top w:val="single" w:sz="4" w:space="0" w:color="auto"/>
                    <w:left w:val="single" w:sz="4" w:space="0" w:color="auto"/>
                    <w:bottom w:val="single" w:sz="4" w:space="0" w:color="auto"/>
                    <w:right w:val="single" w:sz="4" w:space="0" w:color="auto"/>
                  </w:tcBorders>
                  <w:vAlign w:val="center"/>
                </w:tcPr>
                <w:p w14:paraId="6FD4CF93" w14:textId="29B2C666" w:rsidR="007427BC" w:rsidRDefault="007427BC" w:rsidP="00877635">
                  <w:pPr>
                    <w:ind w:firstLine="0"/>
                    <w:jc w:val="center"/>
                  </w:pPr>
                  <w:r>
                    <w:t>30</w:t>
                  </w:r>
                </w:p>
              </w:tc>
            </w:tr>
            <w:tr w:rsidR="007427BC" w14:paraId="26192C63" w14:textId="77777777" w:rsidTr="00877635">
              <w:trPr>
                <w:jc w:val="center"/>
              </w:trPr>
              <w:tc>
                <w:tcPr>
                  <w:tcW w:w="1378" w:type="dxa"/>
                  <w:tcBorders>
                    <w:top w:val="single" w:sz="4" w:space="0" w:color="auto"/>
                    <w:left w:val="single" w:sz="4" w:space="0" w:color="auto"/>
                    <w:bottom w:val="single" w:sz="4" w:space="0" w:color="auto"/>
                    <w:right w:val="single" w:sz="4" w:space="0" w:color="auto"/>
                  </w:tcBorders>
                  <w:vAlign w:val="center"/>
                </w:tcPr>
                <w:p w14:paraId="0B2C8026" w14:textId="2EC88644" w:rsidR="007427BC" w:rsidRDefault="007427BC" w:rsidP="00877635">
                  <w:pPr>
                    <w:ind w:firstLine="0"/>
                    <w:jc w:val="center"/>
                  </w:pPr>
                  <w:r>
                    <w:lastRenderedPageBreak/>
                    <w:t>2</w:t>
                  </w:r>
                </w:p>
              </w:tc>
              <w:tc>
                <w:tcPr>
                  <w:tcW w:w="5835" w:type="dxa"/>
                  <w:tcBorders>
                    <w:top w:val="single" w:sz="4" w:space="0" w:color="auto"/>
                    <w:left w:val="single" w:sz="4" w:space="0" w:color="auto"/>
                    <w:bottom w:val="single" w:sz="4" w:space="0" w:color="auto"/>
                    <w:right w:val="single" w:sz="4" w:space="0" w:color="auto"/>
                  </w:tcBorders>
                  <w:vAlign w:val="center"/>
                </w:tcPr>
                <w:p w14:paraId="5900246C" w14:textId="77777777" w:rsidR="007427BC" w:rsidRPr="007427BC" w:rsidRDefault="007427BC" w:rsidP="007427BC">
                  <w:pPr>
                    <w:spacing w:after="0" w:line="240" w:lineRule="auto"/>
                    <w:ind w:firstLine="0"/>
                    <w:rPr>
                      <w:b/>
                      <w:bCs/>
                      <w:sz w:val="24"/>
                      <w:szCs w:val="24"/>
                    </w:rPr>
                  </w:pPr>
                  <w:r w:rsidRPr="007427BC">
                    <w:rPr>
                      <w:b/>
                      <w:bCs/>
                      <w:sz w:val="24"/>
                      <w:szCs w:val="24"/>
                    </w:rPr>
                    <w:t>BATERIA PARA NOTEBOOK LENOVO THINKPAD E14 4 GEN</w:t>
                  </w:r>
                </w:p>
                <w:p w14:paraId="758218E0" w14:textId="77777777" w:rsidR="007427BC" w:rsidRPr="007427BC" w:rsidRDefault="007427BC" w:rsidP="007427BC">
                  <w:pPr>
                    <w:spacing w:after="0" w:line="240" w:lineRule="auto"/>
                    <w:ind w:firstLine="0"/>
                    <w:rPr>
                      <w:b/>
                      <w:bCs/>
                      <w:sz w:val="24"/>
                      <w:szCs w:val="24"/>
                    </w:rPr>
                  </w:pPr>
                </w:p>
                <w:p w14:paraId="1B013AD2" w14:textId="77777777" w:rsidR="007427BC" w:rsidRPr="007427BC" w:rsidRDefault="007427BC" w:rsidP="007427BC">
                  <w:pPr>
                    <w:spacing w:after="0" w:line="240" w:lineRule="auto"/>
                    <w:ind w:firstLine="0"/>
                    <w:rPr>
                      <w:b/>
                      <w:bCs/>
                      <w:sz w:val="24"/>
                      <w:szCs w:val="24"/>
                    </w:rPr>
                  </w:pPr>
                  <w:r w:rsidRPr="007427BC">
                    <w:rPr>
                      <w:b/>
                      <w:bCs/>
                      <w:sz w:val="24"/>
                      <w:szCs w:val="24"/>
                    </w:rPr>
                    <w:t>CARACTERÍSTICAS:</w:t>
                  </w:r>
                </w:p>
                <w:p w14:paraId="193A3E11" w14:textId="77777777" w:rsidR="007427BC" w:rsidRPr="007427BC" w:rsidRDefault="007427BC" w:rsidP="007427BC">
                  <w:pPr>
                    <w:spacing w:after="0" w:line="240" w:lineRule="auto"/>
                    <w:ind w:firstLine="0"/>
                    <w:rPr>
                      <w:sz w:val="24"/>
                      <w:szCs w:val="24"/>
                    </w:rPr>
                  </w:pPr>
                  <w:r w:rsidRPr="007427BC">
                    <w:rPr>
                      <w:sz w:val="24"/>
                      <w:szCs w:val="24"/>
                    </w:rPr>
                    <w:t>11.1V</w:t>
                  </w:r>
                </w:p>
                <w:p w14:paraId="6A6BD95B" w14:textId="77777777" w:rsidR="007427BC" w:rsidRPr="007427BC" w:rsidRDefault="007427BC" w:rsidP="007427BC">
                  <w:pPr>
                    <w:spacing w:after="0" w:line="240" w:lineRule="auto"/>
                    <w:ind w:firstLine="0"/>
                    <w:rPr>
                      <w:sz w:val="24"/>
                      <w:szCs w:val="24"/>
                    </w:rPr>
                  </w:pPr>
                  <w:r w:rsidRPr="007427BC">
                    <w:rPr>
                      <w:sz w:val="24"/>
                      <w:szCs w:val="24"/>
                    </w:rPr>
                    <w:t>45WH</w:t>
                  </w:r>
                </w:p>
                <w:p w14:paraId="467E6754" w14:textId="77777777" w:rsidR="007427BC" w:rsidRPr="007427BC" w:rsidRDefault="007427BC" w:rsidP="007427BC">
                  <w:pPr>
                    <w:spacing w:after="0" w:line="240" w:lineRule="auto"/>
                    <w:ind w:firstLine="0"/>
                    <w:rPr>
                      <w:sz w:val="24"/>
                      <w:szCs w:val="24"/>
                    </w:rPr>
                  </w:pPr>
                  <w:r w:rsidRPr="007427BC">
                    <w:rPr>
                      <w:sz w:val="24"/>
                      <w:szCs w:val="24"/>
                    </w:rPr>
                    <w:t>4055MAH</w:t>
                  </w:r>
                </w:p>
                <w:p w14:paraId="7A4ED13C" w14:textId="77777777" w:rsidR="007427BC" w:rsidRPr="007427BC" w:rsidRDefault="007427BC" w:rsidP="007427BC">
                  <w:pPr>
                    <w:spacing w:after="0" w:line="240" w:lineRule="auto"/>
                    <w:ind w:firstLine="0"/>
                    <w:rPr>
                      <w:sz w:val="24"/>
                      <w:szCs w:val="24"/>
                    </w:rPr>
                  </w:pPr>
                  <w:r w:rsidRPr="007427BC">
                    <w:rPr>
                      <w:sz w:val="24"/>
                      <w:szCs w:val="24"/>
                    </w:rPr>
                    <w:t>TIPO DE BATERIA: LITIO</w:t>
                  </w:r>
                </w:p>
                <w:p w14:paraId="3CBDF531" w14:textId="77777777" w:rsidR="007427BC" w:rsidRPr="007427BC" w:rsidRDefault="007427BC" w:rsidP="007427BC">
                  <w:pPr>
                    <w:spacing w:after="0" w:line="240" w:lineRule="auto"/>
                    <w:ind w:firstLine="0"/>
                    <w:rPr>
                      <w:sz w:val="24"/>
                      <w:szCs w:val="24"/>
                    </w:rPr>
                  </w:pPr>
                  <w:r w:rsidRPr="007427BC">
                    <w:rPr>
                      <w:sz w:val="24"/>
                      <w:szCs w:val="24"/>
                    </w:rPr>
                    <w:t>GARANTIA MÍNIMA: 12 MESES</w:t>
                  </w:r>
                </w:p>
                <w:p w14:paraId="453CF71D" w14:textId="77777777" w:rsidR="007427BC" w:rsidRDefault="007427BC" w:rsidP="007427BC">
                  <w:pPr>
                    <w:spacing w:after="0" w:line="240" w:lineRule="auto"/>
                    <w:ind w:firstLine="0"/>
                    <w:rPr>
                      <w:b/>
                      <w:bCs/>
                      <w:sz w:val="24"/>
                      <w:szCs w:val="24"/>
                    </w:rPr>
                  </w:pPr>
                </w:p>
              </w:tc>
              <w:tc>
                <w:tcPr>
                  <w:tcW w:w="1622" w:type="dxa"/>
                  <w:tcBorders>
                    <w:top w:val="single" w:sz="4" w:space="0" w:color="auto"/>
                    <w:left w:val="single" w:sz="4" w:space="0" w:color="auto"/>
                    <w:bottom w:val="single" w:sz="4" w:space="0" w:color="auto"/>
                    <w:right w:val="single" w:sz="4" w:space="0" w:color="auto"/>
                  </w:tcBorders>
                  <w:vAlign w:val="center"/>
                </w:tcPr>
                <w:p w14:paraId="4EE0EE0C" w14:textId="791F0D42" w:rsidR="007427BC" w:rsidRDefault="007427BC" w:rsidP="00877635">
                  <w:pPr>
                    <w:ind w:firstLine="0"/>
                    <w:jc w:val="center"/>
                  </w:pPr>
                  <w:r>
                    <w:t>32</w:t>
                  </w:r>
                </w:p>
              </w:tc>
            </w:tr>
          </w:tbl>
          <w:p w14:paraId="2F7B3D64" w14:textId="77777777" w:rsidR="00877635" w:rsidRDefault="00877635" w:rsidP="007C427C">
            <w:pPr>
              <w:spacing w:after="0" w:line="240" w:lineRule="auto"/>
              <w:ind w:firstLine="0"/>
              <w:rPr>
                <w:b/>
                <w:bCs/>
                <w:sz w:val="24"/>
                <w:szCs w:val="24"/>
              </w:rPr>
            </w:pPr>
          </w:p>
          <w:tbl>
            <w:tblPr>
              <w:tblStyle w:val="Tabelacomgrade"/>
              <w:tblW w:w="0" w:type="auto"/>
              <w:jc w:val="center"/>
              <w:tblLook w:val="04A0" w:firstRow="1" w:lastRow="0" w:firstColumn="1" w:lastColumn="0" w:noHBand="0" w:noVBand="1"/>
            </w:tblPr>
            <w:tblGrid>
              <w:gridCol w:w="1358"/>
              <w:gridCol w:w="55"/>
              <w:gridCol w:w="5957"/>
              <w:gridCol w:w="1403"/>
              <w:gridCol w:w="7"/>
            </w:tblGrid>
            <w:tr w:rsidR="009F4BA0" w14:paraId="1BE12ED0" w14:textId="77777777" w:rsidTr="009F4BA0">
              <w:trPr>
                <w:gridAfter w:val="1"/>
                <w:wAfter w:w="7" w:type="dxa"/>
                <w:jc w:val="center"/>
              </w:trPr>
              <w:tc>
                <w:tcPr>
                  <w:tcW w:w="141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3E0D64" w14:textId="77777777" w:rsidR="009F4BA0" w:rsidRDefault="009F4BA0" w:rsidP="009F4BA0">
                  <w:pPr>
                    <w:spacing w:after="0" w:line="240" w:lineRule="auto"/>
                    <w:ind w:firstLine="0"/>
                    <w:rPr>
                      <w:b/>
                      <w:bCs/>
                      <w:sz w:val="24"/>
                      <w:szCs w:val="24"/>
                    </w:rPr>
                  </w:pPr>
                </w:p>
              </w:tc>
              <w:tc>
                <w:tcPr>
                  <w:tcW w:w="59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9491CB" w14:textId="77777777" w:rsidR="009F4BA0" w:rsidRDefault="009F4BA0" w:rsidP="009F4BA0">
                  <w:pPr>
                    <w:spacing w:after="0" w:line="240" w:lineRule="auto"/>
                    <w:ind w:firstLine="0"/>
                    <w:jc w:val="center"/>
                    <w:rPr>
                      <w:b/>
                      <w:bCs/>
                      <w:sz w:val="24"/>
                      <w:szCs w:val="24"/>
                    </w:rPr>
                  </w:pPr>
                  <w:r>
                    <w:rPr>
                      <w:b/>
                      <w:bCs/>
                      <w:sz w:val="24"/>
                      <w:szCs w:val="24"/>
                    </w:rPr>
                    <w:t>LOTE 04 - REDE E CONECTIVIDADE</w:t>
                  </w:r>
                </w:p>
              </w:tc>
              <w:tc>
                <w:tcPr>
                  <w:tcW w:w="140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A9D1C4" w14:textId="77777777" w:rsidR="009F4BA0" w:rsidRDefault="009F4BA0" w:rsidP="009F4BA0">
                  <w:pPr>
                    <w:spacing w:after="0" w:line="240" w:lineRule="auto"/>
                    <w:ind w:firstLine="0"/>
                    <w:rPr>
                      <w:b/>
                      <w:bCs/>
                      <w:sz w:val="24"/>
                      <w:szCs w:val="24"/>
                    </w:rPr>
                  </w:pPr>
                </w:p>
              </w:tc>
            </w:tr>
            <w:tr w:rsidR="009F4BA0" w14:paraId="3AEBD535" w14:textId="77777777" w:rsidTr="009F4BA0">
              <w:trPr>
                <w:gridAfter w:val="1"/>
                <w:wAfter w:w="7" w:type="dxa"/>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14:paraId="28CD968A" w14:textId="77777777" w:rsidR="009F4BA0" w:rsidRDefault="009F4BA0" w:rsidP="009F4BA0">
                  <w:pPr>
                    <w:spacing w:after="0" w:line="240" w:lineRule="auto"/>
                    <w:ind w:firstLine="0"/>
                    <w:jc w:val="center"/>
                    <w:rPr>
                      <w:sz w:val="24"/>
                      <w:szCs w:val="24"/>
                    </w:rPr>
                  </w:pPr>
                </w:p>
                <w:p w14:paraId="7214EFB7" w14:textId="77777777" w:rsidR="009F4BA0" w:rsidRDefault="009F4BA0" w:rsidP="009F4BA0">
                  <w:pPr>
                    <w:spacing w:after="0" w:line="240" w:lineRule="auto"/>
                    <w:ind w:firstLine="0"/>
                    <w:jc w:val="center"/>
                    <w:rPr>
                      <w:sz w:val="24"/>
                      <w:szCs w:val="24"/>
                    </w:rPr>
                  </w:pPr>
                </w:p>
                <w:p w14:paraId="283D398A" w14:textId="77777777" w:rsidR="009F4BA0" w:rsidRDefault="009F4BA0" w:rsidP="009F4BA0">
                  <w:pPr>
                    <w:spacing w:after="0" w:line="240" w:lineRule="auto"/>
                    <w:ind w:firstLine="0"/>
                    <w:jc w:val="center"/>
                    <w:rPr>
                      <w:sz w:val="24"/>
                      <w:szCs w:val="24"/>
                    </w:rPr>
                  </w:pPr>
                </w:p>
                <w:p w14:paraId="4FD538ED" w14:textId="77777777" w:rsidR="009F4BA0" w:rsidRDefault="009F4BA0" w:rsidP="009F4BA0">
                  <w:pPr>
                    <w:spacing w:after="0" w:line="240" w:lineRule="auto"/>
                    <w:ind w:firstLine="0"/>
                    <w:jc w:val="center"/>
                    <w:rPr>
                      <w:sz w:val="24"/>
                      <w:szCs w:val="24"/>
                    </w:rPr>
                  </w:pPr>
                </w:p>
                <w:p w14:paraId="41F5B51D" w14:textId="77777777" w:rsidR="009F4BA0" w:rsidRDefault="009F4BA0" w:rsidP="009F4BA0">
                  <w:pPr>
                    <w:spacing w:after="0" w:line="240" w:lineRule="auto"/>
                    <w:ind w:firstLine="0"/>
                    <w:jc w:val="center"/>
                    <w:rPr>
                      <w:sz w:val="24"/>
                      <w:szCs w:val="24"/>
                    </w:rPr>
                  </w:pPr>
                  <w:r>
                    <w:rPr>
                      <w:sz w:val="24"/>
                      <w:szCs w:val="24"/>
                    </w:rPr>
                    <w:t>1</w:t>
                  </w:r>
                </w:p>
              </w:tc>
              <w:tc>
                <w:tcPr>
                  <w:tcW w:w="5957" w:type="dxa"/>
                  <w:tcBorders>
                    <w:top w:val="single" w:sz="4" w:space="0" w:color="auto"/>
                    <w:left w:val="single" w:sz="4" w:space="0" w:color="auto"/>
                    <w:bottom w:val="single" w:sz="4" w:space="0" w:color="auto"/>
                    <w:right w:val="single" w:sz="4" w:space="0" w:color="auto"/>
                  </w:tcBorders>
                  <w:vAlign w:val="center"/>
                </w:tcPr>
                <w:p w14:paraId="0A31EB49" w14:textId="77777777" w:rsidR="009F4BA0" w:rsidRDefault="009F4BA0" w:rsidP="009F4BA0">
                  <w:pPr>
                    <w:spacing w:after="0" w:line="240" w:lineRule="auto"/>
                    <w:ind w:firstLine="0"/>
                    <w:rPr>
                      <w:b/>
                      <w:bCs/>
                      <w:sz w:val="24"/>
                      <w:szCs w:val="24"/>
                    </w:rPr>
                  </w:pPr>
                  <w:r>
                    <w:rPr>
                      <w:b/>
                      <w:bCs/>
                      <w:sz w:val="24"/>
                      <w:szCs w:val="24"/>
                    </w:rPr>
                    <w:t xml:space="preserve">TESTADOR DE CABOS RJ45 </w:t>
                  </w:r>
                </w:p>
                <w:p w14:paraId="381C0984" w14:textId="77777777" w:rsidR="009F4BA0" w:rsidRDefault="009F4BA0" w:rsidP="009F4BA0">
                  <w:pPr>
                    <w:spacing w:after="0" w:line="240" w:lineRule="auto"/>
                    <w:ind w:firstLine="0"/>
                    <w:rPr>
                      <w:b/>
                      <w:bCs/>
                      <w:sz w:val="24"/>
                      <w:szCs w:val="24"/>
                    </w:rPr>
                  </w:pPr>
                </w:p>
                <w:p w14:paraId="26A5D70F" w14:textId="77777777" w:rsidR="009F4BA0" w:rsidRDefault="009F4BA0" w:rsidP="009F4BA0">
                  <w:pPr>
                    <w:spacing w:after="0" w:line="240" w:lineRule="auto"/>
                    <w:ind w:firstLine="0"/>
                    <w:rPr>
                      <w:b/>
                      <w:bCs/>
                    </w:rPr>
                  </w:pPr>
                  <w:r>
                    <w:rPr>
                      <w:b/>
                      <w:bCs/>
                    </w:rPr>
                    <w:t>CARACTERÍSTICAS:</w:t>
                  </w:r>
                </w:p>
                <w:p w14:paraId="43382694" w14:textId="77777777" w:rsidR="009F4BA0" w:rsidRDefault="009F4BA0" w:rsidP="009F4BA0">
                  <w:pPr>
                    <w:spacing w:after="0" w:line="240" w:lineRule="auto"/>
                    <w:ind w:firstLine="0"/>
                    <w:rPr>
                      <w:b/>
                      <w:bCs/>
                    </w:rPr>
                  </w:pPr>
                </w:p>
                <w:p w14:paraId="5C2CC438" w14:textId="77777777" w:rsidR="009F4BA0" w:rsidRDefault="009F4BA0" w:rsidP="009F4BA0">
                  <w:pPr>
                    <w:spacing w:after="0" w:line="240" w:lineRule="auto"/>
                    <w:ind w:firstLine="0"/>
                    <w:rPr>
                      <w:sz w:val="24"/>
                      <w:szCs w:val="24"/>
                    </w:rPr>
                  </w:pPr>
                  <w:r>
                    <w:rPr>
                      <w:sz w:val="24"/>
                      <w:szCs w:val="24"/>
                    </w:rPr>
                    <w:t xml:space="preserve">RASTREADOR DE CABOS (ZUMBIDOR) </w:t>
                  </w:r>
                </w:p>
                <w:p w14:paraId="3C708AFC" w14:textId="77777777" w:rsidR="009F4BA0" w:rsidRDefault="009F4BA0" w:rsidP="009F4BA0">
                  <w:pPr>
                    <w:spacing w:after="0" w:line="240" w:lineRule="auto"/>
                    <w:ind w:firstLine="0"/>
                    <w:rPr>
                      <w:sz w:val="24"/>
                      <w:szCs w:val="24"/>
                    </w:rPr>
                  </w:pPr>
                  <w:r>
                    <w:rPr>
                      <w:sz w:val="24"/>
                      <w:szCs w:val="24"/>
                    </w:rPr>
                    <w:t xml:space="preserve">TESTE DE POE  </w:t>
                  </w:r>
                </w:p>
                <w:p w14:paraId="4490BBF0" w14:textId="77777777" w:rsidR="009F4BA0" w:rsidRDefault="009F4BA0" w:rsidP="009F4BA0">
                  <w:pPr>
                    <w:spacing w:after="0" w:line="240" w:lineRule="auto"/>
                    <w:ind w:firstLine="0"/>
                    <w:rPr>
                      <w:sz w:val="24"/>
                      <w:szCs w:val="24"/>
                    </w:rPr>
                  </w:pPr>
                  <w:r>
                    <w:rPr>
                      <w:sz w:val="24"/>
                      <w:szCs w:val="24"/>
                    </w:rPr>
                    <w:t xml:space="preserve">IDENTIFICADOR DE TIPO DE CABO (100M/1000M) </w:t>
                  </w:r>
                </w:p>
                <w:p w14:paraId="7F86D095" w14:textId="77777777" w:rsidR="009F4BA0" w:rsidRDefault="009F4BA0" w:rsidP="009F4BA0">
                  <w:pPr>
                    <w:spacing w:after="0" w:line="240" w:lineRule="auto"/>
                    <w:ind w:firstLine="0"/>
                    <w:rPr>
                      <w:sz w:val="24"/>
                      <w:szCs w:val="24"/>
                    </w:rPr>
                  </w:pPr>
                  <w:r>
                    <w:rPr>
                      <w:sz w:val="24"/>
                      <w:szCs w:val="24"/>
                    </w:rPr>
                    <w:t xml:space="preserve">TESTE DE POLARIDADE DC </w:t>
                  </w:r>
                </w:p>
                <w:p w14:paraId="71FCE1A2" w14:textId="77777777" w:rsidR="009F4BA0" w:rsidRDefault="009F4BA0" w:rsidP="009F4BA0">
                  <w:pPr>
                    <w:spacing w:after="0" w:line="240" w:lineRule="auto"/>
                    <w:ind w:firstLine="0"/>
                    <w:rPr>
                      <w:sz w:val="24"/>
                      <w:szCs w:val="24"/>
                    </w:rPr>
                  </w:pPr>
                  <w:r>
                    <w:rPr>
                      <w:sz w:val="24"/>
                      <w:szCs w:val="24"/>
                    </w:rPr>
                    <w:t xml:space="preserve">TESTE DE CONTINUIDADE TESTE SEQUENCIAL </w:t>
                  </w:r>
                </w:p>
                <w:p w14:paraId="0D68E749" w14:textId="77777777" w:rsidR="009F4BA0" w:rsidRDefault="009F4BA0" w:rsidP="009F4BA0">
                  <w:pPr>
                    <w:spacing w:after="0" w:line="240" w:lineRule="auto"/>
                    <w:ind w:firstLine="0"/>
                    <w:rPr>
                      <w:sz w:val="24"/>
                      <w:szCs w:val="24"/>
                    </w:rPr>
                  </w:pPr>
                  <w:r>
                    <w:rPr>
                      <w:sz w:val="24"/>
                      <w:szCs w:val="24"/>
                    </w:rPr>
                    <w:t xml:space="preserve">ENTRADA RJ45 E RJ11  </w:t>
                  </w:r>
                </w:p>
                <w:p w14:paraId="0C7D907F" w14:textId="77777777" w:rsidR="009F4BA0" w:rsidRDefault="009F4BA0" w:rsidP="009F4BA0">
                  <w:pPr>
                    <w:spacing w:after="0" w:line="240" w:lineRule="auto"/>
                    <w:ind w:firstLine="0"/>
                    <w:rPr>
                      <w:sz w:val="24"/>
                      <w:szCs w:val="24"/>
                    </w:rPr>
                  </w:pPr>
                  <w:r>
                    <w:rPr>
                      <w:b/>
                      <w:bCs/>
                      <w:sz w:val="24"/>
                      <w:szCs w:val="24"/>
                    </w:rPr>
                    <w:t>GARANTIA MINIMA</w:t>
                  </w:r>
                  <w:r>
                    <w:rPr>
                      <w:sz w:val="24"/>
                      <w:szCs w:val="24"/>
                    </w:rPr>
                    <w:t>: 12 MESES</w:t>
                  </w:r>
                </w:p>
                <w:p w14:paraId="481D1BB9" w14:textId="77777777" w:rsidR="009F4BA0" w:rsidRDefault="009F4BA0" w:rsidP="009F4BA0">
                  <w:pPr>
                    <w:spacing w:after="0" w:line="240" w:lineRule="auto"/>
                    <w:ind w:firstLine="0"/>
                    <w:rPr>
                      <w:sz w:val="24"/>
                      <w:szCs w:val="24"/>
                    </w:rPr>
                  </w:pPr>
                </w:p>
                <w:p w14:paraId="1FBD5BE7" w14:textId="77777777" w:rsidR="009F4BA0" w:rsidRDefault="009F4BA0" w:rsidP="009F4BA0">
                  <w:pPr>
                    <w:spacing w:after="0" w:line="240" w:lineRule="auto"/>
                    <w:ind w:firstLine="0"/>
                    <w:rPr>
                      <w:sz w:val="24"/>
                      <w:szCs w:val="24"/>
                    </w:rPr>
                  </w:pPr>
                </w:p>
                <w:p w14:paraId="3E7B82A3" w14:textId="77777777" w:rsidR="009F4BA0" w:rsidRDefault="009F4BA0" w:rsidP="009F4BA0">
                  <w:pPr>
                    <w:spacing w:after="0" w:line="240" w:lineRule="auto"/>
                    <w:ind w:firstLine="0"/>
                    <w:rPr>
                      <w:sz w:val="24"/>
                      <w:szCs w:val="24"/>
                    </w:rPr>
                  </w:pPr>
                </w:p>
              </w:tc>
              <w:tc>
                <w:tcPr>
                  <w:tcW w:w="1403" w:type="dxa"/>
                  <w:tcBorders>
                    <w:top w:val="single" w:sz="4" w:space="0" w:color="auto"/>
                    <w:left w:val="single" w:sz="4" w:space="0" w:color="auto"/>
                    <w:bottom w:val="single" w:sz="4" w:space="0" w:color="auto"/>
                    <w:right w:val="single" w:sz="4" w:space="0" w:color="auto"/>
                  </w:tcBorders>
                  <w:vAlign w:val="center"/>
                  <w:hideMark/>
                </w:tcPr>
                <w:p w14:paraId="234F7943" w14:textId="77777777" w:rsidR="009F4BA0" w:rsidRDefault="009F4BA0" w:rsidP="009F4BA0">
                  <w:pPr>
                    <w:spacing w:after="0" w:line="240" w:lineRule="auto"/>
                    <w:ind w:firstLine="0"/>
                    <w:rPr>
                      <w:sz w:val="24"/>
                      <w:szCs w:val="24"/>
                    </w:rPr>
                  </w:pPr>
                  <w:r>
                    <w:rPr>
                      <w:sz w:val="24"/>
                      <w:szCs w:val="24"/>
                    </w:rPr>
                    <w:t>2</w:t>
                  </w:r>
                </w:p>
              </w:tc>
            </w:tr>
            <w:tr w:rsidR="009F4BA0" w14:paraId="06A882B7" w14:textId="77777777" w:rsidTr="009F4BA0">
              <w:trPr>
                <w:gridAfter w:val="1"/>
                <w:wAfter w:w="7" w:type="dxa"/>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14:paraId="09D7C4DF" w14:textId="09AB5C6F" w:rsidR="009F4BA0" w:rsidRDefault="009F4BA0" w:rsidP="009F4BA0">
                  <w:pPr>
                    <w:spacing w:after="0" w:line="240" w:lineRule="auto"/>
                    <w:ind w:firstLine="0"/>
                    <w:jc w:val="center"/>
                    <w:rPr>
                      <w:sz w:val="24"/>
                      <w:szCs w:val="24"/>
                    </w:rPr>
                  </w:pPr>
                  <w:r>
                    <w:rPr>
                      <w:sz w:val="24"/>
                      <w:szCs w:val="24"/>
                    </w:rPr>
                    <w:t>2</w:t>
                  </w:r>
                </w:p>
              </w:tc>
              <w:tc>
                <w:tcPr>
                  <w:tcW w:w="5957" w:type="dxa"/>
                  <w:tcBorders>
                    <w:top w:val="single" w:sz="4" w:space="0" w:color="auto"/>
                    <w:left w:val="single" w:sz="4" w:space="0" w:color="auto"/>
                    <w:bottom w:val="single" w:sz="4" w:space="0" w:color="auto"/>
                    <w:right w:val="single" w:sz="4" w:space="0" w:color="auto"/>
                  </w:tcBorders>
                  <w:vAlign w:val="center"/>
                </w:tcPr>
                <w:p w14:paraId="3DCBDC29" w14:textId="77777777" w:rsidR="009F4BA0" w:rsidRPr="009F4BA0" w:rsidRDefault="009F4BA0" w:rsidP="009F4BA0">
                  <w:pPr>
                    <w:spacing w:after="0" w:line="240" w:lineRule="auto"/>
                    <w:ind w:firstLine="0"/>
                    <w:rPr>
                      <w:b/>
                      <w:bCs/>
                      <w:sz w:val="24"/>
                      <w:szCs w:val="24"/>
                    </w:rPr>
                  </w:pPr>
                  <w:r w:rsidRPr="009F4BA0">
                    <w:rPr>
                      <w:b/>
                      <w:bCs/>
                      <w:sz w:val="24"/>
                      <w:szCs w:val="24"/>
                    </w:rPr>
                    <w:t>ALICATE DE CRIMPAR</w:t>
                  </w:r>
                </w:p>
                <w:p w14:paraId="50C9EACF" w14:textId="77777777" w:rsidR="009F4BA0" w:rsidRPr="009F4BA0" w:rsidRDefault="009F4BA0" w:rsidP="009F4BA0">
                  <w:pPr>
                    <w:spacing w:after="0" w:line="240" w:lineRule="auto"/>
                    <w:ind w:firstLine="0"/>
                    <w:rPr>
                      <w:b/>
                      <w:bCs/>
                      <w:sz w:val="24"/>
                      <w:szCs w:val="24"/>
                    </w:rPr>
                  </w:pPr>
                </w:p>
                <w:p w14:paraId="6D41DFD6" w14:textId="77777777" w:rsidR="009F4BA0" w:rsidRPr="009F4BA0" w:rsidRDefault="009F4BA0" w:rsidP="009F4BA0">
                  <w:pPr>
                    <w:spacing w:after="0" w:line="240" w:lineRule="auto"/>
                    <w:ind w:firstLine="0"/>
                    <w:rPr>
                      <w:b/>
                      <w:bCs/>
                      <w:sz w:val="24"/>
                      <w:szCs w:val="24"/>
                    </w:rPr>
                  </w:pPr>
                  <w:r w:rsidRPr="009F4BA0">
                    <w:rPr>
                      <w:b/>
                      <w:bCs/>
                      <w:sz w:val="24"/>
                      <w:szCs w:val="24"/>
                    </w:rPr>
                    <w:t>CARACTERÍSTICAS:</w:t>
                  </w:r>
                </w:p>
                <w:p w14:paraId="13351060" w14:textId="77777777" w:rsidR="009F4BA0" w:rsidRPr="009F4BA0" w:rsidRDefault="009F4BA0" w:rsidP="009F4BA0">
                  <w:pPr>
                    <w:spacing w:after="0" w:line="240" w:lineRule="auto"/>
                    <w:ind w:firstLine="0"/>
                    <w:rPr>
                      <w:sz w:val="24"/>
                      <w:szCs w:val="24"/>
                    </w:rPr>
                  </w:pPr>
                  <w:r w:rsidRPr="009F4BA0">
                    <w:rPr>
                      <w:sz w:val="24"/>
                      <w:szCs w:val="24"/>
                    </w:rPr>
                    <w:t>MATERIAL: AÇO </w:t>
                  </w:r>
                </w:p>
                <w:p w14:paraId="75C2019F" w14:textId="77777777" w:rsidR="009F4BA0" w:rsidRPr="009F4BA0" w:rsidRDefault="009F4BA0" w:rsidP="009F4BA0">
                  <w:pPr>
                    <w:spacing w:after="0" w:line="240" w:lineRule="auto"/>
                    <w:ind w:firstLine="0"/>
                    <w:rPr>
                      <w:sz w:val="24"/>
                      <w:szCs w:val="24"/>
                    </w:rPr>
                  </w:pPr>
                  <w:r w:rsidRPr="009F4BA0">
                    <w:rPr>
                      <w:sz w:val="24"/>
                      <w:szCs w:val="24"/>
                    </w:rPr>
                    <w:t>CONECTORES COMPATÍVEIS: RJ45, CATEGORIA 5E E CATEGORIA 6 </w:t>
                  </w:r>
                </w:p>
                <w:p w14:paraId="2EC52D4B" w14:textId="77777777" w:rsidR="009F4BA0" w:rsidRPr="009F4BA0" w:rsidRDefault="009F4BA0" w:rsidP="009F4BA0">
                  <w:pPr>
                    <w:spacing w:after="0" w:line="240" w:lineRule="auto"/>
                    <w:ind w:firstLine="0"/>
                    <w:rPr>
                      <w:sz w:val="24"/>
                      <w:szCs w:val="24"/>
                    </w:rPr>
                  </w:pPr>
                  <w:r w:rsidRPr="009F4BA0">
                    <w:rPr>
                      <w:sz w:val="24"/>
                      <w:szCs w:val="24"/>
                    </w:rPr>
                    <w:t>MODELO: CRIMPA FÁCIL OU EZ CRIMP </w:t>
                  </w:r>
                </w:p>
                <w:p w14:paraId="5D676BE3" w14:textId="77777777" w:rsidR="009F4BA0" w:rsidRPr="009F4BA0" w:rsidRDefault="009F4BA0" w:rsidP="009F4BA0">
                  <w:pPr>
                    <w:spacing w:after="0" w:line="240" w:lineRule="auto"/>
                    <w:ind w:firstLine="0"/>
                    <w:rPr>
                      <w:sz w:val="24"/>
                      <w:szCs w:val="24"/>
                    </w:rPr>
                  </w:pPr>
                  <w:r w:rsidRPr="009F4BA0">
                    <w:rPr>
                      <w:sz w:val="24"/>
                      <w:szCs w:val="24"/>
                    </w:rPr>
                    <w:t>GARANTIA MINIMA: 3 MESES</w:t>
                  </w:r>
                </w:p>
                <w:p w14:paraId="35A85CFA" w14:textId="77777777" w:rsidR="009F4BA0" w:rsidRDefault="009F4BA0" w:rsidP="009F4BA0">
                  <w:pPr>
                    <w:spacing w:after="0" w:line="240" w:lineRule="auto"/>
                    <w:ind w:firstLine="0"/>
                    <w:rPr>
                      <w:b/>
                      <w:bCs/>
                      <w:sz w:val="24"/>
                      <w:szCs w:val="24"/>
                    </w:rPr>
                  </w:pPr>
                </w:p>
              </w:tc>
              <w:tc>
                <w:tcPr>
                  <w:tcW w:w="1403" w:type="dxa"/>
                  <w:tcBorders>
                    <w:top w:val="single" w:sz="4" w:space="0" w:color="auto"/>
                    <w:left w:val="single" w:sz="4" w:space="0" w:color="auto"/>
                    <w:bottom w:val="single" w:sz="4" w:space="0" w:color="auto"/>
                    <w:right w:val="single" w:sz="4" w:space="0" w:color="auto"/>
                  </w:tcBorders>
                  <w:vAlign w:val="center"/>
                </w:tcPr>
                <w:p w14:paraId="1703C4FB" w14:textId="73C19560" w:rsidR="009F4BA0" w:rsidRDefault="009F4BA0" w:rsidP="009F4BA0">
                  <w:pPr>
                    <w:spacing w:after="0" w:line="240" w:lineRule="auto"/>
                    <w:ind w:firstLine="0"/>
                    <w:rPr>
                      <w:sz w:val="24"/>
                      <w:szCs w:val="24"/>
                    </w:rPr>
                  </w:pPr>
                  <w:r>
                    <w:rPr>
                      <w:sz w:val="24"/>
                      <w:szCs w:val="24"/>
                    </w:rPr>
                    <w:t>2</w:t>
                  </w:r>
                </w:p>
              </w:tc>
            </w:tr>
            <w:tr w:rsidR="009F4BA0" w14:paraId="21700075" w14:textId="77777777" w:rsidTr="009F4BA0">
              <w:trPr>
                <w:jc w:val="center"/>
              </w:trPr>
              <w:tc>
                <w:tcPr>
                  <w:tcW w:w="1358" w:type="dxa"/>
                  <w:tcBorders>
                    <w:top w:val="single" w:sz="4" w:space="0" w:color="auto"/>
                    <w:left w:val="single" w:sz="4" w:space="0" w:color="auto"/>
                    <w:bottom w:val="single" w:sz="4" w:space="0" w:color="auto"/>
                    <w:right w:val="single" w:sz="4" w:space="0" w:color="auto"/>
                  </w:tcBorders>
                  <w:vAlign w:val="center"/>
                  <w:hideMark/>
                </w:tcPr>
                <w:p w14:paraId="361CE621" w14:textId="77777777" w:rsidR="009F4BA0" w:rsidRDefault="009F4BA0" w:rsidP="009F4BA0">
                  <w:pPr>
                    <w:spacing w:after="0" w:line="240" w:lineRule="auto"/>
                    <w:ind w:firstLine="0"/>
                    <w:jc w:val="center"/>
                    <w:rPr>
                      <w:sz w:val="24"/>
                      <w:szCs w:val="24"/>
                    </w:rPr>
                  </w:pPr>
                  <w:r>
                    <w:rPr>
                      <w:sz w:val="24"/>
                      <w:szCs w:val="24"/>
                    </w:rPr>
                    <w:t>3</w:t>
                  </w:r>
                </w:p>
              </w:tc>
              <w:tc>
                <w:tcPr>
                  <w:tcW w:w="6012" w:type="dxa"/>
                  <w:gridSpan w:val="2"/>
                  <w:tcBorders>
                    <w:top w:val="single" w:sz="4" w:space="0" w:color="auto"/>
                    <w:left w:val="single" w:sz="4" w:space="0" w:color="auto"/>
                    <w:bottom w:val="single" w:sz="4" w:space="0" w:color="auto"/>
                    <w:right w:val="single" w:sz="4" w:space="0" w:color="auto"/>
                  </w:tcBorders>
                  <w:vAlign w:val="center"/>
                </w:tcPr>
                <w:p w14:paraId="0DB55EC7" w14:textId="77777777" w:rsidR="009F4BA0" w:rsidRDefault="009F4BA0" w:rsidP="009F4BA0">
                  <w:pPr>
                    <w:spacing w:after="0" w:line="240" w:lineRule="auto"/>
                    <w:ind w:firstLine="0"/>
                    <w:rPr>
                      <w:sz w:val="24"/>
                      <w:szCs w:val="24"/>
                    </w:rPr>
                  </w:pPr>
                  <w:r>
                    <w:rPr>
                      <w:b/>
                      <w:bCs/>
                      <w:sz w:val="24"/>
                      <w:szCs w:val="24"/>
                    </w:rPr>
                    <w:t>CONECTOR RJ45 CATEGORIA 6</w:t>
                  </w:r>
                </w:p>
                <w:p w14:paraId="0201A328" w14:textId="77777777" w:rsidR="009F4BA0" w:rsidRDefault="009F4BA0" w:rsidP="009F4BA0">
                  <w:pPr>
                    <w:spacing w:after="0" w:line="240" w:lineRule="auto"/>
                    <w:ind w:firstLine="0"/>
                    <w:rPr>
                      <w:sz w:val="24"/>
                      <w:szCs w:val="24"/>
                    </w:rPr>
                  </w:pPr>
                </w:p>
                <w:p w14:paraId="13DCE51D" w14:textId="77777777" w:rsidR="009F4BA0" w:rsidRDefault="009F4BA0" w:rsidP="009F4BA0">
                  <w:pPr>
                    <w:spacing w:after="0" w:line="240" w:lineRule="auto"/>
                    <w:ind w:firstLine="0"/>
                    <w:rPr>
                      <w:sz w:val="24"/>
                      <w:szCs w:val="24"/>
                    </w:rPr>
                  </w:pPr>
                </w:p>
                <w:p w14:paraId="1C4E4A21" w14:textId="77777777" w:rsidR="009F4BA0" w:rsidRDefault="009F4BA0" w:rsidP="009F4BA0">
                  <w:pPr>
                    <w:spacing w:after="0" w:line="240" w:lineRule="auto"/>
                    <w:ind w:firstLine="0"/>
                    <w:rPr>
                      <w:b/>
                      <w:bCs/>
                    </w:rPr>
                  </w:pPr>
                  <w:r>
                    <w:rPr>
                      <w:b/>
                      <w:bCs/>
                    </w:rPr>
                    <w:t>CARACTERÍSTICAS:</w:t>
                  </w:r>
                </w:p>
                <w:p w14:paraId="027E8E23" w14:textId="77777777" w:rsidR="009F4BA0" w:rsidRDefault="009F4BA0" w:rsidP="009F4BA0">
                  <w:pPr>
                    <w:spacing w:after="0" w:line="240" w:lineRule="auto"/>
                    <w:ind w:firstLine="0"/>
                    <w:rPr>
                      <w:b/>
                      <w:bCs/>
                      <w:sz w:val="24"/>
                      <w:szCs w:val="24"/>
                    </w:rPr>
                  </w:pPr>
                </w:p>
                <w:p w14:paraId="4C1F8664" w14:textId="77777777" w:rsidR="009F4BA0" w:rsidRDefault="009F4BA0" w:rsidP="009F4BA0">
                  <w:pPr>
                    <w:spacing w:after="0" w:line="240" w:lineRule="auto"/>
                    <w:ind w:firstLine="0"/>
                    <w:rPr>
                      <w:sz w:val="24"/>
                      <w:szCs w:val="24"/>
                    </w:rPr>
                  </w:pPr>
                  <w:r>
                    <w:rPr>
                      <w:sz w:val="24"/>
                      <w:szCs w:val="24"/>
                    </w:rPr>
                    <w:t>COMPATIBILIDADE: CABOS DE ATÉ 23AWG DE DIÂMETRO </w:t>
                  </w:r>
                </w:p>
                <w:p w14:paraId="70739493" w14:textId="77777777" w:rsidR="009F4BA0" w:rsidRDefault="009F4BA0" w:rsidP="009F4BA0">
                  <w:pPr>
                    <w:spacing w:after="0" w:line="240" w:lineRule="auto"/>
                    <w:ind w:firstLine="0"/>
                    <w:rPr>
                      <w:sz w:val="24"/>
                      <w:szCs w:val="24"/>
                    </w:rPr>
                  </w:pPr>
                  <w:r>
                    <w:rPr>
                      <w:sz w:val="24"/>
                      <w:szCs w:val="24"/>
                    </w:rPr>
                    <w:t>TIPO DE CONECTOR: RJ 45 MACHO CAT6 </w:t>
                  </w:r>
                </w:p>
                <w:p w14:paraId="1D17D1FA" w14:textId="77777777" w:rsidR="009F4BA0" w:rsidRDefault="009F4BA0" w:rsidP="009F4BA0">
                  <w:pPr>
                    <w:spacing w:after="0" w:line="240" w:lineRule="auto"/>
                    <w:ind w:firstLine="0"/>
                    <w:rPr>
                      <w:sz w:val="24"/>
                      <w:szCs w:val="24"/>
                    </w:rPr>
                  </w:pPr>
                  <w:r>
                    <w:rPr>
                      <w:sz w:val="24"/>
                      <w:szCs w:val="24"/>
                    </w:rPr>
                    <w:t>MODELO: CRIMPA FÁCIL OU EZ CRIMP </w:t>
                  </w:r>
                </w:p>
                <w:p w14:paraId="35DF1FFD" w14:textId="77777777" w:rsidR="009F4BA0" w:rsidRDefault="009F4BA0" w:rsidP="009F4BA0">
                  <w:pPr>
                    <w:spacing w:after="0" w:line="240" w:lineRule="auto"/>
                    <w:ind w:firstLine="0"/>
                    <w:rPr>
                      <w:sz w:val="24"/>
                      <w:szCs w:val="24"/>
                    </w:rPr>
                  </w:pPr>
                  <w:r>
                    <w:rPr>
                      <w:b/>
                      <w:bCs/>
                      <w:sz w:val="24"/>
                      <w:szCs w:val="24"/>
                    </w:rPr>
                    <w:t xml:space="preserve">GARANTIA MINIMA: </w:t>
                  </w:r>
                  <w:r>
                    <w:rPr>
                      <w:sz w:val="24"/>
                      <w:szCs w:val="24"/>
                    </w:rPr>
                    <w:t>3 MESES</w:t>
                  </w:r>
                </w:p>
                <w:p w14:paraId="4BDB0147" w14:textId="77777777" w:rsidR="009F4BA0" w:rsidRDefault="009F4BA0" w:rsidP="009F4BA0">
                  <w:pPr>
                    <w:spacing w:after="0" w:line="240" w:lineRule="auto"/>
                    <w:ind w:firstLine="0"/>
                    <w:rPr>
                      <w:sz w:val="24"/>
                      <w:szCs w:val="24"/>
                    </w:rPr>
                  </w:pPr>
                </w:p>
                <w:p w14:paraId="2BCCEEDD" w14:textId="77777777" w:rsidR="009F4BA0" w:rsidRDefault="009F4BA0" w:rsidP="009F4BA0">
                  <w:pPr>
                    <w:spacing w:after="0" w:line="240" w:lineRule="auto"/>
                    <w:ind w:firstLine="0"/>
                    <w:rPr>
                      <w:sz w:val="24"/>
                      <w:szCs w:val="24"/>
                    </w:rPr>
                  </w:pPr>
                </w:p>
                <w:p w14:paraId="6FF4679A" w14:textId="77777777" w:rsidR="009F4BA0" w:rsidRDefault="009F4BA0" w:rsidP="009F4BA0">
                  <w:pPr>
                    <w:spacing w:after="0" w:line="240" w:lineRule="auto"/>
                    <w:ind w:firstLine="0"/>
                    <w:rPr>
                      <w:sz w:val="24"/>
                      <w:szCs w:val="24"/>
                    </w:rPr>
                  </w:pPr>
                </w:p>
                <w:p w14:paraId="0E377E8D" w14:textId="77777777" w:rsidR="009F4BA0" w:rsidRDefault="009F4BA0" w:rsidP="009F4BA0">
                  <w:pPr>
                    <w:spacing w:after="0" w:line="240" w:lineRule="auto"/>
                    <w:ind w:firstLine="0"/>
                    <w:rPr>
                      <w:sz w:val="24"/>
                      <w:szCs w:val="24"/>
                    </w:rPr>
                  </w:pP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01FEA797" w14:textId="77777777" w:rsidR="009F4BA0" w:rsidRDefault="009F4BA0" w:rsidP="009F4BA0">
                  <w:pPr>
                    <w:spacing w:after="0" w:line="240" w:lineRule="auto"/>
                    <w:ind w:firstLine="0"/>
                    <w:rPr>
                      <w:sz w:val="24"/>
                      <w:szCs w:val="24"/>
                    </w:rPr>
                  </w:pPr>
                  <w:r>
                    <w:rPr>
                      <w:sz w:val="24"/>
                      <w:szCs w:val="24"/>
                    </w:rPr>
                    <w:t>100</w:t>
                  </w:r>
                </w:p>
              </w:tc>
            </w:tr>
          </w:tbl>
          <w:p w14:paraId="5B97D39D" w14:textId="77777777" w:rsidR="00877635" w:rsidRDefault="00877635" w:rsidP="007C427C">
            <w:pPr>
              <w:spacing w:after="0" w:line="240" w:lineRule="auto"/>
              <w:ind w:firstLine="0"/>
              <w:rPr>
                <w:b/>
                <w:bCs/>
                <w:sz w:val="24"/>
                <w:szCs w:val="24"/>
              </w:rPr>
            </w:pPr>
          </w:p>
          <w:p w14:paraId="4BEE8A8E" w14:textId="77777777" w:rsidR="00877635" w:rsidRDefault="00877635" w:rsidP="007C427C">
            <w:pPr>
              <w:spacing w:after="0" w:line="240" w:lineRule="auto"/>
              <w:ind w:firstLine="0"/>
              <w:rPr>
                <w:b/>
                <w:bCs/>
                <w:sz w:val="24"/>
                <w:szCs w:val="24"/>
              </w:rPr>
            </w:pPr>
          </w:p>
          <w:p w14:paraId="3816D873" w14:textId="77777777" w:rsidR="00877635" w:rsidRDefault="00877635" w:rsidP="007C427C">
            <w:pPr>
              <w:spacing w:after="0" w:line="240" w:lineRule="auto"/>
              <w:ind w:firstLine="0"/>
              <w:rPr>
                <w:b/>
                <w:bCs/>
                <w:sz w:val="24"/>
                <w:szCs w:val="24"/>
              </w:rPr>
            </w:pPr>
          </w:p>
          <w:p w14:paraId="486C0013" w14:textId="77777777" w:rsidR="009F4BA0" w:rsidRDefault="009F4BA0" w:rsidP="007C427C">
            <w:pPr>
              <w:spacing w:after="0" w:line="240" w:lineRule="auto"/>
              <w:ind w:firstLine="0"/>
              <w:rPr>
                <w:b/>
                <w:bCs/>
                <w:sz w:val="24"/>
                <w:szCs w:val="24"/>
              </w:rPr>
            </w:pPr>
          </w:p>
          <w:p w14:paraId="5FAA16F3" w14:textId="77777777" w:rsidR="009F4BA0" w:rsidRDefault="009F4BA0" w:rsidP="007C427C">
            <w:pPr>
              <w:spacing w:after="0" w:line="240" w:lineRule="auto"/>
              <w:ind w:firstLine="0"/>
              <w:rPr>
                <w:b/>
                <w:bCs/>
                <w:sz w:val="24"/>
                <w:szCs w:val="24"/>
              </w:rPr>
            </w:pPr>
          </w:p>
          <w:p w14:paraId="667637F2" w14:textId="77777777" w:rsidR="009F4BA0" w:rsidRDefault="009F4BA0" w:rsidP="007C427C">
            <w:pPr>
              <w:spacing w:after="0" w:line="240" w:lineRule="auto"/>
              <w:ind w:firstLine="0"/>
              <w:rPr>
                <w:b/>
                <w:bCs/>
                <w:sz w:val="24"/>
                <w:szCs w:val="24"/>
              </w:rPr>
            </w:pPr>
          </w:p>
          <w:p w14:paraId="0BB81363" w14:textId="77777777" w:rsidR="009F4BA0" w:rsidRDefault="009F4BA0" w:rsidP="007C427C">
            <w:pPr>
              <w:spacing w:after="0" w:line="240" w:lineRule="auto"/>
              <w:ind w:firstLine="0"/>
              <w:rPr>
                <w:b/>
                <w:bCs/>
                <w:sz w:val="24"/>
                <w:szCs w:val="24"/>
              </w:rPr>
            </w:pPr>
          </w:p>
          <w:p w14:paraId="5363D54E" w14:textId="77777777" w:rsidR="009F4BA0" w:rsidRDefault="009F4BA0" w:rsidP="007C427C">
            <w:pPr>
              <w:spacing w:after="0" w:line="240" w:lineRule="auto"/>
              <w:ind w:firstLine="0"/>
              <w:rPr>
                <w:b/>
                <w:bCs/>
                <w:sz w:val="24"/>
                <w:szCs w:val="24"/>
              </w:rPr>
            </w:pPr>
          </w:p>
          <w:p w14:paraId="315920CB" w14:textId="77777777" w:rsidR="009F4BA0" w:rsidRDefault="009F4BA0" w:rsidP="007C427C">
            <w:pPr>
              <w:spacing w:after="0" w:line="240" w:lineRule="auto"/>
              <w:ind w:firstLine="0"/>
              <w:rPr>
                <w:b/>
                <w:bCs/>
                <w:sz w:val="24"/>
                <w:szCs w:val="24"/>
              </w:rPr>
            </w:pPr>
          </w:p>
          <w:tbl>
            <w:tblPr>
              <w:tblStyle w:val="Tabelacomgrade"/>
              <w:tblW w:w="9225" w:type="dxa"/>
              <w:jc w:val="center"/>
              <w:tblLook w:val="04A0" w:firstRow="1" w:lastRow="0" w:firstColumn="1" w:lastColumn="0" w:noHBand="0" w:noVBand="1"/>
            </w:tblPr>
            <w:tblGrid>
              <w:gridCol w:w="1129"/>
              <w:gridCol w:w="63"/>
              <w:gridCol w:w="6717"/>
              <w:gridCol w:w="62"/>
              <w:gridCol w:w="1254"/>
            </w:tblGrid>
            <w:tr w:rsidR="009F4BA0" w14:paraId="4661B076" w14:textId="77777777" w:rsidTr="005D2B60">
              <w:trPr>
                <w:jc w:val="center"/>
              </w:trPr>
              <w:tc>
                <w:tcPr>
                  <w:tcW w:w="9225"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2DCA98F" w14:textId="77777777" w:rsidR="009F4BA0" w:rsidRDefault="009F4BA0" w:rsidP="009F4BA0">
                  <w:pPr>
                    <w:spacing w:after="0" w:line="240" w:lineRule="auto"/>
                    <w:ind w:firstLine="0"/>
                    <w:jc w:val="center"/>
                    <w:rPr>
                      <w:sz w:val="24"/>
                      <w:szCs w:val="24"/>
                    </w:rPr>
                  </w:pPr>
                  <w:r>
                    <w:rPr>
                      <w:b/>
                      <w:bCs/>
                      <w:sz w:val="24"/>
                      <w:szCs w:val="24"/>
                    </w:rPr>
                    <w:t>LOTE 5 – CABOS, ELETRICA E ORGANIZAÇÃO</w:t>
                  </w:r>
                </w:p>
              </w:tc>
            </w:tr>
            <w:tr w:rsidR="009F4BA0" w14:paraId="15A0DEB2" w14:textId="77777777" w:rsidTr="005D2B60">
              <w:trPr>
                <w:jc w:val="center"/>
              </w:trPr>
              <w:tc>
                <w:tcPr>
                  <w:tcW w:w="1192" w:type="dxa"/>
                  <w:gridSpan w:val="2"/>
                  <w:tcBorders>
                    <w:top w:val="single" w:sz="4" w:space="0" w:color="auto"/>
                    <w:left w:val="single" w:sz="4" w:space="0" w:color="auto"/>
                    <w:bottom w:val="single" w:sz="4" w:space="0" w:color="auto"/>
                    <w:right w:val="single" w:sz="4" w:space="0" w:color="auto"/>
                  </w:tcBorders>
                  <w:vAlign w:val="center"/>
                  <w:hideMark/>
                </w:tcPr>
                <w:p w14:paraId="2CBB6CB8" w14:textId="77777777" w:rsidR="009F4BA0" w:rsidRDefault="009F4BA0" w:rsidP="009F4BA0">
                  <w:pPr>
                    <w:spacing w:after="0" w:line="240" w:lineRule="auto"/>
                    <w:ind w:firstLine="0"/>
                    <w:rPr>
                      <w:b/>
                      <w:bCs/>
                      <w:sz w:val="24"/>
                      <w:szCs w:val="24"/>
                    </w:rPr>
                  </w:pPr>
                  <w:r>
                    <w:rPr>
                      <w:b/>
                      <w:bCs/>
                      <w:sz w:val="24"/>
                      <w:szCs w:val="24"/>
                    </w:rPr>
                    <w:t>Item</w:t>
                  </w:r>
                </w:p>
              </w:tc>
              <w:tc>
                <w:tcPr>
                  <w:tcW w:w="6717" w:type="dxa"/>
                  <w:tcBorders>
                    <w:top w:val="single" w:sz="4" w:space="0" w:color="auto"/>
                    <w:left w:val="single" w:sz="4" w:space="0" w:color="auto"/>
                    <w:bottom w:val="single" w:sz="4" w:space="0" w:color="auto"/>
                    <w:right w:val="single" w:sz="4" w:space="0" w:color="auto"/>
                  </w:tcBorders>
                  <w:vAlign w:val="center"/>
                  <w:hideMark/>
                </w:tcPr>
                <w:p w14:paraId="2D469E1F" w14:textId="77777777" w:rsidR="009F4BA0" w:rsidRDefault="009F4BA0" w:rsidP="009F4BA0">
                  <w:pPr>
                    <w:spacing w:after="0" w:line="240" w:lineRule="auto"/>
                    <w:ind w:firstLine="0"/>
                    <w:rPr>
                      <w:b/>
                      <w:bCs/>
                      <w:sz w:val="24"/>
                      <w:szCs w:val="24"/>
                    </w:rPr>
                  </w:pPr>
                  <w:r>
                    <w:rPr>
                      <w:b/>
                      <w:bCs/>
                      <w:sz w:val="24"/>
                      <w:szCs w:val="24"/>
                    </w:rPr>
                    <w:t>Descrição</w:t>
                  </w: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092CC57C" w14:textId="77777777" w:rsidR="009F4BA0" w:rsidRDefault="009F4BA0" w:rsidP="009F4BA0">
                  <w:pPr>
                    <w:spacing w:after="0" w:line="240" w:lineRule="auto"/>
                    <w:ind w:firstLine="0"/>
                    <w:rPr>
                      <w:b/>
                      <w:bCs/>
                      <w:sz w:val="24"/>
                      <w:szCs w:val="24"/>
                    </w:rPr>
                  </w:pPr>
                  <w:r>
                    <w:rPr>
                      <w:b/>
                      <w:bCs/>
                      <w:sz w:val="24"/>
                      <w:szCs w:val="24"/>
                    </w:rPr>
                    <w:t>Quant.</w:t>
                  </w:r>
                </w:p>
              </w:tc>
            </w:tr>
            <w:tr w:rsidR="009F4BA0" w14:paraId="7E685EC5" w14:textId="77777777" w:rsidTr="005D2B60">
              <w:trPr>
                <w:jc w:val="center"/>
              </w:trPr>
              <w:tc>
                <w:tcPr>
                  <w:tcW w:w="1192" w:type="dxa"/>
                  <w:gridSpan w:val="2"/>
                  <w:tcBorders>
                    <w:top w:val="single" w:sz="4" w:space="0" w:color="auto"/>
                    <w:left w:val="single" w:sz="4" w:space="0" w:color="auto"/>
                    <w:bottom w:val="single" w:sz="4" w:space="0" w:color="auto"/>
                    <w:right w:val="single" w:sz="4" w:space="0" w:color="auto"/>
                  </w:tcBorders>
                  <w:vAlign w:val="center"/>
                  <w:hideMark/>
                </w:tcPr>
                <w:p w14:paraId="578C126D" w14:textId="77777777" w:rsidR="009F4BA0" w:rsidRDefault="009F4BA0" w:rsidP="009F4BA0">
                  <w:pPr>
                    <w:spacing w:after="0" w:line="240" w:lineRule="auto"/>
                    <w:ind w:firstLine="0"/>
                    <w:jc w:val="center"/>
                    <w:rPr>
                      <w:sz w:val="24"/>
                      <w:szCs w:val="24"/>
                    </w:rPr>
                  </w:pPr>
                  <w:r>
                    <w:rPr>
                      <w:sz w:val="24"/>
                      <w:szCs w:val="24"/>
                    </w:rPr>
                    <w:t>01</w:t>
                  </w:r>
                </w:p>
              </w:tc>
              <w:tc>
                <w:tcPr>
                  <w:tcW w:w="6717" w:type="dxa"/>
                  <w:tcBorders>
                    <w:top w:val="single" w:sz="4" w:space="0" w:color="auto"/>
                    <w:left w:val="single" w:sz="4" w:space="0" w:color="auto"/>
                    <w:bottom w:val="single" w:sz="4" w:space="0" w:color="auto"/>
                    <w:right w:val="single" w:sz="4" w:space="0" w:color="auto"/>
                  </w:tcBorders>
                  <w:vAlign w:val="bottom"/>
                </w:tcPr>
                <w:p w14:paraId="33ABCF8B" w14:textId="77777777" w:rsidR="009F4BA0" w:rsidRDefault="009F4BA0" w:rsidP="009F4BA0">
                  <w:pPr>
                    <w:spacing w:after="0" w:line="240" w:lineRule="auto"/>
                    <w:ind w:firstLine="0"/>
                    <w:rPr>
                      <w:b/>
                      <w:bCs/>
                      <w:sz w:val="24"/>
                      <w:szCs w:val="24"/>
                    </w:rPr>
                  </w:pPr>
                  <w:r>
                    <w:rPr>
                      <w:b/>
                      <w:bCs/>
                      <w:sz w:val="24"/>
                      <w:szCs w:val="24"/>
                    </w:rPr>
                    <w:t>EXTENSÃO ELÉTRICA 3 TOMADAS 10A TOMADAS DE 3 PINOS</w:t>
                  </w:r>
                </w:p>
                <w:p w14:paraId="6145C935" w14:textId="77777777" w:rsidR="009F4BA0" w:rsidRDefault="009F4BA0" w:rsidP="009F4BA0">
                  <w:pPr>
                    <w:spacing w:after="0" w:line="240" w:lineRule="auto"/>
                    <w:ind w:firstLine="0"/>
                    <w:rPr>
                      <w:b/>
                      <w:bCs/>
                      <w:sz w:val="24"/>
                      <w:szCs w:val="24"/>
                    </w:rPr>
                  </w:pPr>
                </w:p>
                <w:p w14:paraId="4D44DB8E" w14:textId="77777777" w:rsidR="009F4BA0" w:rsidRDefault="009F4BA0" w:rsidP="009F4BA0">
                  <w:pPr>
                    <w:spacing w:after="0" w:line="240" w:lineRule="auto"/>
                    <w:ind w:firstLine="0"/>
                    <w:rPr>
                      <w:b/>
                      <w:bCs/>
                    </w:rPr>
                  </w:pPr>
                  <w:r>
                    <w:rPr>
                      <w:b/>
                      <w:bCs/>
                    </w:rPr>
                    <w:t>CARACTERÍSTICAS:</w:t>
                  </w:r>
                </w:p>
                <w:p w14:paraId="65A7C69A" w14:textId="77777777" w:rsidR="009F4BA0" w:rsidRDefault="009F4BA0" w:rsidP="009F4BA0">
                  <w:pPr>
                    <w:spacing w:after="0" w:line="240" w:lineRule="auto"/>
                    <w:ind w:firstLine="0"/>
                    <w:rPr>
                      <w:sz w:val="24"/>
                      <w:szCs w:val="24"/>
                    </w:rPr>
                  </w:pPr>
                  <w:r>
                    <w:rPr>
                      <w:sz w:val="24"/>
                      <w:szCs w:val="24"/>
                    </w:rPr>
                    <w:t>CABO COM 10 METROS</w:t>
                  </w:r>
                </w:p>
                <w:p w14:paraId="707AF0FD" w14:textId="77777777" w:rsidR="009F4BA0" w:rsidRDefault="009F4BA0" w:rsidP="009F4BA0">
                  <w:pPr>
                    <w:spacing w:after="0" w:line="240" w:lineRule="auto"/>
                    <w:ind w:firstLine="0"/>
                    <w:rPr>
                      <w:sz w:val="24"/>
                      <w:szCs w:val="24"/>
                    </w:rPr>
                  </w:pPr>
                  <w:r>
                    <w:rPr>
                      <w:sz w:val="24"/>
                      <w:szCs w:val="24"/>
                    </w:rPr>
                    <w:t>ANTICHAMA</w:t>
                  </w:r>
                </w:p>
                <w:p w14:paraId="377BFB18" w14:textId="77777777" w:rsidR="009F4BA0" w:rsidRDefault="009F4BA0" w:rsidP="009F4BA0">
                  <w:pPr>
                    <w:spacing w:after="0" w:line="240" w:lineRule="auto"/>
                    <w:ind w:firstLine="0"/>
                    <w:rPr>
                      <w:sz w:val="24"/>
                      <w:szCs w:val="24"/>
                    </w:rPr>
                  </w:pPr>
                  <w:r>
                    <w:rPr>
                      <w:sz w:val="24"/>
                      <w:szCs w:val="24"/>
                    </w:rPr>
                    <w:t>BIVOLT UNIVERSAL</w:t>
                  </w:r>
                </w:p>
                <w:p w14:paraId="2A5C91D3" w14:textId="77777777" w:rsidR="009F4BA0" w:rsidRDefault="009F4BA0" w:rsidP="009F4BA0">
                  <w:pPr>
                    <w:spacing w:after="0" w:line="240" w:lineRule="auto"/>
                    <w:ind w:firstLine="0"/>
                    <w:rPr>
                      <w:sz w:val="24"/>
                      <w:szCs w:val="24"/>
                    </w:rPr>
                  </w:pPr>
                  <w:r>
                    <w:rPr>
                      <w:sz w:val="24"/>
                      <w:szCs w:val="24"/>
                    </w:rPr>
                    <w:t>TOMADA NBR 14136</w:t>
                  </w:r>
                </w:p>
                <w:p w14:paraId="3C5317C8" w14:textId="77777777" w:rsidR="009F4BA0" w:rsidRDefault="009F4BA0" w:rsidP="009F4BA0">
                  <w:pPr>
                    <w:spacing w:after="0" w:line="240" w:lineRule="auto"/>
                    <w:ind w:firstLine="0"/>
                    <w:rPr>
                      <w:sz w:val="24"/>
                      <w:szCs w:val="24"/>
                    </w:rPr>
                  </w:pPr>
                  <w:r>
                    <w:rPr>
                      <w:sz w:val="24"/>
                      <w:szCs w:val="24"/>
                    </w:rPr>
                    <w:t>PLUGS NBR 14136</w:t>
                  </w:r>
                </w:p>
                <w:p w14:paraId="5AC41C1C" w14:textId="77777777" w:rsidR="009F4BA0" w:rsidRDefault="009F4BA0" w:rsidP="009F4BA0">
                  <w:pPr>
                    <w:spacing w:after="0" w:line="240" w:lineRule="auto"/>
                    <w:ind w:firstLine="0"/>
                    <w:rPr>
                      <w:sz w:val="24"/>
                      <w:szCs w:val="24"/>
                    </w:rPr>
                  </w:pPr>
                  <w:r>
                    <w:rPr>
                      <w:sz w:val="24"/>
                      <w:szCs w:val="24"/>
                    </w:rPr>
                    <w:t>COM CERTIFICADO INMETRO</w:t>
                  </w:r>
                </w:p>
                <w:p w14:paraId="307750D0" w14:textId="77777777" w:rsidR="009F4BA0" w:rsidRDefault="009F4BA0" w:rsidP="009F4BA0">
                  <w:pPr>
                    <w:spacing w:after="0" w:line="240" w:lineRule="auto"/>
                    <w:ind w:firstLine="0"/>
                    <w:rPr>
                      <w:sz w:val="24"/>
                      <w:szCs w:val="24"/>
                    </w:rPr>
                  </w:pPr>
                  <w:r>
                    <w:rPr>
                      <w:sz w:val="24"/>
                      <w:szCs w:val="24"/>
                    </w:rPr>
                    <w:t>GARANTIA MINIMA: 12 MESES</w:t>
                  </w:r>
                </w:p>
                <w:p w14:paraId="6C6411F4" w14:textId="77777777" w:rsidR="009F4BA0" w:rsidRDefault="009F4BA0" w:rsidP="009F4BA0">
                  <w:pPr>
                    <w:spacing w:after="0" w:line="240" w:lineRule="auto"/>
                    <w:ind w:firstLine="0"/>
                    <w:rPr>
                      <w:sz w:val="24"/>
                      <w:szCs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5611A80A" w14:textId="77777777" w:rsidR="009F4BA0" w:rsidRDefault="009F4BA0" w:rsidP="009F4BA0">
                  <w:pPr>
                    <w:spacing w:after="0" w:line="240" w:lineRule="auto"/>
                    <w:ind w:firstLine="0"/>
                    <w:jc w:val="center"/>
                    <w:rPr>
                      <w:sz w:val="24"/>
                      <w:szCs w:val="24"/>
                    </w:rPr>
                  </w:pPr>
                  <w:r>
                    <w:rPr>
                      <w:sz w:val="24"/>
                      <w:szCs w:val="24"/>
                    </w:rPr>
                    <w:t>20</w:t>
                  </w:r>
                </w:p>
              </w:tc>
            </w:tr>
            <w:tr w:rsidR="009F4BA0" w14:paraId="5FEBC3CF" w14:textId="77777777" w:rsidTr="009F4BA0">
              <w:trPr>
                <w:jc w:val="center"/>
              </w:trPr>
              <w:tc>
                <w:tcPr>
                  <w:tcW w:w="1192" w:type="dxa"/>
                  <w:gridSpan w:val="2"/>
                  <w:tcBorders>
                    <w:top w:val="single" w:sz="4" w:space="0" w:color="auto"/>
                    <w:left w:val="single" w:sz="4" w:space="0" w:color="auto"/>
                    <w:bottom w:val="single" w:sz="4" w:space="0" w:color="auto"/>
                    <w:right w:val="single" w:sz="4" w:space="0" w:color="auto"/>
                  </w:tcBorders>
                  <w:vAlign w:val="center"/>
                  <w:hideMark/>
                </w:tcPr>
                <w:p w14:paraId="75260B00" w14:textId="77777777" w:rsidR="009F4BA0" w:rsidRDefault="009F4BA0" w:rsidP="009F4BA0">
                  <w:pPr>
                    <w:spacing w:after="0" w:line="240" w:lineRule="auto"/>
                    <w:ind w:firstLine="0"/>
                    <w:jc w:val="center"/>
                    <w:rPr>
                      <w:sz w:val="24"/>
                      <w:szCs w:val="24"/>
                    </w:rPr>
                  </w:pPr>
                  <w:r>
                    <w:rPr>
                      <w:sz w:val="24"/>
                      <w:szCs w:val="24"/>
                    </w:rPr>
                    <w:t>02</w:t>
                  </w:r>
                </w:p>
              </w:tc>
              <w:tc>
                <w:tcPr>
                  <w:tcW w:w="6717" w:type="dxa"/>
                  <w:tcBorders>
                    <w:top w:val="single" w:sz="4" w:space="0" w:color="auto"/>
                    <w:left w:val="single" w:sz="4" w:space="0" w:color="auto"/>
                    <w:bottom w:val="single" w:sz="4" w:space="0" w:color="auto"/>
                    <w:right w:val="single" w:sz="4" w:space="0" w:color="auto"/>
                  </w:tcBorders>
                  <w:vAlign w:val="center"/>
                </w:tcPr>
                <w:p w14:paraId="4F80E640" w14:textId="77777777" w:rsidR="009F4BA0" w:rsidRDefault="009F4BA0" w:rsidP="009F4BA0">
                  <w:pPr>
                    <w:spacing w:after="0" w:line="240" w:lineRule="auto"/>
                    <w:ind w:firstLine="0"/>
                    <w:rPr>
                      <w:b/>
                      <w:bCs/>
                      <w:sz w:val="24"/>
                      <w:szCs w:val="24"/>
                    </w:rPr>
                  </w:pPr>
                  <w:r>
                    <w:rPr>
                      <w:b/>
                      <w:bCs/>
                      <w:sz w:val="24"/>
                      <w:szCs w:val="24"/>
                    </w:rPr>
                    <w:t>FILTRO DE LINHA 5 TOMADAS</w:t>
                  </w:r>
                </w:p>
                <w:p w14:paraId="1F0E0AC8" w14:textId="77777777" w:rsidR="009F4BA0" w:rsidRDefault="009F4BA0" w:rsidP="009F4BA0">
                  <w:pPr>
                    <w:spacing w:after="0" w:line="240" w:lineRule="auto"/>
                    <w:ind w:firstLine="0"/>
                    <w:rPr>
                      <w:b/>
                      <w:bCs/>
                      <w:sz w:val="24"/>
                      <w:szCs w:val="24"/>
                    </w:rPr>
                  </w:pPr>
                </w:p>
                <w:p w14:paraId="78C052D9" w14:textId="77777777" w:rsidR="009F4BA0" w:rsidRDefault="009F4BA0" w:rsidP="009F4BA0">
                  <w:pPr>
                    <w:spacing w:after="0" w:line="240" w:lineRule="auto"/>
                    <w:ind w:firstLine="0"/>
                    <w:rPr>
                      <w:b/>
                      <w:bCs/>
                    </w:rPr>
                  </w:pPr>
                  <w:r>
                    <w:rPr>
                      <w:b/>
                      <w:bCs/>
                    </w:rPr>
                    <w:t>CARACTERÍSTICAS:</w:t>
                  </w:r>
                </w:p>
                <w:p w14:paraId="053757E1" w14:textId="77777777" w:rsidR="009F4BA0" w:rsidRDefault="009F4BA0" w:rsidP="009F4BA0">
                  <w:pPr>
                    <w:spacing w:after="0" w:line="240" w:lineRule="auto"/>
                    <w:ind w:firstLine="0"/>
                    <w:rPr>
                      <w:sz w:val="24"/>
                      <w:szCs w:val="24"/>
                    </w:rPr>
                  </w:pPr>
                  <w:r>
                    <w:rPr>
                      <w:sz w:val="24"/>
                      <w:szCs w:val="24"/>
                    </w:rPr>
                    <w:t>TENSÃO: 10A</w:t>
                  </w:r>
                </w:p>
                <w:p w14:paraId="37330EC2" w14:textId="77777777" w:rsidR="009F4BA0" w:rsidRDefault="009F4BA0" w:rsidP="009F4BA0">
                  <w:pPr>
                    <w:spacing w:after="0" w:line="240" w:lineRule="auto"/>
                    <w:ind w:firstLine="0"/>
                    <w:rPr>
                      <w:sz w:val="24"/>
                      <w:szCs w:val="24"/>
                    </w:rPr>
                  </w:pPr>
                  <w:r>
                    <w:rPr>
                      <w:sz w:val="24"/>
                      <w:szCs w:val="24"/>
                    </w:rPr>
                    <w:t>TOMADAS DE 3 PINOS</w:t>
                  </w:r>
                </w:p>
                <w:p w14:paraId="3CC9EEE9" w14:textId="77777777" w:rsidR="009F4BA0" w:rsidRDefault="009F4BA0" w:rsidP="009F4BA0">
                  <w:pPr>
                    <w:spacing w:after="0" w:line="240" w:lineRule="auto"/>
                    <w:ind w:firstLine="0"/>
                    <w:rPr>
                      <w:sz w:val="24"/>
                      <w:szCs w:val="24"/>
                    </w:rPr>
                  </w:pPr>
                  <w:r>
                    <w:rPr>
                      <w:sz w:val="24"/>
                      <w:szCs w:val="24"/>
                    </w:rPr>
                    <w:t>CABO COM 5 METROS</w:t>
                  </w:r>
                </w:p>
                <w:p w14:paraId="29DF3098" w14:textId="77777777" w:rsidR="009F4BA0" w:rsidRDefault="009F4BA0" w:rsidP="009F4BA0">
                  <w:pPr>
                    <w:spacing w:after="0" w:line="240" w:lineRule="auto"/>
                    <w:ind w:firstLine="0"/>
                    <w:rPr>
                      <w:sz w:val="24"/>
                      <w:szCs w:val="24"/>
                    </w:rPr>
                  </w:pPr>
                  <w:r>
                    <w:rPr>
                      <w:sz w:val="24"/>
                      <w:szCs w:val="24"/>
                    </w:rPr>
                    <w:t>COM FUSÍVEL</w:t>
                  </w:r>
                </w:p>
                <w:p w14:paraId="725809C9" w14:textId="77777777" w:rsidR="009F4BA0" w:rsidRDefault="009F4BA0" w:rsidP="009F4BA0">
                  <w:pPr>
                    <w:spacing w:after="0" w:line="240" w:lineRule="auto"/>
                    <w:ind w:firstLine="0"/>
                    <w:rPr>
                      <w:sz w:val="24"/>
                      <w:szCs w:val="24"/>
                    </w:rPr>
                  </w:pPr>
                  <w:r>
                    <w:rPr>
                      <w:sz w:val="24"/>
                      <w:szCs w:val="24"/>
                    </w:rPr>
                    <w:t>CHAVE LIGA/DESLIGA</w:t>
                  </w:r>
                </w:p>
                <w:p w14:paraId="367C6AAB" w14:textId="77777777" w:rsidR="009F4BA0" w:rsidRDefault="009F4BA0" w:rsidP="009F4BA0">
                  <w:pPr>
                    <w:spacing w:after="0" w:line="240" w:lineRule="auto"/>
                    <w:ind w:firstLine="0"/>
                    <w:rPr>
                      <w:sz w:val="24"/>
                      <w:szCs w:val="24"/>
                    </w:rPr>
                  </w:pPr>
                  <w:r>
                    <w:rPr>
                      <w:sz w:val="24"/>
                      <w:szCs w:val="24"/>
                    </w:rPr>
                    <w:t>BIVOLT UNIVERSAL</w:t>
                  </w:r>
                </w:p>
                <w:p w14:paraId="5E14E555" w14:textId="77777777" w:rsidR="009F4BA0" w:rsidRDefault="009F4BA0" w:rsidP="009F4BA0">
                  <w:pPr>
                    <w:spacing w:after="0" w:line="240" w:lineRule="auto"/>
                    <w:ind w:firstLine="0"/>
                    <w:rPr>
                      <w:sz w:val="24"/>
                      <w:szCs w:val="24"/>
                    </w:rPr>
                  </w:pPr>
                  <w:r>
                    <w:rPr>
                      <w:sz w:val="24"/>
                      <w:szCs w:val="24"/>
                    </w:rPr>
                    <w:t>TOMADA NBR 14136</w:t>
                  </w:r>
                </w:p>
                <w:p w14:paraId="62AEC518" w14:textId="77777777" w:rsidR="009F4BA0" w:rsidRDefault="009F4BA0" w:rsidP="009F4BA0">
                  <w:pPr>
                    <w:spacing w:after="0" w:line="240" w:lineRule="auto"/>
                    <w:ind w:firstLine="0"/>
                    <w:rPr>
                      <w:sz w:val="24"/>
                      <w:szCs w:val="24"/>
                    </w:rPr>
                  </w:pPr>
                  <w:r>
                    <w:rPr>
                      <w:sz w:val="24"/>
                      <w:szCs w:val="24"/>
                    </w:rPr>
                    <w:t>PLUGS NBR 14136</w:t>
                  </w:r>
                </w:p>
                <w:p w14:paraId="65CC140A" w14:textId="77777777" w:rsidR="009F4BA0" w:rsidRDefault="009F4BA0" w:rsidP="009F4BA0">
                  <w:pPr>
                    <w:spacing w:after="0" w:line="240" w:lineRule="auto"/>
                    <w:ind w:firstLine="0"/>
                    <w:rPr>
                      <w:sz w:val="24"/>
                      <w:szCs w:val="24"/>
                    </w:rPr>
                  </w:pPr>
                  <w:r>
                    <w:rPr>
                      <w:sz w:val="24"/>
                      <w:szCs w:val="24"/>
                    </w:rPr>
                    <w:t>ANTICHAMA</w:t>
                  </w:r>
                </w:p>
                <w:p w14:paraId="6129BA2B" w14:textId="77777777" w:rsidR="009F4BA0" w:rsidRDefault="009F4BA0" w:rsidP="009F4BA0">
                  <w:pPr>
                    <w:spacing w:after="0" w:line="240" w:lineRule="auto"/>
                    <w:ind w:firstLine="0"/>
                    <w:rPr>
                      <w:sz w:val="24"/>
                      <w:szCs w:val="24"/>
                    </w:rPr>
                  </w:pPr>
                  <w:r>
                    <w:rPr>
                      <w:sz w:val="24"/>
                      <w:szCs w:val="24"/>
                    </w:rPr>
                    <w:t>COM CERTIFICADO INMETRO</w:t>
                  </w:r>
                </w:p>
                <w:p w14:paraId="18D7EB1A" w14:textId="77777777" w:rsidR="009F4BA0" w:rsidRDefault="009F4BA0" w:rsidP="009F4BA0">
                  <w:pPr>
                    <w:spacing w:after="0" w:line="240" w:lineRule="auto"/>
                    <w:ind w:firstLine="0"/>
                    <w:rPr>
                      <w:sz w:val="24"/>
                      <w:szCs w:val="24"/>
                    </w:rPr>
                  </w:pPr>
                  <w:r>
                    <w:rPr>
                      <w:sz w:val="24"/>
                      <w:szCs w:val="24"/>
                    </w:rPr>
                    <w:t>GARANTIA MINIMA: 12 MESES</w:t>
                  </w:r>
                </w:p>
                <w:p w14:paraId="2E62F201" w14:textId="77777777" w:rsidR="009F4BA0" w:rsidRDefault="009F4BA0" w:rsidP="009F4BA0">
                  <w:pPr>
                    <w:spacing w:after="0" w:line="240" w:lineRule="auto"/>
                    <w:ind w:firstLine="0"/>
                    <w:rPr>
                      <w:sz w:val="24"/>
                      <w:szCs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24EAD4A0" w14:textId="77777777" w:rsidR="009F4BA0" w:rsidRDefault="009F4BA0" w:rsidP="009F4BA0">
                  <w:pPr>
                    <w:spacing w:after="0" w:line="240" w:lineRule="auto"/>
                    <w:ind w:firstLine="0"/>
                    <w:jc w:val="center"/>
                    <w:rPr>
                      <w:sz w:val="24"/>
                      <w:szCs w:val="24"/>
                    </w:rPr>
                  </w:pPr>
                  <w:r>
                    <w:rPr>
                      <w:sz w:val="24"/>
                      <w:szCs w:val="24"/>
                    </w:rPr>
                    <w:t>20</w:t>
                  </w:r>
                </w:p>
              </w:tc>
            </w:tr>
            <w:tr w:rsidR="009F4BA0" w14:paraId="693F9FAD" w14:textId="77777777" w:rsidTr="009F4BA0">
              <w:trPr>
                <w:jc w:val="center"/>
              </w:trPr>
              <w:tc>
                <w:tcPr>
                  <w:tcW w:w="1192" w:type="dxa"/>
                  <w:gridSpan w:val="2"/>
                  <w:tcBorders>
                    <w:top w:val="single" w:sz="4" w:space="0" w:color="auto"/>
                    <w:left w:val="single" w:sz="4" w:space="0" w:color="auto"/>
                    <w:bottom w:val="single" w:sz="4" w:space="0" w:color="auto"/>
                    <w:right w:val="single" w:sz="4" w:space="0" w:color="auto"/>
                  </w:tcBorders>
                </w:tcPr>
                <w:p w14:paraId="044BE1CB" w14:textId="77777777" w:rsidR="009F4BA0" w:rsidRDefault="009F4BA0" w:rsidP="009F4BA0">
                  <w:pPr>
                    <w:spacing w:after="0" w:line="240" w:lineRule="auto"/>
                    <w:ind w:firstLine="0"/>
                    <w:jc w:val="center"/>
                    <w:rPr>
                      <w:sz w:val="24"/>
                      <w:szCs w:val="24"/>
                    </w:rPr>
                  </w:pPr>
                </w:p>
                <w:p w14:paraId="6E21EE5A" w14:textId="77777777" w:rsidR="009F4BA0" w:rsidRDefault="009F4BA0" w:rsidP="009F4BA0">
                  <w:pPr>
                    <w:spacing w:after="0" w:line="240" w:lineRule="auto"/>
                    <w:ind w:firstLine="0"/>
                    <w:jc w:val="center"/>
                    <w:rPr>
                      <w:sz w:val="24"/>
                      <w:szCs w:val="24"/>
                    </w:rPr>
                  </w:pPr>
                  <w:r>
                    <w:rPr>
                      <w:sz w:val="24"/>
                      <w:szCs w:val="24"/>
                    </w:rPr>
                    <w:t>03</w:t>
                  </w:r>
                </w:p>
              </w:tc>
              <w:tc>
                <w:tcPr>
                  <w:tcW w:w="6717" w:type="dxa"/>
                  <w:tcBorders>
                    <w:top w:val="single" w:sz="4" w:space="0" w:color="auto"/>
                    <w:left w:val="single" w:sz="4" w:space="0" w:color="auto"/>
                    <w:bottom w:val="single" w:sz="4" w:space="0" w:color="auto"/>
                    <w:right w:val="single" w:sz="4" w:space="0" w:color="auto"/>
                  </w:tcBorders>
                  <w:hideMark/>
                </w:tcPr>
                <w:p w14:paraId="26C1E915" w14:textId="77777777" w:rsidR="009F4BA0" w:rsidRDefault="009F4BA0" w:rsidP="009F4BA0">
                  <w:pPr>
                    <w:spacing w:after="0" w:line="240" w:lineRule="auto"/>
                    <w:ind w:firstLine="0"/>
                    <w:rPr>
                      <w:b/>
                      <w:bCs/>
                      <w:sz w:val="24"/>
                      <w:szCs w:val="24"/>
                    </w:rPr>
                  </w:pPr>
                  <w:r>
                    <w:rPr>
                      <w:b/>
                      <w:bCs/>
                      <w:sz w:val="24"/>
                      <w:szCs w:val="24"/>
                    </w:rPr>
                    <w:t>ABRAÇADEIRA DE NYLON PRETA 2,5 X 100MM</w:t>
                  </w:r>
                </w:p>
                <w:p w14:paraId="7817A42A" w14:textId="77777777" w:rsidR="009F4BA0" w:rsidRDefault="009F4BA0" w:rsidP="009F4BA0">
                  <w:pPr>
                    <w:spacing w:after="0" w:line="240" w:lineRule="auto"/>
                    <w:ind w:firstLine="0"/>
                    <w:rPr>
                      <w:sz w:val="24"/>
                      <w:szCs w:val="24"/>
                    </w:rPr>
                  </w:pPr>
                  <w:r>
                    <w:rPr>
                      <w:sz w:val="24"/>
                      <w:szCs w:val="24"/>
                    </w:rPr>
                    <w:t>Comprimento x Largura: 10 cm x 2 mm</w:t>
                  </w: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3E01E1C9" w14:textId="77777777" w:rsidR="009F4BA0" w:rsidRDefault="009F4BA0" w:rsidP="009F4BA0">
                  <w:pPr>
                    <w:spacing w:after="0" w:line="240" w:lineRule="auto"/>
                    <w:ind w:firstLine="0"/>
                    <w:jc w:val="center"/>
                    <w:rPr>
                      <w:sz w:val="24"/>
                      <w:szCs w:val="24"/>
                    </w:rPr>
                  </w:pPr>
                  <w:r>
                    <w:rPr>
                      <w:sz w:val="24"/>
                      <w:szCs w:val="24"/>
                    </w:rPr>
                    <w:t>30</w:t>
                  </w:r>
                </w:p>
              </w:tc>
            </w:tr>
            <w:tr w:rsidR="009F4BA0" w14:paraId="321C5D03" w14:textId="77777777" w:rsidTr="009F4BA0">
              <w:trPr>
                <w:jc w:val="center"/>
              </w:trPr>
              <w:tc>
                <w:tcPr>
                  <w:tcW w:w="1192" w:type="dxa"/>
                  <w:gridSpan w:val="2"/>
                  <w:tcBorders>
                    <w:top w:val="single" w:sz="4" w:space="0" w:color="auto"/>
                    <w:left w:val="single" w:sz="4" w:space="0" w:color="auto"/>
                    <w:bottom w:val="single" w:sz="4" w:space="0" w:color="auto"/>
                    <w:right w:val="single" w:sz="4" w:space="0" w:color="auto"/>
                  </w:tcBorders>
                </w:tcPr>
                <w:p w14:paraId="48DDB0E0" w14:textId="77777777" w:rsidR="009F4BA0" w:rsidRDefault="009F4BA0" w:rsidP="009F4BA0">
                  <w:pPr>
                    <w:spacing w:after="0" w:line="240" w:lineRule="auto"/>
                    <w:ind w:firstLine="0"/>
                    <w:jc w:val="center"/>
                    <w:rPr>
                      <w:sz w:val="24"/>
                      <w:szCs w:val="24"/>
                    </w:rPr>
                  </w:pPr>
                </w:p>
                <w:p w14:paraId="7BD752F8" w14:textId="77777777" w:rsidR="009F4BA0" w:rsidRDefault="009F4BA0" w:rsidP="009F4BA0">
                  <w:pPr>
                    <w:spacing w:after="0" w:line="240" w:lineRule="auto"/>
                    <w:ind w:firstLine="0"/>
                    <w:jc w:val="center"/>
                    <w:rPr>
                      <w:sz w:val="24"/>
                      <w:szCs w:val="24"/>
                    </w:rPr>
                  </w:pPr>
                  <w:r>
                    <w:rPr>
                      <w:sz w:val="24"/>
                      <w:szCs w:val="24"/>
                    </w:rPr>
                    <w:t>04</w:t>
                  </w:r>
                </w:p>
              </w:tc>
              <w:tc>
                <w:tcPr>
                  <w:tcW w:w="6717" w:type="dxa"/>
                  <w:tcBorders>
                    <w:top w:val="single" w:sz="4" w:space="0" w:color="auto"/>
                    <w:left w:val="single" w:sz="4" w:space="0" w:color="auto"/>
                    <w:bottom w:val="single" w:sz="4" w:space="0" w:color="auto"/>
                    <w:right w:val="single" w:sz="4" w:space="0" w:color="auto"/>
                  </w:tcBorders>
                  <w:hideMark/>
                </w:tcPr>
                <w:p w14:paraId="0E96ECE2" w14:textId="77777777" w:rsidR="009F4BA0" w:rsidRDefault="009F4BA0" w:rsidP="009F4BA0">
                  <w:pPr>
                    <w:spacing w:after="0" w:line="240" w:lineRule="auto"/>
                    <w:ind w:firstLine="0"/>
                    <w:rPr>
                      <w:b/>
                      <w:bCs/>
                      <w:sz w:val="24"/>
                      <w:szCs w:val="24"/>
                    </w:rPr>
                  </w:pPr>
                  <w:r>
                    <w:rPr>
                      <w:b/>
                      <w:bCs/>
                      <w:sz w:val="24"/>
                      <w:szCs w:val="24"/>
                    </w:rPr>
                    <w:t>ABRAÇADEIRA DE NYLON PRETA 4,8 X 300MM</w:t>
                  </w:r>
                </w:p>
                <w:p w14:paraId="4F0A4615" w14:textId="77777777" w:rsidR="009F4BA0" w:rsidRDefault="009F4BA0" w:rsidP="009F4BA0">
                  <w:pPr>
                    <w:spacing w:after="0" w:line="240" w:lineRule="auto"/>
                    <w:ind w:firstLine="0"/>
                    <w:rPr>
                      <w:sz w:val="24"/>
                      <w:szCs w:val="24"/>
                    </w:rPr>
                  </w:pPr>
                  <w:r>
                    <w:rPr>
                      <w:sz w:val="24"/>
                      <w:szCs w:val="24"/>
                    </w:rPr>
                    <w:t>Comprimento x Largura: 300 mm x 48 mm</w:t>
                  </w: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582F855E" w14:textId="77777777" w:rsidR="009F4BA0" w:rsidRDefault="009F4BA0" w:rsidP="009F4BA0">
                  <w:pPr>
                    <w:spacing w:after="0" w:line="240" w:lineRule="auto"/>
                    <w:ind w:firstLine="0"/>
                    <w:jc w:val="center"/>
                    <w:rPr>
                      <w:sz w:val="24"/>
                      <w:szCs w:val="24"/>
                    </w:rPr>
                  </w:pPr>
                  <w:r>
                    <w:rPr>
                      <w:sz w:val="24"/>
                      <w:szCs w:val="24"/>
                    </w:rPr>
                    <w:t>30</w:t>
                  </w:r>
                </w:p>
              </w:tc>
            </w:tr>
            <w:tr w:rsidR="009F4BA0" w14:paraId="3524AAB8" w14:textId="77777777" w:rsidTr="009F4BA0">
              <w:trPr>
                <w:jc w:val="center"/>
              </w:trPr>
              <w:tc>
                <w:tcPr>
                  <w:tcW w:w="1192" w:type="dxa"/>
                  <w:gridSpan w:val="2"/>
                  <w:tcBorders>
                    <w:top w:val="single" w:sz="4" w:space="0" w:color="auto"/>
                    <w:left w:val="single" w:sz="4" w:space="0" w:color="auto"/>
                    <w:bottom w:val="single" w:sz="4" w:space="0" w:color="auto"/>
                    <w:right w:val="single" w:sz="4" w:space="0" w:color="auto"/>
                  </w:tcBorders>
                </w:tcPr>
                <w:p w14:paraId="05290B38" w14:textId="77777777" w:rsidR="009F4BA0" w:rsidRDefault="009F4BA0" w:rsidP="009F4BA0">
                  <w:pPr>
                    <w:spacing w:after="0" w:line="240" w:lineRule="auto"/>
                    <w:ind w:firstLine="0"/>
                    <w:jc w:val="center"/>
                    <w:rPr>
                      <w:sz w:val="24"/>
                      <w:szCs w:val="24"/>
                    </w:rPr>
                  </w:pPr>
                </w:p>
                <w:p w14:paraId="12A00FA1" w14:textId="77777777" w:rsidR="009F4BA0" w:rsidRDefault="009F4BA0" w:rsidP="009F4BA0">
                  <w:pPr>
                    <w:spacing w:after="0" w:line="240" w:lineRule="auto"/>
                    <w:ind w:firstLine="0"/>
                    <w:jc w:val="center"/>
                    <w:rPr>
                      <w:sz w:val="24"/>
                      <w:szCs w:val="24"/>
                    </w:rPr>
                  </w:pPr>
                  <w:r>
                    <w:rPr>
                      <w:sz w:val="24"/>
                      <w:szCs w:val="24"/>
                    </w:rPr>
                    <w:t>05</w:t>
                  </w:r>
                </w:p>
              </w:tc>
              <w:tc>
                <w:tcPr>
                  <w:tcW w:w="6717" w:type="dxa"/>
                  <w:tcBorders>
                    <w:top w:val="single" w:sz="4" w:space="0" w:color="auto"/>
                    <w:left w:val="single" w:sz="4" w:space="0" w:color="auto"/>
                    <w:bottom w:val="single" w:sz="4" w:space="0" w:color="auto"/>
                    <w:right w:val="single" w:sz="4" w:space="0" w:color="auto"/>
                  </w:tcBorders>
                  <w:hideMark/>
                </w:tcPr>
                <w:p w14:paraId="21845461" w14:textId="77777777" w:rsidR="009F4BA0" w:rsidRDefault="009F4BA0" w:rsidP="009F4BA0">
                  <w:pPr>
                    <w:spacing w:after="0" w:line="240" w:lineRule="auto"/>
                    <w:ind w:firstLine="0"/>
                    <w:rPr>
                      <w:b/>
                      <w:bCs/>
                      <w:sz w:val="24"/>
                      <w:szCs w:val="24"/>
                    </w:rPr>
                  </w:pPr>
                  <w:r>
                    <w:rPr>
                      <w:b/>
                      <w:bCs/>
                      <w:sz w:val="24"/>
                      <w:szCs w:val="24"/>
                    </w:rPr>
                    <w:t>ABRAÇADEIRA DE NYLON PRETA 2,5 X 100MM</w:t>
                  </w:r>
                </w:p>
                <w:p w14:paraId="6CA5CC40" w14:textId="77777777" w:rsidR="009F4BA0" w:rsidRDefault="009F4BA0" w:rsidP="009F4BA0">
                  <w:pPr>
                    <w:spacing w:after="0" w:line="240" w:lineRule="auto"/>
                    <w:ind w:firstLine="0"/>
                    <w:rPr>
                      <w:sz w:val="24"/>
                      <w:szCs w:val="24"/>
                    </w:rPr>
                  </w:pPr>
                  <w:r>
                    <w:rPr>
                      <w:sz w:val="24"/>
                      <w:szCs w:val="24"/>
                    </w:rPr>
                    <w:t>Comprimento x Largura: 10 cm x 2 mm</w:t>
                  </w: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2F99AA3D" w14:textId="77777777" w:rsidR="009F4BA0" w:rsidRDefault="009F4BA0" w:rsidP="009F4BA0">
                  <w:pPr>
                    <w:spacing w:after="0" w:line="240" w:lineRule="auto"/>
                    <w:ind w:firstLine="0"/>
                    <w:jc w:val="center"/>
                    <w:rPr>
                      <w:sz w:val="24"/>
                      <w:szCs w:val="24"/>
                    </w:rPr>
                  </w:pPr>
                  <w:r>
                    <w:rPr>
                      <w:sz w:val="24"/>
                      <w:szCs w:val="24"/>
                    </w:rPr>
                    <w:t>30</w:t>
                  </w:r>
                </w:p>
              </w:tc>
            </w:tr>
            <w:tr w:rsidR="009F4BA0" w14:paraId="26AF9826" w14:textId="77777777" w:rsidTr="009F4BA0">
              <w:trPr>
                <w:jc w:val="center"/>
              </w:trPr>
              <w:tc>
                <w:tcPr>
                  <w:tcW w:w="1192" w:type="dxa"/>
                  <w:gridSpan w:val="2"/>
                  <w:tcBorders>
                    <w:top w:val="single" w:sz="4" w:space="0" w:color="auto"/>
                    <w:left w:val="single" w:sz="4" w:space="0" w:color="auto"/>
                    <w:bottom w:val="single" w:sz="4" w:space="0" w:color="auto"/>
                    <w:right w:val="single" w:sz="4" w:space="0" w:color="auto"/>
                  </w:tcBorders>
                </w:tcPr>
                <w:p w14:paraId="5AB63666" w14:textId="77777777" w:rsidR="009F4BA0" w:rsidRDefault="009F4BA0" w:rsidP="009F4BA0">
                  <w:pPr>
                    <w:spacing w:after="0" w:line="240" w:lineRule="auto"/>
                    <w:ind w:firstLine="0"/>
                    <w:jc w:val="center"/>
                    <w:rPr>
                      <w:sz w:val="24"/>
                      <w:szCs w:val="24"/>
                    </w:rPr>
                  </w:pPr>
                </w:p>
                <w:p w14:paraId="1B51D3EE" w14:textId="77777777" w:rsidR="009F4BA0" w:rsidRDefault="009F4BA0" w:rsidP="009F4BA0">
                  <w:pPr>
                    <w:spacing w:after="0" w:line="240" w:lineRule="auto"/>
                    <w:ind w:firstLine="0"/>
                    <w:jc w:val="center"/>
                    <w:rPr>
                      <w:sz w:val="24"/>
                      <w:szCs w:val="24"/>
                    </w:rPr>
                  </w:pPr>
                  <w:r>
                    <w:rPr>
                      <w:sz w:val="24"/>
                      <w:szCs w:val="24"/>
                    </w:rPr>
                    <w:t>06</w:t>
                  </w:r>
                </w:p>
              </w:tc>
              <w:tc>
                <w:tcPr>
                  <w:tcW w:w="6717" w:type="dxa"/>
                  <w:tcBorders>
                    <w:top w:val="single" w:sz="4" w:space="0" w:color="auto"/>
                    <w:left w:val="single" w:sz="4" w:space="0" w:color="auto"/>
                    <w:bottom w:val="single" w:sz="4" w:space="0" w:color="auto"/>
                    <w:right w:val="single" w:sz="4" w:space="0" w:color="auto"/>
                  </w:tcBorders>
                </w:tcPr>
                <w:p w14:paraId="2D3C0204" w14:textId="77777777" w:rsidR="009F4BA0" w:rsidRDefault="009F4BA0" w:rsidP="009F4BA0">
                  <w:pPr>
                    <w:spacing w:after="0" w:line="240" w:lineRule="auto"/>
                    <w:ind w:firstLine="0"/>
                    <w:rPr>
                      <w:b/>
                      <w:bCs/>
                      <w:sz w:val="24"/>
                      <w:szCs w:val="24"/>
                    </w:rPr>
                  </w:pPr>
                  <w:r>
                    <w:rPr>
                      <w:b/>
                      <w:bCs/>
                      <w:sz w:val="24"/>
                      <w:szCs w:val="24"/>
                    </w:rPr>
                    <w:t>FITA DUPLA FACE AZUL  20MM X 3MT</w:t>
                  </w:r>
                </w:p>
                <w:p w14:paraId="722621E6" w14:textId="77777777" w:rsidR="009F4BA0" w:rsidRDefault="009F4BA0" w:rsidP="009F4BA0">
                  <w:pPr>
                    <w:spacing w:after="0" w:line="240" w:lineRule="auto"/>
                    <w:ind w:firstLine="0"/>
                    <w:rPr>
                      <w:b/>
                      <w:bCs/>
                      <w:sz w:val="24"/>
                      <w:szCs w:val="24"/>
                    </w:rPr>
                  </w:pPr>
                </w:p>
                <w:p w14:paraId="3BEF7B93" w14:textId="77777777" w:rsidR="009F4BA0" w:rsidRDefault="009F4BA0" w:rsidP="009F4BA0">
                  <w:pPr>
                    <w:spacing w:after="0" w:line="240" w:lineRule="auto"/>
                    <w:ind w:firstLine="0"/>
                    <w:rPr>
                      <w:sz w:val="24"/>
                      <w:szCs w:val="24"/>
                    </w:rPr>
                  </w:pPr>
                  <w:r>
                    <w:rPr>
                      <w:sz w:val="24"/>
                      <w:szCs w:val="24"/>
                    </w:rPr>
                    <w:t xml:space="preserve">FITA DE FIXAÇÃO ABRAÇADEIRA </w:t>
                  </w:r>
                </w:p>
                <w:p w14:paraId="6D649C87" w14:textId="77777777" w:rsidR="009F4BA0" w:rsidRDefault="009F4BA0" w:rsidP="009F4BA0">
                  <w:pPr>
                    <w:spacing w:after="0" w:line="240" w:lineRule="auto"/>
                    <w:ind w:firstLine="0"/>
                    <w:rPr>
                      <w:sz w:val="24"/>
                      <w:szCs w:val="24"/>
                    </w:rPr>
                  </w:pPr>
                  <w:r>
                    <w:rPr>
                      <w:sz w:val="24"/>
                      <w:szCs w:val="24"/>
                    </w:rPr>
                    <w:t>COMPRIMENTO: 3 M</w:t>
                  </w:r>
                </w:p>
                <w:p w14:paraId="47D5D6FC" w14:textId="77777777" w:rsidR="009F4BA0" w:rsidRDefault="009F4BA0" w:rsidP="009F4BA0">
                  <w:pPr>
                    <w:spacing w:after="0" w:line="240" w:lineRule="auto"/>
                    <w:ind w:firstLine="0"/>
                    <w:rPr>
                      <w:sz w:val="24"/>
                      <w:szCs w:val="24"/>
                    </w:rPr>
                  </w:pPr>
                  <w:r>
                    <w:rPr>
                      <w:sz w:val="24"/>
                      <w:szCs w:val="24"/>
                    </w:rPr>
                    <w:t>LARGURA: 2 CM</w:t>
                  </w:r>
                </w:p>
                <w:p w14:paraId="71A569C5" w14:textId="77777777" w:rsidR="009F4BA0" w:rsidRDefault="009F4BA0" w:rsidP="009F4BA0">
                  <w:pPr>
                    <w:spacing w:after="0" w:line="240" w:lineRule="auto"/>
                    <w:ind w:firstLine="0"/>
                    <w:rPr>
                      <w:sz w:val="24"/>
                      <w:szCs w:val="24"/>
                    </w:rPr>
                  </w:pPr>
                  <w:r>
                    <w:rPr>
                      <w:sz w:val="24"/>
                      <w:szCs w:val="24"/>
                    </w:rPr>
                    <w:lastRenderedPageBreak/>
                    <w:t>UNIDADES POR KIT: 1</w:t>
                  </w:r>
                </w:p>
                <w:p w14:paraId="71D79DCE" w14:textId="77777777" w:rsidR="009F4BA0" w:rsidRDefault="009F4BA0" w:rsidP="009F4BA0">
                  <w:pPr>
                    <w:spacing w:after="0" w:line="240" w:lineRule="auto"/>
                    <w:ind w:firstLine="0"/>
                    <w:rPr>
                      <w:sz w:val="24"/>
                      <w:szCs w:val="24"/>
                    </w:rPr>
                  </w:pPr>
                  <w:r>
                    <w:rPr>
                      <w:sz w:val="24"/>
                      <w:szCs w:val="24"/>
                    </w:rPr>
                    <w:t>UTILIZAÇÃO: VELCRO</w:t>
                  </w:r>
                </w:p>
                <w:p w14:paraId="77CDCFC2" w14:textId="77777777" w:rsidR="009F4BA0" w:rsidRDefault="009F4BA0" w:rsidP="009F4BA0">
                  <w:pPr>
                    <w:spacing w:after="0" w:line="240" w:lineRule="auto"/>
                    <w:ind w:firstLine="0"/>
                    <w:rPr>
                      <w:sz w:val="24"/>
                      <w:szCs w:val="24"/>
                    </w:rPr>
                  </w:pPr>
                  <w:r>
                    <w:rPr>
                      <w:sz w:val="24"/>
                      <w:szCs w:val="24"/>
                    </w:rPr>
                    <w:t>COR AZUL ou PRETA</w:t>
                  </w:r>
                </w:p>
                <w:p w14:paraId="2DA84348" w14:textId="77777777" w:rsidR="009F4BA0" w:rsidRDefault="009F4BA0" w:rsidP="009F4BA0">
                  <w:pPr>
                    <w:spacing w:after="0" w:line="240" w:lineRule="auto"/>
                    <w:ind w:firstLine="0"/>
                    <w:rPr>
                      <w:sz w:val="24"/>
                      <w:szCs w:val="24"/>
                    </w:rPr>
                  </w:pPr>
                  <w:r>
                    <w:rPr>
                      <w:sz w:val="24"/>
                      <w:szCs w:val="24"/>
                    </w:rPr>
                    <w:t>TIPO DE FITA ADESIVA DUPLA FACE.</w:t>
                  </w:r>
                </w:p>
                <w:p w14:paraId="2B29FA19" w14:textId="77777777" w:rsidR="009F4BA0" w:rsidRDefault="009F4BA0" w:rsidP="009F4BA0">
                  <w:pPr>
                    <w:spacing w:after="0" w:line="240" w:lineRule="auto"/>
                    <w:ind w:firstLine="0"/>
                    <w:rPr>
                      <w:sz w:val="24"/>
                      <w:szCs w:val="24"/>
                    </w:rPr>
                  </w:pPr>
                  <w:r>
                    <w:rPr>
                      <w:sz w:val="24"/>
                      <w:szCs w:val="24"/>
                    </w:rPr>
                    <w:t>IDEAL PARA ORGANIZAR CABOS DE 20MM.</w:t>
                  </w:r>
                </w:p>
                <w:p w14:paraId="046C5BDD" w14:textId="77777777" w:rsidR="009F4BA0" w:rsidRDefault="009F4BA0" w:rsidP="009F4BA0">
                  <w:pPr>
                    <w:spacing w:after="0" w:line="240" w:lineRule="auto"/>
                    <w:ind w:firstLine="0"/>
                    <w:rPr>
                      <w:sz w:val="24"/>
                      <w:szCs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4C0CEB66" w14:textId="77777777" w:rsidR="009F4BA0" w:rsidRDefault="009F4BA0" w:rsidP="009F4BA0">
                  <w:pPr>
                    <w:spacing w:after="0" w:line="240" w:lineRule="auto"/>
                    <w:ind w:firstLine="0"/>
                    <w:jc w:val="center"/>
                    <w:rPr>
                      <w:sz w:val="24"/>
                      <w:szCs w:val="24"/>
                    </w:rPr>
                  </w:pPr>
                  <w:r>
                    <w:rPr>
                      <w:sz w:val="24"/>
                      <w:szCs w:val="24"/>
                    </w:rPr>
                    <w:lastRenderedPageBreak/>
                    <w:t>50</w:t>
                  </w:r>
                </w:p>
              </w:tc>
            </w:tr>
            <w:tr w:rsidR="009F4BA0" w14:paraId="779F3F3D" w14:textId="77777777" w:rsidTr="009F4BA0">
              <w:trPr>
                <w:jc w:val="center"/>
              </w:trPr>
              <w:tc>
                <w:tcPr>
                  <w:tcW w:w="1192" w:type="dxa"/>
                  <w:gridSpan w:val="2"/>
                  <w:tcBorders>
                    <w:top w:val="single" w:sz="4" w:space="0" w:color="auto"/>
                    <w:left w:val="single" w:sz="4" w:space="0" w:color="auto"/>
                    <w:bottom w:val="single" w:sz="4" w:space="0" w:color="auto"/>
                    <w:right w:val="single" w:sz="4" w:space="0" w:color="auto"/>
                  </w:tcBorders>
                </w:tcPr>
                <w:p w14:paraId="396CB974" w14:textId="77777777" w:rsidR="009F4BA0" w:rsidRDefault="009F4BA0" w:rsidP="009F4BA0">
                  <w:pPr>
                    <w:spacing w:after="0" w:line="240" w:lineRule="auto"/>
                    <w:ind w:firstLine="0"/>
                    <w:jc w:val="center"/>
                    <w:rPr>
                      <w:sz w:val="24"/>
                      <w:szCs w:val="24"/>
                    </w:rPr>
                  </w:pPr>
                </w:p>
                <w:p w14:paraId="1B137434" w14:textId="77777777" w:rsidR="009F4BA0" w:rsidRDefault="009F4BA0" w:rsidP="009F4BA0">
                  <w:pPr>
                    <w:spacing w:after="0" w:line="240" w:lineRule="auto"/>
                    <w:ind w:firstLine="0"/>
                    <w:jc w:val="center"/>
                    <w:rPr>
                      <w:sz w:val="24"/>
                      <w:szCs w:val="24"/>
                    </w:rPr>
                  </w:pPr>
                </w:p>
                <w:p w14:paraId="545DB94B" w14:textId="77777777" w:rsidR="009F4BA0" w:rsidRDefault="009F4BA0" w:rsidP="009F4BA0">
                  <w:pPr>
                    <w:spacing w:after="0" w:line="240" w:lineRule="auto"/>
                    <w:ind w:firstLine="0"/>
                    <w:jc w:val="center"/>
                    <w:rPr>
                      <w:sz w:val="24"/>
                      <w:szCs w:val="24"/>
                    </w:rPr>
                  </w:pPr>
                </w:p>
                <w:p w14:paraId="2A9A5A40" w14:textId="77777777" w:rsidR="009F4BA0" w:rsidRDefault="009F4BA0" w:rsidP="009F4BA0">
                  <w:pPr>
                    <w:spacing w:after="0" w:line="240" w:lineRule="auto"/>
                    <w:ind w:firstLine="0"/>
                    <w:jc w:val="center"/>
                    <w:rPr>
                      <w:sz w:val="24"/>
                      <w:szCs w:val="24"/>
                    </w:rPr>
                  </w:pPr>
                  <w:r>
                    <w:rPr>
                      <w:sz w:val="24"/>
                      <w:szCs w:val="24"/>
                    </w:rPr>
                    <w:t>07</w:t>
                  </w:r>
                </w:p>
              </w:tc>
              <w:tc>
                <w:tcPr>
                  <w:tcW w:w="6717" w:type="dxa"/>
                  <w:tcBorders>
                    <w:top w:val="single" w:sz="4" w:space="0" w:color="auto"/>
                    <w:left w:val="single" w:sz="4" w:space="0" w:color="auto"/>
                    <w:bottom w:val="single" w:sz="4" w:space="0" w:color="auto"/>
                    <w:right w:val="single" w:sz="4" w:space="0" w:color="auto"/>
                  </w:tcBorders>
                </w:tcPr>
                <w:p w14:paraId="7E850138" w14:textId="77777777" w:rsidR="009F4BA0" w:rsidRDefault="009F4BA0" w:rsidP="009F4BA0">
                  <w:pPr>
                    <w:spacing w:after="0" w:line="240" w:lineRule="auto"/>
                    <w:ind w:firstLine="0"/>
                    <w:rPr>
                      <w:b/>
                      <w:bCs/>
                      <w:sz w:val="24"/>
                      <w:szCs w:val="24"/>
                    </w:rPr>
                  </w:pPr>
                  <w:r>
                    <w:rPr>
                      <w:b/>
                      <w:bCs/>
                      <w:sz w:val="24"/>
                      <w:szCs w:val="24"/>
                    </w:rPr>
                    <w:t>TOMADA INTELIGENTE REDE:</w:t>
                  </w:r>
                </w:p>
                <w:p w14:paraId="4F8CB57B" w14:textId="77777777" w:rsidR="009F4BA0" w:rsidRDefault="009F4BA0" w:rsidP="009F4BA0">
                  <w:pPr>
                    <w:spacing w:after="0" w:line="240" w:lineRule="auto"/>
                    <w:ind w:firstLine="0"/>
                    <w:rPr>
                      <w:b/>
                      <w:bCs/>
                      <w:sz w:val="24"/>
                      <w:szCs w:val="24"/>
                    </w:rPr>
                  </w:pPr>
                </w:p>
                <w:p w14:paraId="641B1E80" w14:textId="77777777" w:rsidR="009F4BA0" w:rsidRDefault="009F4BA0" w:rsidP="009F4BA0">
                  <w:pPr>
                    <w:spacing w:after="0" w:line="240" w:lineRule="auto"/>
                    <w:ind w:firstLine="0"/>
                    <w:rPr>
                      <w:b/>
                      <w:bCs/>
                    </w:rPr>
                  </w:pPr>
                  <w:r>
                    <w:rPr>
                      <w:b/>
                      <w:bCs/>
                    </w:rPr>
                    <w:t>CARACTERÍSTICAS:</w:t>
                  </w:r>
                </w:p>
                <w:p w14:paraId="7F6E0723" w14:textId="77777777" w:rsidR="009F4BA0" w:rsidRDefault="009F4BA0" w:rsidP="009F4BA0">
                  <w:pPr>
                    <w:spacing w:after="0" w:line="240" w:lineRule="auto"/>
                    <w:ind w:firstLine="0"/>
                    <w:rPr>
                      <w:sz w:val="24"/>
                      <w:szCs w:val="24"/>
                    </w:rPr>
                  </w:pPr>
                  <w:r>
                    <w:rPr>
                      <w:sz w:val="24"/>
                      <w:szCs w:val="24"/>
                    </w:rPr>
                    <w:t>COMPATÍVEL COM ALEXA E GOOGLE ASSISTENTE, TEMPORIZADOR, AGENDAMENTO, BOTÃO LIGA E DESLIGA, MONITORAMENTO DE ENERGIA</w:t>
                  </w:r>
                </w:p>
                <w:p w14:paraId="3B14C679" w14:textId="77777777" w:rsidR="009F4BA0" w:rsidRDefault="009F4BA0" w:rsidP="009F4BA0">
                  <w:pPr>
                    <w:spacing w:after="0" w:line="240" w:lineRule="auto"/>
                    <w:ind w:firstLine="0"/>
                    <w:rPr>
                      <w:sz w:val="24"/>
                      <w:szCs w:val="24"/>
                    </w:rPr>
                  </w:pPr>
                  <w:r>
                    <w:rPr>
                      <w:sz w:val="24"/>
                      <w:szCs w:val="24"/>
                    </w:rPr>
                    <w:t>CORRENTE ELÉTRICA: 10A</w:t>
                  </w:r>
                </w:p>
                <w:p w14:paraId="270ED412" w14:textId="77777777" w:rsidR="009F4BA0" w:rsidRDefault="009F4BA0" w:rsidP="009F4BA0">
                  <w:pPr>
                    <w:spacing w:after="0" w:line="240" w:lineRule="auto"/>
                    <w:ind w:firstLine="0"/>
                    <w:rPr>
                      <w:sz w:val="24"/>
                      <w:szCs w:val="24"/>
                    </w:rPr>
                  </w:pPr>
                  <w:r>
                    <w:rPr>
                      <w:sz w:val="24"/>
                      <w:szCs w:val="24"/>
                    </w:rPr>
                    <w:t>PROTOCOLOS: IEEE 802.11B/G/N</w:t>
                  </w:r>
                </w:p>
                <w:p w14:paraId="7EEA6E48" w14:textId="77777777" w:rsidR="009F4BA0" w:rsidRDefault="009F4BA0" w:rsidP="009F4BA0">
                  <w:pPr>
                    <w:spacing w:after="0" w:line="240" w:lineRule="auto"/>
                    <w:ind w:firstLine="0"/>
                    <w:rPr>
                      <w:sz w:val="24"/>
                      <w:szCs w:val="24"/>
                    </w:rPr>
                  </w:pPr>
                  <w:r>
                    <w:rPr>
                      <w:sz w:val="24"/>
                      <w:szCs w:val="24"/>
                    </w:rPr>
                    <w:t>PROTEÇÃO: WEP/TKIP/AES</w:t>
                  </w:r>
                </w:p>
                <w:p w14:paraId="0295C5C2" w14:textId="77777777" w:rsidR="009F4BA0" w:rsidRDefault="009F4BA0" w:rsidP="009F4BA0">
                  <w:pPr>
                    <w:spacing w:after="0" w:line="240" w:lineRule="auto"/>
                    <w:ind w:firstLine="0"/>
                    <w:rPr>
                      <w:sz w:val="24"/>
                      <w:szCs w:val="24"/>
                    </w:rPr>
                  </w:pPr>
                  <w:r>
                    <w:rPr>
                      <w:sz w:val="24"/>
                      <w:szCs w:val="24"/>
                    </w:rPr>
                    <w:t>VOLTAGEM:110 E 220V</w:t>
                  </w:r>
                </w:p>
                <w:p w14:paraId="46D051DB" w14:textId="77777777" w:rsidR="009F4BA0" w:rsidRDefault="009F4BA0" w:rsidP="009F4BA0">
                  <w:pPr>
                    <w:spacing w:after="0" w:line="240" w:lineRule="auto"/>
                    <w:ind w:firstLine="0"/>
                    <w:rPr>
                      <w:sz w:val="24"/>
                      <w:szCs w:val="24"/>
                    </w:rPr>
                  </w:pPr>
                  <w:r>
                    <w:rPr>
                      <w:sz w:val="24"/>
                      <w:szCs w:val="24"/>
                    </w:rPr>
                    <w:t>1 ANO DE GARANTIA </w:t>
                  </w:r>
                </w:p>
                <w:p w14:paraId="40E1291C" w14:textId="77777777" w:rsidR="009F4BA0" w:rsidRDefault="009F4BA0" w:rsidP="009F4BA0">
                  <w:pPr>
                    <w:spacing w:after="0" w:line="240" w:lineRule="auto"/>
                    <w:ind w:firstLine="0"/>
                    <w:rPr>
                      <w:sz w:val="24"/>
                      <w:szCs w:val="24"/>
                    </w:rPr>
                  </w:pPr>
                  <w:r>
                    <w:rPr>
                      <w:sz w:val="24"/>
                      <w:szCs w:val="24"/>
                    </w:rPr>
                    <w:t>CERTIFICAÇÃO: CE, ROHS</w:t>
                  </w:r>
                </w:p>
                <w:p w14:paraId="18F2ECE4" w14:textId="77777777" w:rsidR="009F4BA0" w:rsidRDefault="009F4BA0" w:rsidP="009F4BA0">
                  <w:pPr>
                    <w:spacing w:after="0" w:line="240" w:lineRule="auto"/>
                    <w:ind w:firstLine="0"/>
                    <w:rPr>
                      <w:sz w:val="24"/>
                      <w:szCs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3A76B8E0" w14:textId="77777777" w:rsidR="009F4BA0" w:rsidRDefault="009F4BA0" w:rsidP="009F4BA0">
                  <w:pPr>
                    <w:spacing w:after="0" w:line="240" w:lineRule="auto"/>
                    <w:ind w:firstLine="0"/>
                    <w:jc w:val="center"/>
                    <w:rPr>
                      <w:sz w:val="24"/>
                      <w:szCs w:val="24"/>
                    </w:rPr>
                  </w:pPr>
                  <w:r>
                    <w:rPr>
                      <w:sz w:val="24"/>
                      <w:szCs w:val="24"/>
                    </w:rPr>
                    <w:t>10</w:t>
                  </w:r>
                </w:p>
              </w:tc>
            </w:tr>
            <w:tr w:rsidR="009F4BA0" w14:paraId="1D105A23" w14:textId="77777777" w:rsidTr="009F4BA0">
              <w:trPr>
                <w:jc w:val="center"/>
              </w:trPr>
              <w:tc>
                <w:tcPr>
                  <w:tcW w:w="1192" w:type="dxa"/>
                  <w:gridSpan w:val="2"/>
                  <w:tcBorders>
                    <w:top w:val="single" w:sz="4" w:space="0" w:color="auto"/>
                    <w:left w:val="single" w:sz="4" w:space="0" w:color="auto"/>
                    <w:bottom w:val="single" w:sz="4" w:space="0" w:color="auto"/>
                    <w:right w:val="single" w:sz="4" w:space="0" w:color="auto"/>
                  </w:tcBorders>
                  <w:vAlign w:val="center"/>
                </w:tcPr>
                <w:p w14:paraId="334A0D82" w14:textId="77777777" w:rsidR="009F4BA0" w:rsidRDefault="009F4BA0" w:rsidP="009F4BA0">
                  <w:pPr>
                    <w:spacing w:after="0" w:line="240" w:lineRule="auto"/>
                    <w:ind w:firstLine="0"/>
                    <w:jc w:val="center"/>
                    <w:rPr>
                      <w:sz w:val="24"/>
                      <w:szCs w:val="24"/>
                    </w:rPr>
                  </w:pPr>
                </w:p>
                <w:p w14:paraId="3AF501EE" w14:textId="77777777" w:rsidR="009F4BA0" w:rsidRDefault="009F4BA0" w:rsidP="009F4BA0">
                  <w:pPr>
                    <w:spacing w:after="0" w:line="240" w:lineRule="auto"/>
                    <w:ind w:firstLine="0"/>
                    <w:jc w:val="center"/>
                    <w:rPr>
                      <w:sz w:val="24"/>
                      <w:szCs w:val="24"/>
                    </w:rPr>
                  </w:pPr>
                  <w:r>
                    <w:rPr>
                      <w:sz w:val="24"/>
                      <w:szCs w:val="24"/>
                    </w:rPr>
                    <w:t>08</w:t>
                  </w:r>
                </w:p>
              </w:tc>
              <w:tc>
                <w:tcPr>
                  <w:tcW w:w="6717" w:type="dxa"/>
                  <w:tcBorders>
                    <w:top w:val="single" w:sz="4" w:space="0" w:color="auto"/>
                    <w:left w:val="single" w:sz="4" w:space="0" w:color="auto"/>
                    <w:bottom w:val="single" w:sz="4" w:space="0" w:color="auto"/>
                    <w:right w:val="single" w:sz="4" w:space="0" w:color="auto"/>
                  </w:tcBorders>
                </w:tcPr>
                <w:p w14:paraId="6457C8CC" w14:textId="77777777" w:rsidR="009F4BA0" w:rsidRDefault="009F4BA0" w:rsidP="009F4BA0">
                  <w:pPr>
                    <w:spacing w:after="0" w:line="240" w:lineRule="auto"/>
                    <w:ind w:firstLine="0"/>
                    <w:rPr>
                      <w:b/>
                      <w:bCs/>
                      <w:sz w:val="24"/>
                      <w:szCs w:val="24"/>
                    </w:rPr>
                  </w:pPr>
                  <w:r>
                    <w:rPr>
                      <w:b/>
                      <w:bCs/>
                      <w:sz w:val="24"/>
                      <w:szCs w:val="24"/>
                    </w:rPr>
                    <w:t>CABO HDMI TAMANHO 2 METROS</w:t>
                  </w:r>
                </w:p>
                <w:p w14:paraId="16BF22F0" w14:textId="77777777" w:rsidR="009F4BA0" w:rsidRDefault="009F4BA0" w:rsidP="009F4BA0">
                  <w:pPr>
                    <w:spacing w:after="0" w:line="240" w:lineRule="auto"/>
                    <w:ind w:firstLine="0"/>
                    <w:rPr>
                      <w:b/>
                      <w:bCs/>
                      <w:sz w:val="24"/>
                      <w:szCs w:val="24"/>
                    </w:rPr>
                  </w:pPr>
                </w:p>
                <w:p w14:paraId="3DAC0916" w14:textId="77777777" w:rsidR="009F4BA0" w:rsidRDefault="009F4BA0" w:rsidP="009F4BA0">
                  <w:pPr>
                    <w:spacing w:after="0" w:line="240" w:lineRule="auto"/>
                    <w:ind w:firstLine="0"/>
                    <w:rPr>
                      <w:b/>
                      <w:bCs/>
                    </w:rPr>
                  </w:pPr>
                  <w:r>
                    <w:rPr>
                      <w:b/>
                      <w:bCs/>
                    </w:rPr>
                    <w:t>CARACTERÍSTICAS:</w:t>
                  </w:r>
                </w:p>
                <w:p w14:paraId="0BE557CE" w14:textId="77777777" w:rsidR="009F4BA0" w:rsidRDefault="009F4BA0" w:rsidP="009F4BA0">
                  <w:pPr>
                    <w:spacing w:after="0" w:line="240" w:lineRule="auto"/>
                    <w:ind w:firstLine="0"/>
                    <w:rPr>
                      <w:b/>
                      <w:bCs/>
                    </w:rPr>
                  </w:pPr>
                </w:p>
                <w:p w14:paraId="78661FE5" w14:textId="77777777" w:rsidR="009F4BA0" w:rsidRDefault="009F4BA0" w:rsidP="009F4BA0">
                  <w:pPr>
                    <w:spacing w:after="0" w:line="240" w:lineRule="auto"/>
                    <w:ind w:firstLine="0"/>
                    <w:rPr>
                      <w:sz w:val="24"/>
                      <w:szCs w:val="24"/>
                    </w:rPr>
                  </w:pPr>
                  <w:r>
                    <w:rPr>
                      <w:sz w:val="24"/>
                      <w:szCs w:val="24"/>
                    </w:rPr>
                    <w:t>VERSÃO HDMI 2.0 E</w:t>
                  </w:r>
                </w:p>
                <w:p w14:paraId="00E29EE3" w14:textId="77777777" w:rsidR="009F4BA0" w:rsidRDefault="009F4BA0" w:rsidP="009F4BA0">
                  <w:pPr>
                    <w:spacing w:after="0" w:line="240" w:lineRule="auto"/>
                    <w:ind w:firstLine="0"/>
                    <w:rPr>
                      <w:sz w:val="24"/>
                      <w:szCs w:val="24"/>
                    </w:rPr>
                  </w:pPr>
                  <w:r>
                    <w:rPr>
                      <w:sz w:val="24"/>
                      <w:szCs w:val="24"/>
                    </w:rPr>
                    <w:t>ANTERIORES</w:t>
                  </w:r>
                </w:p>
                <w:p w14:paraId="10F62656" w14:textId="77777777" w:rsidR="009F4BA0" w:rsidRDefault="009F4BA0" w:rsidP="009F4BA0">
                  <w:pPr>
                    <w:spacing w:after="0" w:line="240" w:lineRule="auto"/>
                    <w:ind w:firstLine="0"/>
                    <w:rPr>
                      <w:sz w:val="24"/>
                      <w:szCs w:val="24"/>
                    </w:rPr>
                  </w:pPr>
                  <w:r>
                    <w:rPr>
                      <w:sz w:val="24"/>
                      <w:szCs w:val="24"/>
                    </w:rPr>
                    <w:t>RESOLUÇÕES COMPATÍVEIS: FULL HD, 4K</w:t>
                  </w:r>
                </w:p>
                <w:p w14:paraId="4E2969BD" w14:textId="77777777" w:rsidR="009F4BA0" w:rsidRDefault="009F4BA0" w:rsidP="009F4BA0">
                  <w:pPr>
                    <w:spacing w:after="0" w:line="240" w:lineRule="auto"/>
                    <w:ind w:firstLine="0"/>
                    <w:rPr>
                      <w:sz w:val="24"/>
                      <w:szCs w:val="24"/>
                    </w:rPr>
                  </w:pPr>
                  <w:r>
                    <w:rPr>
                      <w:sz w:val="24"/>
                      <w:szCs w:val="24"/>
                    </w:rPr>
                    <w:t>EM 50/60FPS</w:t>
                  </w:r>
                </w:p>
                <w:p w14:paraId="25CA5B5B" w14:textId="77777777" w:rsidR="009F4BA0" w:rsidRDefault="009F4BA0" w:rsidP="009F4BA0">
                  <w:pPr>
                    <w:spacing w:after="0" w:line="240" w:lineRule="auto"/>
                    <w:ind w:firstLine="0"/>
                    <w:rPr>
                      <w:sz w:val="24"/>
                      <w:szCs w:val="24"/>
                    </w:rPr>
                  </w:pPr>
                  <w:r>
                    <w:rPr>
                      <w:sz w:val="24"/>
                      <w:szCs w:val="24"/>
                    </w:rPr>
                    <w:t>CORES: TAXA DE 12 BIT</w:t>
                  </w:r>
                </w:p>
                <w:p w14:paraId="5F1F6C34" w14:textId="77777777" w:rsidR="009F4BA0" w:rsidRDefault="009F4BA0" w:rsidP="009F4BA0">
                  <w:pPr>
                    <w:spacing w:after="0" w:line="240" w:lineRule="auto"/>
                    <w:ind w:firstLine="0"/>
                    <w:rPr>
                      <w:sz w:val="24"/>
                      <w:szCs w:val="24"/>
                    </w:rPr>
                  </w:pPr>
                  <w:r>
                    <w:rPr>
                      <w:sz w:val="24"/>
                      <w:szCs w:val="24"/>
                    </w:rPr>
                    <w:t>CONECTORES: HDMI MACHO PARA HDMI</w:t>
                  </w:r>
                </w:p>
                <w:p w14:paraId="5386DEEE" w14:textId="77777777" w:rsidR="009F4BA0" w:rsidRDefault="009F4BA0" w:rsidP="009F4BA0">
                  <w:pPr>
                    <w:spacing w:after="0" w:line="240" w:lineRule="auto"/>
                    <w:ind w:firstLine="0"/>
                    <w:rPr>
                      <w:sz w:val="24"/>
                      <w:szCs w:val="24"/>
                    </w:rPr>
                  </w:pPr>
                  <w:r>
                    <w:rPr>
                      <w:sz w:val="24"/>
                      <w:szCs w:val="24"/>
                    </w:rPr>
                    <w:t>MACHO, BANHADOS A OURO</w:t>
                  </w:r>
                </w:p>
                <w:p w14:paraId="78233AB5" w14:textId="77777777" w:rsidR="009F4BA0" w:rsidRDefault="009F4BA0" w:rsidP="009F4BA0">
                  <w:pPr>
                    <w:spacing w:after="0" w:line="240" w:lineRule="auto"/>
                    <w:ind w:firstLine="0"/>
                    <w:rPr>
                      <w:sz w:val="24"/>
                      <w:szCs w:val="24"/>
                    </w:rPr>
                  </w:pPr>
                  <w:r>
                    <w:rPr>
                      <w:sz w:val="24"/>
                      <w:szCs w:val="24"/>
                    </w:rPr>
                    <w:t>GARANTIA MINIMA: 3 MESES</w:t>
                  </w:r>
                </w:p>
                <w:p w14:paraId="7A902152" w14:textId="77777777" w:rsidR="009F4BA0" w:rsidRDefault="009F4BA0" w:rsidP="009F4BA0">
                  <w:pPr>
                    <w:spacing w:after="0" w:line="240" w:lineRule="auto"/>
                    <w:ind w:firstLine="0"/>
                    <w:rPr>
                      <w:sz w:val="24"/>
                      <w:szCs w:val="24"/>
                    </w:rPr>
                  </w:pPr>
                </w:p>
                <w:p w14:paraId="065B3277" w14:textId="77777777" w:rsidR="009F4BA0" w:rsidRDefault="009F4BA0" w:rsidP="009F4BA0">
                  <w:pPr>
                    <w:spacing w:after="0" w:line="240" w:lineRule="auto"/>
                    <w:ind w:firstLine="0"/>
                    <w:rPr>
                      <w:sz w:val="24"/>
                      <w:szCs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73ABB374" w14:textId="77777777" w:rsidR="009F4BA0" w:rsidRDefault="009F4BA0" w:rsidP="009F4BA0">
                  <w:pPr>
                    <w:spacing w:after="0" w:line="240" w:lineRule="auto"/>
                    <w:ind w:firstLine="0"/>
                    <w:jc w:val="center"/>
                    <w:rPr>
                      <w:sz w:val="24"/>
                      <w:szCs w:val="24"/>
                    </w:rPr>
                  </w:pPr>
                  <w:r>
                    <w:rPr>
                      <w:sz w:val="24"/>
                      <w:szCs w:val="24"/>
                    </w:rPr>
                    <w:t>15</w:t>
                  </w:r>
                </w:p>
              </w:tc>
            </w:tr>
            <w:tr w:rsidR="005D2B60" w14:paraId="3C250532" w14:textId="77777777" w:rsidTr="005D2B60">
              <w:trPr>
                <w:jc w:val="center"/>
              </w:trPr>
              <w:tc>
                <w:tcPr>
                  <w:tcW w:w="1192" w:type="dxa"/>
                  <w:gridSpan w:val="2"/>
                  <w:tcBorders>
                    <w:top w:val="single" w:sz="4" w:space="0" w:color="auto"/>
                    <w:left w:val="single" w:sz="4" w:space="0" w:color="auto"/>
                    <w:bottom w:val="single" w:sz="4" w:space="0" w:color="auto"/>
                    <w:right w:val="single" w:sz="4" w:space="0" w:color="auto"/>
                  </w:tcBorders>
                  <w:vAlign w:val="center"/>
                  <w:hideMark/>
                </w:tcPr>
                <w:p w14:paraId="35A7A57B" w14:textId="77777777" w:rsidR="005D2B60" w:rsidRDefault="005D2B60" w:rsidP="005D2B60">
                  <w:pPr>
                    <w:spacing w:after="0" w:line="240" w:lineRule="auto"/>
                    <w:ind w:firstLine="0"/>
                    <w:jc w:val="center"/>
                    <w:rPr>
                      <w:sz w:val="24"/>
                      <w:szCs w:val="24"/>
                    </w:rPr>
                  </w:pPr>
                  <w:r>
                    <w:rPr>
                      <w:sz w:val="24"/>
                      <w:szCs w:val="24"/>
                    </w:rPr>
                    <w:t>09</w:t>
                  </w:r>
                </w:p>
              </w:tc>
              <w:tc>
                <w:tcPr>
                  <w:tcW w:w="6717" w:type="dxa"/>
                  <w:tcBorders>
                    <w:top w:val="single" w:sz="4" w:space="0" w:color="auto"/>
                    <w:left w:val="single" w:sz="4" w:space="0" w:color="auto"/>
                    <w:bottom w:val="single" w:sz="4" w:space="0" w:color="auto"/>
                    <w:right w:val="single" w:sz="4" w:space="0" w:color="auto"/>
                  </w:tcBorders>
                </w:tcPr>
                <w:p w14:paraId="7B843267" w14:textId="77777777" w:rsidR="005D2B60" w:rsidRDefault="005D2B60" w:rsidP="005D2B60">
                  <w:pPr>
                    <w:spacing w:after="0" w:line="240" w:lineRule="auto"/>
                    <w:ind w:firstLine="0"/>
                    <w:rPr>
                      <w:b/>
                      <w:bCs/>
                      <w:sz w:val="24"/>
                      <w:szCs w:val="24"/>
                    </w:rPr>
                  </w:pPr>
                  <w:r>
                    <w:rPr>
                      <w:b/>
                      <w:bCs/>
                      <w:sz w:val="24"/>
                      <w:szCs w:val="24"/>
                    </w:rPr>
                    <w:t>CABO HDMI TAMANHO 5 METROS</w:t>
                  </w:r>
                </w:p>
                <w:p w14:paraId="198E87A4" w14:textId="77777777" w:rsidR="005D2B60" w:rsidRDefault="005D2B60" w:rsidP="005D2B60">
                  <w:pPr>
                    <w:spacing w:after="0" w:line="240" w:lineRule="auto"/>
                    <w:ind w:firstLine="0"/>
                    <w:rPr>
                      <w:b/>
                      <w:bCs/>
                      <w:sz w:val="24"/>
                      <w:szCs w:val="24"/>
                    </w:rPr>
                  </w:pPr>
                </w:p>
                <w:p w14:paraId="0BF6598D" w14:textId="77777777" w:rsidR="005D2B60" w:rsidRDefault="005D2B60" w:rsidP="005D2B60">
                  <w:pPr>
                    <w:spacing w:after="0" w:line="240" w:lineRule="auto"/>
                    <w:ind w:firstLine="0"/>
                    <w:rPr>
                      <w:b/>
                      <w:bCs/>
                    </w:rPr>
                  </w:pPr>
                  <w:r>
                    <w:rPr>
                      <w:b/>
                      <w:bCs/>
                    </w:rPr>
                    <w:t>CARACTERÍSTICAS:</w:t>
                  </w:r>
                </w:p>
                <w:p w14:paraId="04D627D4" w14:textId="77777777" w:rsidR="005D2B60" w:rsidRDefault="005D2B60" w:rsidP="005D2B60">
                  <w:pPr>
                    <w:spacing w:after="0" w:line="240" w:lineRule="auto"/>
                    <w:ind w:firstLine="0"/>
                    <w:rPr>
                      <w:b/>
                      <w:bCs/>
                    </w:rPr>
                  </w:pPr>
                </w:p>
                <w:p w14:paraId="26C2ACEF" w14:textId="77777777" w:rsidR="005D2B60" w:rsidRDefault="005D2B60" w:rsidP="005D2B60">
                  <w:pPr>
                    <w:spacing w:after="0" w:line="240" w:lineRule="auto"/>
                    <w:ind w:firstLine="0"/>
                    <w:rPr>
                      <w:sz w:val="24"/>
                      <w:szCs w:val="24"/>
                    </w:rPr>
                  </w:pPr>
                  <w:r>
                    <w:rPr>
                      <w:sz w:val="24"/>
                      <w:szCs w:val="24"/>
                    </w:rPr>
                    <w:t>VERSÃO HDMI 2.0 E</w:t>
                  </w:r>
                </w:p>
                <w:p w14:paraId="15711A27" w14:textId="77777777" w:rsidR="005D2B60" w:rsidRDefault="005D2B60" w:rsidP="005D2B60">
                  <w:pPr>
                    <w:spacing w:after="0" w:line="240" w:lineRule="auto"/>
                    <w:ind w:firstLine="0"/>
                    <w:rPr>
                      <w:sz w:val="24"/>
                      <w:szCs w:val="24"/>
                    </w:rPr>
                  </w:pPr>
                  <w:r>
                    <w:rPr>
                      <w:sz w:val="24"/>
                      <w:szCs w:val="24"/>
                    </w:rPr>
                    <w:t>ANTERIORES</w:t>
                  </w:r>
                </w:p>
                <w:p w14:paraId="2F050F07" w14:textId="77777777" w:rsidR="005D2B60" w:rsidRDefault="005D2B60" w:rsidP="005D2B60">
                  <w:pPr>
                    <w:spacing w:after="0" w:line="240" w:lineRule="auto"/>
                    <w:ind w:firstLine="0"/>
                    <w:rPr>
                      <w:sz w:val="24"/>
                      <w:szCs w:val="24"/>
                    </w:rPr>
                  </w:pPr>
                  <w:r>
                    <w:rPr>
                      <w:sz w:val="24"/>
                      <w:szCs w:val="24"/>
                    </w:rPr>
                    <w:t>RESOLUÇÕES COMPATÍVEIS: FULL HD, 4K</w:t>
                  </w:r>
                </w:p>
                <w:p w14:paraId="701E569B" w14:textId="77777777" w:rsidR="005D2B60" w:rsidRDefault="005D2B60" w:rsidP="005D2B60">
                  <w:pPr>
                    <w:spacing w:after="0" w:line="240" w:lineRule="auto"/>
                    <w:ind w:firstLine="0"/>
                    <w:rPr>
                      <w:sz w:val="24"/>
                      <w:szCs w:val="24"/>
                    </w:rPr>
                  </w:pPr>
                  <w:r>
                    <w:rPr>
                      <w:sz w:val="24"/>
                      <w:szCs w:val="24"/>
                    </w:rPr>
                    <w:t>EM 50/60FPS</w:t>
                  </w:r>
                </w:p>
                <w:p w14:paraId="56ED7B0F" w14:textId="77777777" w:rsidR="005D2B60" w:rsidRDefault="005D2B60" w:rsidP="005D2B60">
                  <w:pPr>
                    <w:spacing w:after="0" w:line="240" w:lineRule="auto"/>
                    <w:ind w:firstLine="0"/>
                    <w:rPr>
                      <w:sz w:val="24"/>
                      <w:szCs w:val="24"/>
                    </w:rPr>
                  </w:pPr>
                  <w:r>
                    <w:rPr>
                      <w:sz w:val="24"/>
                      <w:szCs w:val="24"/>
                    </w:rPr>
                    <w:t>CORES: TAXA DE 12 BIT</w:t>
                  </w:r>
                </w:p>
                <w:p w14:paraId="6F96C6F0" w14:textId="77777777" w:rsidR="005D2B60" w:rsidRDefault="005D2B60" w:rsidP="005D2B60">
                  <w:pPr>
                    <w:spacing w:after="0" w:line="240" w:lineRule="auto"/>
                    <w:ind w:firstLine="0"/>
                    <w:rPr>
                      <w:sz w:val="24"/>
                      <w:szCs w:val="24"/>
                    </w:rPr>
                  </w:pPr>
                  <w:r>
                    <w:rPr>
                      <w:sz w:val="24"/>
                      <w:szCs w:val="24"/>
                    </w:rPr>
                    <w:t>CONECTORES: HDMI MACHO PARA HDMI</w:t>
                  </w:r>
                </w:p>
                <w:p w14:paraId="065AD2E3" w14:textId="77777777" w:rsidR="005D2B60" w:rsidRDefault="005D2B60" w:rsidP="005D2B60">
                  <w:pPr>
                    <w:spacing w:after="0" w:line="240" w:lineRule="auto"/>
                    <w:ind w:firstLine="0"/>
                    <w:rPr>
                      <w:sz w:val="24"/>
                      <w:szCs w:val="24"/>
                    </w:rPr>
                  </w:pPr>
                  <w:r>
                    <w:rPr>
                      <w:sz w:val="24"/>
                      <w:szCs w:val="24"/>
                    </w:rPr>
                    <w:t>MACHO, BANHADOS A OURO</w:t>
                  </w:r>
                </w:p>
                <w:p w14:paraId="6558FEF1" w14:textId="77777777" w:rsidR="005D2B60" w:rsidRDefault="005D2B60" w:rsidP="005D2B60">
                  <w:pPr>
                    <w:spacing w:after="0" w:line="240" w:lineRule="auto"/>
                    <w:ind w:firstLine="0"/>
                    <w:rPr>
                      <w:sz w:val="24"/>
                      <w:szCs w:val="24"/>
                    </w:rPr>
                  </w:pPr>
                  <w:r>
                    <w:rPr>
                      <w:sz w:val="24"/>
                      <w:szCs w:val="24"/>
                    </w:rPr>
                    <w:t>GARANTIA MINIMA: 3 MESES</w:t>
                  </w:r>
                </w:p>
                <w:p w14:paraId="22395166" w14:textId="77777777" w:rsidR="005D2B60" w:rsidRDefault="005D2B60" w:rsidP="005D2B60">
                  <w:pPr>
                    <w:spacing w:after="0" w:line="240" w:lineRule="auto"/>
                    <w:ind w:firstLine="0"/>
                    <w:rPr>
                      <w:b/>
                      <w:bCs/>
                      <w:sz w:val="24"/>
                      <w:szCs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0BF47479" w14:textId="77777777" w:rsidR="005D2B60" w:rsidRDefault="005D2B60" w:rsidP="005D2B60">
                  <w:pPr>
                    <w:spacing w:after="0" w:line="240" w:lineRule="auto"/>
                    <w:ind w:firstLine="0"/>
                    <w:rPr>
                      <w:sz w:val="24"/>
                      <w:szCs w:val="24"/>
                    </w:rPr>
                  </w:pPr>
                  <w:r>
                    <w:rPr>
                      <w:sz w:val="24"/>
                      <w:szCs w:val="24"/>
                    </w:rPr>
                    <w:t>15</w:t>
                  </w:r>
                </w:p>
              </w:tc>
            </w:tr>
            <w:tr w:rsidR="005D2B60" w14:paraId="5951623B" w14:textId="77777777" w:rsidTr="005D2B60">
              <w:trPr>
                <w:jc w:val="center"/>
              </w:trPr>
              <w:tc>
                <w:tcPr>
                  <w:tcW w:w="1192" w:type="dxa"/>
                  <w:gridSpan w:val="2"/>
                  <w:tcBorders>
                    <w:top w:val="single" w:sz="4" w:space="0" w:color="auto"/>
                    <w:left w:val="single" w:sz="4" w:space="0" w:color="auto"/>
                    <w:bottom w:val="single" w:sz="4" w:space="0" w:color="auto"/>
                    <w:right w:val="single" w:sz="4" w:space="0" w:color="auto"/>
                  </w:tcBorders>
                  <w:hideMark/>
                </w:tcPr>
                <w:p w14:paraId="734534B0" w14:textId="77777777" w:rsidR="005D2B60" w:rsidRDefault="005D2B60" w:rsidP="005D2B60">
                  <w:pPr>
                    <w:spacing w:after="0" w:line="240" w:lineRule="auto"/>
                    <w:ind w:firstLine="0"/>
                    <w:jc w:val="center"/>
                    <w:rPr>
                      <w:sz w:val="24"/>
                      <w:szCs w:val="24"/>
                    </w:rPr>
                  </w:pPr>
                  <w:r>
                    <w:rPr>
                      <w:sz w:val="24"/>
                      <w:szCs w:val="24"/>
                    </w:rPr>
                    <w:t>10</w:t>
                  </w:r>
                </w:p>
              </w:tc>
              <w:tc>
                <w:tcPr>
                  <w:tcW w:w="6717" w:type="dxa"/>
                  <w:tcBorders>
                    <w:top w:val="single" w:sz="4" w:space="0" w:color="auto"/>
                    <w:left w:val="single" w:sz="4" w:space="0" w:color="auto"/>
                    <w:bottom w:val="single" w:sz="4" w:space="0" w:color="auto"/>
                    <w:right w:val="single" w:sz="4" w:space="0" w:color="auto"/>
                  </w:tcBorders>
                </w:tcPr>
                <w:p w14:paraId="410348DC" w14:textId="77777777" w:rsidR="005D2B60" w:rsidRDefault="005D2B60" w:rsidP="005D2B60">
                  <w:pPr>
                    <w:spacing w:after="0" w:line="240" w:lineRule="auto"/>
                    <w:ind w:firstLine="0"/>
                    <w:rPr>
                      <w:b/>
                      <w:bCs/>
                      <w:sz w:val="24"/>
                      <w:szCs w:val="24"/>
                    </w:rPr>
                  </w:pPr>
                </w:p>
                <w:p w14:paraId="360F02C1" w14:textId="77777777" w:rsidR="005D2B60" w:rsidRDefault="005D2B60" w:rsidP="005D2B60">
                  <w:pPr>
                    <w:spacing w:after="0" w:line="240" w:lineRule="auto"/>
                    <w:ind w:firstLine="0"/>
                    <w:rPr>
                      <w:b/>
                      <w:bCs/>
                      <w:sz w:val="24"/>
                      <w:szCs w:val="24"/>
                    </w:rPr>
                  </w:pPr>
                  <w:r>
                    <w:rPr>
                      <w:b/>
                      <w:bCs/>
                      <w:sz w:val="24"/>
                      <w:szCs w:val="24"/>
                    </w:rPr>
                    <w:t>CABO HDMI TAMANHO 15 METROS</w:t>
                  </w:r>
                </w:p>
                <w:p w14:paraId="78E96FFD" w14:textId="77777777" w:rsidR="005D2B60" w:rsidRDefault="005D2B60" w:rsidP="005D2B60">
                  <w:pPr>
                    <w:spacing w:after="0" w:line="240" w:lineRule="auto"/>
                    <w:ind w:firstLine="0"/>
                    <w:rPr>
                      <w:b/>
                      <w:bCs/>
                      <w:sz w:val="24"/>
                      <w:szCs w:val="24"/>
                    </w:rPr>
                  </w:pPr>
                </w:p>
                <w:p w14:paraId="2E7A40DC" w14:textId="77777777" w:rsidR="005D2B60" w:rsidRDefault="005D2B60" w:rsidP="005D2B60">
                  <w:pPr>
                    <w:spacing w:after="0" w:line="240" w:lineRule="auto"/>
                    <w:ind w:firstLine="0"/>
                    <w:rPr>
                      <w:b/>
                      <w:bCs/>
                      <w:sz w:val="24"/>
                      <w:szCs w:val="24"/>
                    </w:rPr>
                  </w:pPr>
                </w:p>
                <w:p w14:paraId="23170CD1" w14:textId="77777777" w:rsidR="005D2B60" w:rsidRDefault="005D2B60" w:rsidP="005D2B60">
                  <w:pPr>
                    <w:spacing w:after="0" w:line="240" w:lineRule="auto"/>
                    <w:ind w:firstLine="0"/>
                    <w:rPr>
                      <w:b/>
                      <w:bCs/>
                    </w:rPr>
                  </w:pPr>
                  <w:r>
                    <w:rPr>
                      <w:b/>
                      <w:bCs/>
                    </w:rPr>
                    <w:t>CARACTERÍSTICAS:</w:t>
                  </w:r>
                </w:p>
                <w:p w14:paraId="4653800C" w14:textId="77777777" w:rsidR="005D2B60" w:rsidRDefault="005D2B60" w:rsidP="005D2B60">
                  <w:pPr>
                    <w:spacing w:after="0" w:line="240" w:lineRule="auto"/>
                    <w:ind w:firstLine="0"/>
                    <w:rPr>
                      <w:b/>
                      <w:bCs/>
                      <w:sz w:val="24"/>
                      <w:szCs w:val="24"/>
                    </w:rPr>
                  </w:pPr>
                </w:p>
                <w:p w14:paraId="0C642933" w14:textId="77777777" w:rsidR="005D2B60" w:rsidRDefault="005D2B60" w:rsidP="005D2B60">
                  <w:pPr>
                    <w:spacing w:after="0" w:line="240" w:lineRule="auto"/>
                    <w:ind w:firstLine="0"/>
                    <w:rPr>
                      <w:sz w:val="24"/>
                      <w:szCs w:val="24"/>
                    </w:rPr>
                  </w:pPr>
                  <w:r>
                    <w:rPr>
                      <w:sz w:val="24"/>
                      <w:szCs w:val="24"/>
                    </w:rPr>
                    <w:t>TAMANHO: 15 METROS</w:t>
                  </w:r>
                </w:p>
                <w:p w14:paraId="798D3F06" w14:textId="77777777" w:rsidR="005D2B60" w:rsidRDefault="005D2B60" w:rsidP="005D2B60">
                  <w:pPr>
                    <w:spacing w:after="0" w:line="240" w:lineRule="auto"/>
                    <w:ind w:firstLine="0"/>
                    <w:rPr>
                      <w:sz w:val="24"/>
                      <w:szCs w:val="24"/>
                    </w:rPr>
                  </w:pPr>
                  <w:r>
                    <w:rPr>
                      <w:sz w:val="24"/>
                      <w:szCs w:val="24"/>
                    </w:rPr>
                    <w:t>COMPATIBILIDADE: VERSÃO HDMI 2.0 E ANTERIORES RESOLUÇÕES COMPATÍVEIS FULL HD, 4K EM 50/60FPS</w:t>
                  </w:r>
                </w:p>
                <w:p w14:paraId="3AB7BD8B" w14:textId="77777777" w:rsidR="005D2B60" w:rsidRDefault="005D2B60" w:rsidP="005D2B60">
                  <w:pPr>
                    <w:spacing w:after="0" w:line="240" w:lineRule="auto"/>
                    <w:ind w:firstLine="0"/>
                    <w:rPr>
                      <w:sz w:val="24"/>
                      <w:szCs w:val="24"/>
                    </w:rPr>
                  </w:pPr>
                  <w:r>
                    <w:rPr>
                      <w:sz w:val="24"/>
                      <w:szCs w:val="24"/>
                    </w:rPr>
                    <w:t>CORES: TAXA DE 12 BIT</w:t>
                  </w:r>
                </w:p>
                <w:p w14:paraId="35EF5AC8" w14:textId="77777777" w:rsidR="005D2B60" w:rsidRDefault="005D2B60" w:rsidP="005D2B60">
                  <w:pPr>
                    <w:spacing w:after="0" w:line="240" w:lineRule="auto"/>
                    <w:ind w:firstLine="0"/>
                    <w:rPr>
                      <w:sz w:val="24"/>
                      <w:szCs w:val="24"/>
                    </w:rPr>
                  </w:pPr>
                  <w:r>
                    <w:rPr>
                      <w:sz w:val="24"/>
                      <w:szCs w:val="24"/>
                    </w:rPr>
                    <w:t>CONECTORES: HDMI MACHO PARA HDMI</w:t>
                  </w:r>
                </w:p>
                <w:p w14:paraId="3A7A89F7" w14:textId="77777777" w:rsidR="005D2B60" w:rsidRDefault="005D2B60" w:rsidP="005D2B60">
                  <w:pPr>
                    <w:spacing w:after="0" w:line="240" w:lineRule="auto"/>
                    <w:ind w:firstLine="0"/>
                    <w:rPr>
                      <w:sz w:val="24"/>
                      <w:szCs w:val="24"/>
                    </w:rPr>
                  </w:pPr>
                  <w:r>
                    <w:rPr>
                      <w:sz w:val="24"/>
                      <w:szCs w:val="24"/>
                    </w:rPr>
                    <w:t>MACHO, BANHADOS A OURO</w:t>
                  </w:r>
                </w:p>
                <w:p w14:paraId="0A0BA45F" w14:textId="77777777" w:rsidR="005D2B60" w:rsidRDefault="005D2B60" w:rsidP="005D2B60">
                  <w:pPr>
                    <w:spacing w:after="0" w:line="240" w:lineRule="auto"/>
                    <w:ind w:firstLine="0"/>
                    <w:rPr>
                      <w:sz w:val="24"/>
                      <w:szCs w:val="24"/>
                    </w:rPr>
                  </w:pPr>
                  <w:r>
                    <w:rPr>
                      <w:sz w:val="24"/>
                      <w:szCs w:val="24"/>
                    </w:rPr>
                    <w:t>GARANTIA MÍNIMA: 3 MESES</w:t>
                  </w:r>
                </w:p>
                <w:p w14:paraId="7BAD899B" w14:textId="77777777" w:rsidR="005D2B60" w:rsidRDefault="005D2B60" w:rsidP="005D2B60">
                  <w:pPr>
                    <w:spacing w:after="0" w:line="240" w:lineRule="auto"/>
                    <w:ind w:firstLine="0"/>
                    <w:rPr>
                      <w:sz w:val="24"/>
                      <w:szCs w:val="24"/>
                    </w:rPr>
                  </w:pPr>
                </w:p>
              </w:tc>
              <w:tc>
                <w:tcPr>
                  <w:tcW w:w="1316" w:type="dxa"/>
                  <w:gridSpan w:val="2"/>
                  <w:tcBorders>
                    <w:top w:val="single" w:sz="4" w:space="0" w:color="auto"/>
                    <w:left w:val="single" w:sz="4" w:space="0" w:color="auto"/>
                    <w:bottom w:val="single" w:sz="4" w:space="0" w:color="auto"/>
                    <w:right w:val="single" w:sz="4" w:space="0" w:color="auto"/>
                  </w:tcBorders>
                </w:tcPr>
                <w:p w14:paraId="4B84E8E2" w14:textId="77777777" w:rsidR="005D2B60" w:rsidRDefault="005D2B60" w:rsidP="005D2B60">
                  <w:pPr>
                    <w:spacing w:after="0" w:line="240" w:lineRule="auto"/>
                    <w:ind w:firstLine="0"/>
                    <w:jc w:val="center"/>
                    <w:rPr>
                      <w:sz w:val="24"/>
                      <w:szCs w:val="24"/>
                    </w:rPr>
                  </w:pPr>
                </w:p>
                <w:p w14:paraId="44E6FD65" w14:textId="77777777" w:rsidR="005D2B60" w:rsidRDefault="005D2B60" w:rsidP="005D2B60">
                  <w:pPr>
                    <w:spacing w:after="0" w:line="240" w:lineRule="auto"/>
                    <w:ind w:firstLine="0"/>
                    <w:jc w:val="center"/>
                    <w:rPr>
                      <w:sz w:val="24"/>
                      <w:szCs w:val="24"/>
                    </w:rPr>
                  </w:pPr>
                </w:p>
                <w:p w14:paraId="6C93D69E" w14:textId="77777777" w:rsidR="005D2B60" w:rsidRDefault="005D2B60" w:rsidP="005D2B60">
                  <w:pPr>
                    <w:spacing w:after="0" w:line="240" w:lineRule="auto"/>
                    <w:ind w:firstLine="0"/>
                    <w:jc w:val="center"/>
                    <w:rPr>
                      <w:sz w:val="24"/>
                      <w:szCs w:val="24"/>
                    </w:rPr>
                  </w:pPr>
                </w:p>
                <w:p w14:paraId="7E9D5DCF" w14:textId="77777777" w:rsidR="005D2B60" w:rsidRDefault="005D2B60" w:rsidP="005D2B60">
                  <w:pPr>
                    <w:spacing w:after="0" w:line="240" w:lineRule="auto"/>
                    <w:ind w:firstLine="0"/>
                    <w:jc w:val="center"/>
                    <w:rPr>
                      <w:sz w:val="24"/>
                      <w:szCs w:val="24"/>
                    </w:rPr>
                  </w:pPr>
                </w:p>
                <w:p w14:paraId="7624DC7C" w14:textId="77777777" w:rsidR="005D2B60" w:rsidRDefault="005D2B60" w:rsidP="005D2B60">
                  <w:pPr>
                    <w:spacing w:after="0" w:line="240" w:lineRule="auto"/>
                    <w:ind w:firstLine="0"/>
                    <w:jc w:val="center"/>
                    <w:rPr>
                      <w:sz w:val="24"/>
                      <w:szCs w:val="24"/>
                    </w:rPr>
                  </w:pPr>
                </w:p>
                <w:p w14:paraId="7F2B7ED9" w14:textId="77777777" w:rsidR="005D2B60" w:rsidRDefault="005D2B60" w:rsidP="005D2B60">
                  <w:pPr>
                    <w:spacing w:after="0" w:line="240" w:lineRule="auto"/>
                    <w:ind w:firstLine="0"/>
                    <w:jc w:val="center"/>
                    <w:rPr>
                      <w:sz w:val="24"/>
                      <w:szCs w:val="24"/>
                    </w:rPr>
                  </w:pPr>
                </w:p>
                <w:p w14:paraId="42AE4A23" w14:textId="77777777" w:rsidR="005D2B60" w:rsidRDefault="005D2B60" w:rsidP="005D2B60">
                  <w:pPr>
                    <w:spacing w:after="0" w:line="240" w:lineRule="auto"/>
                    <w:ind w:firstLine="0"/>
                    <w:jc w:val="center"/>
                    <w:rPr>
                      <w:sz w:val="24"/>
                      <w:szCs w:val="24"/>
                    </w:rPr>
                  </w:pPr>
                </w:p>
                <w:p w14:paraId="335EEB92" w14:textId="77777777" w:rsidR="005D2B60" w:rsidRDefault="005D2B60" w:rsidP="005D2B60">
                  <w:pPr>
                    <w:spacing w:after="0" w:line="240" w:lineRule="auto"/>
                    <w:ind w:firstLine="0"/>
                    <w:jc w:val="center"/>
                    <w:rPr>
                      <w:sz w:val="24"/>
                      <w:szCs w:val="24"/>
                    </w:rPr>
                  </w:pPr>
                </w:p>
                <w:p w14:paraId="5B80051F" w14:textId="77777777" w:rsidR="005D2B60" w:rsidRDefault="005D2B60" w:rsidP="005D2B60">
                  <w:pPr>
                    <w:spacing w:after="0" w:line="240" w:lineRule="auto"/>
                    <w:ind w:firstLine="0"/>
                    <w:jc w:val="center"/>
                    <w:rPr>
                      <w:sz w:val="24"/>
                      <w:szCs w:val="24"/>
                    </w:rPr>
                  </w:pPr>
                  <w:r>
                    <w:rPr>
                      <w:sz w:val="24"/>
                      <w:szCs w:val="24"/>
                    </w:rPr>
                    <w:t>15</w:t>
                  </w:r>
                </w:p>
              </w:tc>
            </w:tr>
            <w:tr w:rsidR="005D2B60" w14:paraId="229E8B9B" w14:textId="77777777" w:rsidTr="005D2B60">
              <w:trPr>
                <w:jc w:val="center"/>
              </w:trPr>
              <w:tc>
                <w:tcPr>
                  <w:tcW w:w="1192" w:type="dxa"/>
                  <w:gridSpan w:val="2"/>
                  <w:tcBorders>
                    <w:top w:val="single" w:sz="4" w:space="0" w:color="auto"/>
                    <w:left w:val="single" w:sz="4" w:space="0" w:color="auto"/>
                    <w:bottom w:val="single" w:sz="4" w:space="0" w:color="auto"/>
                    <w:right w:val="single" w:sz="4" w:space="0" w:color="auto"/>
                  </w:tcBorders>
                  <w:vAlign w:val="center"/>
                  <w:hideMark/>
                </w:tcPr>
                <w:p w14:paraId="223267D3" w14:textId="77777777" w:rsidR="005D2B60" w:rsidRDefault="005D2B60" w:rsidP="005D2B60">
                  <w:pPr>
                    <w:spacing w:after="0" w:line="240" w:lineRule="auto"/>
                    <w:ind w:firstLine="0"/>
                    <w:jc w:val="center"/>
                    <w:rPr>
                      <w:sz w:val="24"/>
                      <w:szCs w:val="24"/>
                    </w:rPr>
                  </w:pPr>
                  <w:r>
                    <w:rPr>
                      <w:sz w:val="24"/>
                      <w:szCs w:val="24"/>
                    </w:rPr>
                    <w:lastRenderedPageBreak/>
                    <w:t>11</w:t>
                  </w:r>
                </w:p>
              </w:tc>
              <w:tc>
                <w:tcPr>
                  <w:tcW w:w="6717" w:type="dxa"/>
                  <w:tcBorders>
                    <w:top w:val="single" w:sz="4" w:space="0" w:color="auto"/>
                    <w:left w:val="single" w:sz="4" w:space="0" w:color="auto"/>
                    <w:bottom w:val="single" w:sz="4" w:space="0" w:color="auto"/>
                    <w:right w:val="single" w:sz="4" w:space="0" w:color="auto"/>
                  </w:tcBorders>
                </w:tcPr>
                <w:p w14:paraId="02C5BCD5" w14:textId="77777777" w:rsidR="005D2B60" w:rsidRDefault="005D2B60" w:rsidP="005D2B60">
                  <w:pPr>
                    <w:spacing w:after="0" w:line="240" w:lineRule="auto"/>
                    <w:ind w:firstLine="0"/>
                    <w:rPr>
                      <w:b/>
                      <w:bCs/>
                      <w:sz w:val="24"/>
                      <w:szCs w:val="24"/>
                    </w:rPr>
                  </w:pPr>
                </w:p>
                <w:p w14:paraId="76E9ED2D" w14:textId="77777777" w:rsidR="005D2B60" w:rsidRDefault="005D2B60" w:rsidP="005D2B60">
                  <w:pPr>
                    <w:spacing w:after="0" w:line="240" w:lineRule="auto"/>
                    <w:ind w:firstLine="0"/>
                    <w:rPr>
                      <w:b/>
                      <w:bCs/>
                      <w:sz w:val="24"/>
                      <w:szCs w:val="24"/>
                    </w:rPr>
                  </w:pPr>
                  <w:r>
                    <w:rPr>
                      <w:b/>
                      <w:bCs/>
                      <w:sz w:val="24"/>
                      <w:szCs w:val="24"/>
                    </w:rPr>
                    <w:t>CABO HDMI TAMANHO 30 METROS</w:t>
                  </w:r>
                </w:p>
                <w:p w14:paraId="073CC13A" w14:textId="77777777" w:rsidR="005D2B60" w:rsidRDefault="005D2B60" w:rsidP="005D2B60">
                  <w:pPr>
                    <w:spacing w:after="0" w:line="240" w:lineRule="auto"/>
                    <w:ind w:firstLine="0"/>
                    <w:rPr>
                      <w:b/>
                      <w:bCs/>
                      <w:sz w:val="24"/>
                      <w:szCs w:val="24"/>
                    </w:rPr>
                  </w:pPr>
                </w:p>
                <w:p w14:paraId="40CD8B70" w14:textId="77777777" w:rsidR="005D2B60" w:rsidRDefault="005D2B60" w:rsidP="005D2B60">
                  <w:pPr>
                    <w:spacing w:after="0" w:line="240" w:lineRule="auto"/>
                    <w:ind w:firstLine="0"/>
                    <w:rPr>
                      <w:b/>
                      <w:bCs/>
                    </w:rPr>
                  </w:pPr>
                  <w:r>
                    <w:rPr>
                      <w:b/>
                      <w:bCs/>
                    </w:rPr>
                    <w:t>CARACTERÍSTICAS:</w:t>
                  </w:r>
                </w:p>
                <w:p w14:paraId="286B1876" w14:textId="77777777" w:rsidR="005D2B60" w:rsidRDefault="005D2B60" w:rsidP="005D2B60">
                  <w:pPr>
                    <w:spacing w:after="0" w:line="240" w:lineRule="auto"/>
                    <w:ind w:firstLine="0"/>
                    <w:rPr>
                      <w:b/>
                      <w:bCs/>
                    </w:rPr>
                  </w:pPr>
                </w:p>
                <w:p w14:paraId="2F96395D" w14:textId="77777777" w:rsidR="005D2B60" w:rsidRDefault="005D2B60" w:rsidP="005D2B60">
                  <w:pPr>
                    <w:spacing w:after="0" w:line="240" w:lineRule="auto"/>
                    <w:ind w:firstLine="0"/>
                    <w:rPr>
                      <w:sz w:val="24"/>
                      <w:szCs w:val="24"/>
                    </w:rPr>
                  </w:pPr>
                  <w:r>
                    <w:rPr>
                      <w:sz w:val="24"/>
                      <w:szCs w:val="24"/>
                    </w:rPr>
                    <w:t>TAMANHO: 30 METROS</w:t>
                  </w:r>
                </w:p>
                <w:p w14:paraId="31237E1A" w14:textId="77777777" w:rsidR="005D2B60" w:rsidRDefault="005D2B60" w:rsidP="005D2B60">
                  <w:pPr>
                    <w:spacing w:after="0" w:line="240" w:lineRule="auto"/>
                    <w:ind w:firstLine="0"/>
                    <w:rPr>
                      <w:sz w:val="24"/>
                      <w:szCs w:val="24"/>
                    </w:rPr>
                  </w:pPr>
                  <w:r>
                    <w:rPr>
                      <w:sz w:val="24"/>
                      <w:szCs w:val="24"/>
                    </w:rPr>
                    <w:t>COMPATIBILIDADE</w:t>
                  </w:r>
                  <w:r>
                    <w:rPr>
                      <w:b/>
                      <w:bCs/>
                      <w:sz w:val="24"/>
                      <w:szCs w:val="24"/>
                    </w:rPr>
                    <w:t>:</w:t>
                  </w:r>
                  <w:r>
                    <w:rPr>
                      <w:sz w:val="24"/>
                      <w:szCs w:val="24"/>
                    </w:rPr>
                    <w:t xml:space="preserve"> VERSÃO HDMI 2.0 E</w:t>
                  </w:r>
                </w:p>
                <w:p w14:paraId="39A972B4" w14:textId="77777777" w:rsidR="005D2B60" w:rsidRDefault="005D2B60" w:rsidP="005D2B60">
                  <w:pPr>
                    <w:spacing w:after="0" w:line="240" w:lineRule="auto"/>
                    <w:ind w:firstLine="0"/>
                    <w:rPr>
                      <w:sz w:val="24"/>
                      <w:szCs w:val="24"/>
                    </w:rPr>
                  </w:pPr>
                  <w:r>
                    <w:rPr>
                      <w:sz w:val="24"/>
                      <w:szCs w:val="24"/>
                    </w:rPr>
                    <w:t>ANTERIORES RESOLUÇÕES COMPATÍVEIS: FULL HD, 4K EM 50/60FPS</w:t>
                  </w:r>
                </w:p>
                <w:p w14:paraId="34A23344" w14:textId="77777777" w:rsidR="005D2B60" w:rsidRDefault="005D2B60" w:rsidP="005D2B60">
                  <w:pPr>
                    <w:spacing w:after="0" w:line="240" w:lineRule="auto"/>
                    <w:ind w:firstLine="0"/>
                    <w:rPr>
                      <w:sz w:val="24"/>
                      <w:szCs w:val="24"/>
                    </w:rPr>
                  </w:pPr>
                  <w:r>
                    <w:rPr>
                      <w:sz w:val="24"/>
                      <w:szCs w:val="24"/>
                    </w:rPr>
                    <w:t>CORES: TAXA DE 12 BIT</w:t>
                  </w:r>
                </w:p>
                <w:p w14:paraId="4D95834E" w14:textId="77777777" w:rsidR="005D2B60" w:rsidRDefault="005D2B60" w:rsidP="005D2B60">
                  <w:pPr>
                    <w:spacing w:after="0" w:line="240" w:lineRule="auto"/>
                    <w:ind w:firstLine="0"/>
                    <w:rPr>
                      <w:sz w:val="24"/>
                      <w:szCs w:val="24"/>
                    </w:rPr>
                  </w:pPr>
                  <w:r>
                    <w:rPr>
                      <w:sz w:val="24"/>
                      <w:szCs w:val="24"/>
                    </w:rPr>
                    <w:t>CONECTORES: HDMI MACHO PARA HDMI</w:t>
                  </w:r>
                </w:p>
                <w:p w14:paraId="7BDB2BBD" w14:textId="77777777" w:rsidR="005D2B60" w:rsidRDefault="005D2B60" w:rsidP="005D2B60">
                  <w:pPr>
                    <w:spacing w:after="0" w:line="240" w:lineRule="auto"/>
                    <w:ind w:firstLine="0"/>
                    <w:rPr>
                      <w:sz w:val="24"/>
                      <w:szCs w:val="24"/>
                    </w:rPr>
                  </w:pPr>
                  <w:r>
                    <w:rPr>
                      <w:sz w:val="24"/>
                      <w:szCs w:val="24"/>
                    </w:rPr>
                    <w:t>MACHO, BANHADOS A OURO</w:t>
                  </w:r>
                </w:p>
                <w:p w14:paraId="2229DAC9" w14:textId="77777777" w:rsidR="005D2B60" w:rsidRDefault="005D2B60" w:rsidP="005D2B60">
                  <w:pPr>
                    <w:spacing w:after="0" w:line="240" w:lineRule="auto"/>
                    <w:ind w:firstLine="0"/>
                    <w:rPr>
                      <w:sz w:val="24"/>
                      <w:szCs w:val="24"/>
                    </w:rPr>
                  </w:pPr>
                  <w:r>
                    <w:rPr>
                      <w:sz w:val="24"/>
                      <w:szCs w:val="24"/>
                    </w:rPr>
                    <w:t>GARANTIA MÍNIMA: 3 MESES</w:t>
                  </w:r>
                </w:p>
                <w:p w14:paraId="3ABB24DD" w14:textId="77777777" w:rsidR="005D2B60" w:rsidRDefault="005D2B60" w:rsidP="005D2B60">
                  <w:pPr>
                    <w:spacing w:after="0" w:line="240" w:lineRule="auto"/>
                    <w:ind w:firstLine="0"/>
                    <w:rPr>
                      <w:b/>
                      <w:bCs/>
                      <w:sz w:val="24"/>
                      <w:szCs w:val="24"/>
                    </w:rPr>
                  </w:pPr>
                </w:p>
              </w:tc>
              <w:tc>
                <w:tcPr>
                  <w:tcW w:w="1316" w:type="dxa"/>
                  <w:gridSpan w:val="2"/>
                  <w:tcBorders>
                    <w:top w:val="single" w:sz="4" w:space="0" w:color="auto"/>
                    <w:left w:val="single" w:sz="4" w:space="0" w:color="auto"/>
                    <w:bottom w:val="single" w:sz="4" w:space="0" w:color="auto"/>
                    <w:right w:val="single" w:sz="4" w:space="0" w:color="auto"/>
                  </w:tcBorders>
                </w:tcPr>
                <w:p w14:paraId="388215F1" w14:textId="77777777" w:rsidR="005D2B60" w:rsidRDefault="005D2B60" w:rsidP="005D2B60">
                  <w:pPr>
                    <w:spacing w:after="0" w:line="240" w:lineRule="auto"/>
                    <w:ind w:firstLine="0"/>
                    <w:jc w:val="center"/>
                    <w:rPr>
                      <w:sz w:val="24"/>
                      <w:szCs w:val="24"/>
                    </w:rPr>
                  </w:pPr>
                </w:p>
                <w:p w14:paraId="7190885A" w14:textId="77777777" w:rsidR="005D2B60" w:rsidRDefault="005D2B60" w:rsidP="005D2B60">
                  <w:pPr>
                    <w:spacing w:after="0" w:line="240" w:lineRule="auto"/>
                    <w:ind w:firstLine="0"/>
                    <w:jc w:val="center"/>
                    <w:rPr>
                      <w:sz w:val="24"/>
                      <w:szCs w:val="24"/>
                    </w:rPr>
                  </w:pPr>
                </w:p>
                <w:p w14:paraId="50CBE1AD" w14:textId="77777777" w:rsidR="005D2B60" w:rsidRDefault="005D2B60" w:rsidP="005D2B60">
                  <w:pPr>
                    <w:spacing w:after="0" w:line="240" w:lineRule="auto"/>
                    <w:ind w:firstLine="0"/>
                    <w:jc w:val="center"/>
                    <w:rPr>
                      <w:sz w:val="24"/>
                      <w:szCs w:val="24"/>
                    </w:rPr>
                  </w:pPr>
                </w:p>
                <w:p w14:paraId="389D82CA" w14:textId="77777777" w:rsidR="005D2B60" w:rsidRDefault="005D2B60" w:rsidP="005D2B60">
                  <w:pPr>
                    <w:spacing w:after="0" w:line="240" w:lineRule="auto"/>
                    <w:ind w:firstLine="0"/>
                    <w:jc w:val="center"/>
                    <w:rPr>
                      <w:sz w:val="24"/>
                      <w:szCs w:val="24"/>
                    </w:rPr>
                  </w:pPr>
                </w:p>
                <w:p w14:paraId="0DAF4A2A" w14:textId="77777777" w:rsidR="005D2B60" w:rsidRDefault="005D2B60" w:rsidP="005D2B60">
                  <w:pPr>
                    <w:spacing w:after="0" w:line="240" w:lineRule="auto"/>
                    <w:ind w:firstLine="0"/>
                    <w:jc w:val="center"/>
                    <w:rPr>
                      <w:sz w:val="24"/>
                      <w:szCs w:val="24"/>
                    </w:rPr>
                  </w:pPr>
                </w:p>
                <w:p w14:paraId="18BCEB60" w14:textId="77777777" w:rsidR="005D2B60" w:rsidRDefault="005D2B60" w:rsidP="005D2B60">
                  <w:pPr>
                    <w:spacing w:after="0" w:line="240" w:lineRule="auto"/>
                    <w:ind w:firstLine="0"/>
                    <w:jc w:val="center"/>
                    <w:rPr>
                      <w:sz w:val="24"/>
                      <w:szCs w:val="24"/>
                    </w:rPr>
                  </w:pPr>
                  <w:r>
                    <w:rPr>
                      <w:sz w:val="24"/>
                      <w:szCs w:val="24"/>
                    </w:rPr>
                    <w:t>10</w:t>
                  </w:r>
                </w:p>
              </w:tc>
            </w:tr>
            <w:tr w:rsidR="005D2B60" w14:paraId="0EB5FE25" w14:textId="77777777" w:rsidTr="005D2B60">
              <w:trPr>
                <w:jc w:val="center"/>
              </w:trPr>
              <w:tc>
                <w:tcPr>
                  <w:tcW w:w="1192" w:type="dxa"/>
                  <w:gridSpan w:val="2"/>
                  <w:tcBorders>
                    <w:top w:val="single" w:sz="4" w:space="0" w:color="auto"/>
                    <w:left w:val="single" w:sz="4" w:space="0" w:color="auto"/>
                    <w:bottom w:val="single" w:sz="4" w:space="0" w:color="auto"/>
                    <w:right w:val="single" w:sz="4" w:space="0" w:color="auto"/>
                  </w:tcBorders>
                </w:tcPr>
                <w:p w14:paraId="375E88F5" w14:textId="77777777" w:rsidR="005D2B60" w:rsidRDefault="005D2B60" w:rsidP="005D2B60">
                  <w:pPr>
                    <w:spacing w:after="0" w:line="240" w:lineRule="auto"/>
                    <w:ind w:firstLine="0"/>
                    <w:jc w:val="center"/>
                    <w:rPr>
                      <w:sz w:val="24"/>
                      <w:szCs w:val="24"/>
                    </w:rPr>
                  </w:pPr>
                </w:p>
                <w:p w14:paraId="40B8FC11" w14:textId="77777777" w:rsidR="005D2B60" w:rsidRDefault="005D2B60" w:rsidP="005D2B60">
                  <w:pPr>
                    <w:spacing w:after="0" w:line="240" w:lineRule="auto"/>
                    <w:ind w:firstLine="0"/>
                    <w:jc w:val="center"/>
                    <w:rPr>
                      <w:sz w:val="24"/>
                      <w:szCs w:val="24"/>
                    </w:rPr>
                  </w:pPr>
                </w:p>
                <w:p w14:paraId="13AAE295" w14:textId="77777777" w:rsidR="005D2B60" w:rsidRDefault="005D2B60" w:rsidP="005D2B60">
                  <w:pPr>
                    <w:spacing w:after="0" w:line="240" w:lineRule="auto"/>
                    <w:ind w:firstLine="0"/>
                    <w:jc w:val="center"/>
                    <w:rPr>
                      <w:sz w:val="24"/>
                      <w:szCs w:val="24"/>
                    </w:rPr>
                  </w:pPr>
                </w:p>
                <w:p w14:paraId="1DC32FC5" w14:textId="77777777" w:rsidR="005D2B60" w:rsidRDefault="005D2B60" w:rsidP="005D2B60">
                  <w:pPr>
                    <w:spacing w:after="0" w:line="240" w:lineRule="auto"/>
                    <w:ind w:firstLine="0"/>
                    <w:jc w:val="center"/>
                    <w:rPr>
                      <w:sz w:val="24"/>
                      <w:szCs w:val="24"/>
                    </w:rPr>
                  </w:pPr>
                </w:p>
                <w:p w14:paraId="640C5089" w14:textId="77777777" w:rsidR="005D2B60" w:rsidRDefault="005D2B60" w:rsidP="005D2B60">
                  <w:pPr>
                    <w:spacing w:after="0" w:line="240" w:lineRule="auto"/>
                    <w:ind w:firstLine="0"/>
                    <w:jc w:val="center"/>
                    <w:rPr>
                      <w:sz w:val="24"/>
                      <w:szCs w:val="24"/>
                    </w:rPr>
                  </w:pPr>
                </w:p>
                <w:p w14:paraId="477A8BE9" w14:textId="77777777" w:rsidR="005D2B60" w:rsidRDefault="005D2B60" w:rsidP="005D2B60">
                  <w:pPr>
                    <w:spacing w:after="0" w:line="240" w:lineRule="auto"/>
                    <w:ind w:firstLine="0"/>
                    <w:jc w:val="center"/>
                    <w:rPr>
                      <w:sz w:val="24"/>
                      <w:szCs w:val="24"/>
                    </w:rPr>
                  </w:pPr>
                  <w:r>
                    <w:rPr>
                      <w:sz w:val="24"/>
                      <w:szCs w:val="24"/>
                    </w:rPr>
                    <w:t>12</w:t>
                  </w:r>
                </w:p>
              </w:tc>
              <w:tc>
                <w:tcPr>
                  <w:tcW w:w="6717" w:type="dxa"/>
                  <w:tcBorders>
                    <w:top w:val="single" w:sz="4" w:space="0" w:color="auto"/>
                    <w:left w:val="single" w:sz="4" w:space="0" w:color="auto"/>
                    <w:bottom w:val="single" w:sz="4" w:space="0" w:color="auto"/>
                    <w:right w:val="single" w:sz="4" w:space="0" w:color="auto"/>
                  </w:tcBorders>
                </w:tcPr>
                <w:p w14:paraId="435631F3" w14:textId="77777777" w:rsidR="005D2B60" w:rsidRDefault="005D2B60" w:rsidP="005D2B60">
                  <w:pPr>
                    <w:spacing w:after="0" w:line="240" w:lineRule="auto"/>
                    <w:ind w:firstLine="0"/>
                    <w:rPr>
                      <w:b/>
                      <w:bCs/>
                      <w:sz w:val="24"/>
                      <w:szCs w:val="24"/>
                    </w:rPr>
                  </w:pPr>
                  <w:r>
                    <w:rPr>
                      <w:b/>
                      <w:bCs/>
                      <w:sz w:val="24"/>
                      <w:szCs w:val="24"/>
                    </w:rPr>
                    <w:t>CABO HDMI TAMANHO 50 METROS</w:t>
                  </w:r>
                </w:p>
                <w:p w14:paraId="5CC71BFB" w14:textId="77777777" w:rsidR="005D2B60" w:rsidRDefault="005D2B60" w:rsidP="005D2B60">
                  <w:pPr>
                    <w:spacing w:after="0" w:line="240" w:lineRule="auto"/>
                    <w:ind w:firstLine="0"/>
                    <w:rPr>
                      <w:b/>
                      <w:bCs/>
                      <w:sz w:val="24"/>
                      <w:szCs w:val="24"/>
                    </w:rPr>
                  </w:pPr>
                </w:p>
                <w:p w14:paraId="5D894AD1" w14:textId="77777777" w:rsidR="005D2B60" w:rsidRDefault="005D2B60" w:rsidP="005D2B60">
                  <w:pPr>
                    <w:spacing w:after="0" w:line="240" w:lineRule="auto"/>
                    <w:ind w:firstLine="0"/>
                    <w:rPr>
                      <w:b/>
                      <w:bCs/>
                    </w:rPr>
                  </w:pPr>
                  <w:r>
                    <w:rPr>
                      <w:b/>
                      <w:bCs/>
                    </w:rPr>
                    <w:t>CARACTERÍSTICAS:</w:t>
                  </w:r>
                </w:p>
                <w:p w14:paraId="77081D92" w14:textId="77777777" w:rsidR="005D2B60" w:rsidRDefault="005D2B60" w:rsidP="005D2B60">
                  <w:pPr>
                    <w:spacing w:after="0" w:line="240" w:lineRule="auto"/>
                    <w:ind w:firstLine="0"/>
                    <w:rPr>
                      <w:b/>
                      <w:bCs/>
                    </w:rPr>
                  </w:pPr>
                </w:p>
                <w:p w14:paraId="0D636E97" w14:textId="77777777" w:rsidR="005D2B60" w:rsidRDefault="005D2B60" w:rsidP="005D2B60">
                  <w:pPr>
                    <w:spacing w:after="0" w:line="240" w:lineRule="auto"/>
                    <w:ind w:firstLine="0"/>
                    <w:rPr>
                      <w:b/>
                      <w:bCs/>
                    </w:rPr>
                  </w:pPr>
                </w:p>
                <w:p w14:paraId="3A9656C5" w14:textId="77777777" w:rsidR="005D2B60" w:rsidRDefault="005D2B60" w:rsidP="005D2B60">
                  <w:pPr>
                    <w:spacing w:after="0" w:line="240" w:lineRule="auto"/>
                    <w:ind w:firstLine="0"/>
                    <w:rPr>
                      <w:sz w:val="24"/>
                      <w:szCs w:val="24"/>
                    </w:rPr>
                  </w:pPr>
                  <w:r>
                    <w:rPr>
                      <w:sz w:val="24"/>
                      <w:szCs w:val="24"/>
                    </w:rPr>
                    <w:t>TAMANHO: 50 METROS</w:t>
                  </w:r>
                </w:p>
                <w:p w14:paraId="348B9B15" w14:textId="77777777" w:rsidR="005D2B60" w:rsidRDefault="005D2B60" w:rsidP="005D2B60">
                  <w:pPr>
                    <w:spacing w:after="0" w:line="240" w:lineRule="auto"/>
                    <w:ind w:firstLine="0"/>
                    <w:rPr>
                      <w:sz w:val="24"/>
                      <w:szCs w:val="24"/>
                    </w:rPr>
                  </w:pPr>
                  <w:r>
                    <w:rPr>
                      <w:sz w:val="24"/>
                      <w:szCs w:val="24"/>
                    </w:rPr>
                    <w:t>COMPATIBILIDADE</w:t>
                  </w:r>
                  <w:r>
                    <w:rPr>
                      <w:b/>
                      <w:bCs/>
                      <w:sz w:val="24"/>
                      <w:szCs w:val="24"/>
                    </w:rPr>
                    <w:t>:</w:t>
                  </w:r>
                  <w:r>
                    <w:rPr>
                      <w:sz w:val="24"/>
                      <w:szCs w:val="24"/>
                    </w:rPr>
                    <w:t xml:space="preserve"> VERSÃO HDMI 2.0 E</w:t>
                  </w:r>
                </w:p>
                <w:p w14:paraId="6AC95476" w14:textId="77777777" w:rsidR="005D2B60" w:rsidRDefault="005D2B60" w:rsidP="005D2B60">
                  <w:pPr>
                    <w:spacing w:after="0" w:line="240" w:lineRule="auto"/>
                    <w:ind w:firstLine="0"/>
                    <w:rPr>
                      <w:sz w:val="24"/>
                      <w:szCs w:val="24"/>
                    </w:rPr>
                  </w:pPr>
                  <w:r>
                    <w:rPr>
                      <w:sz w:val="24"/>
                      <w:szCs w:val="24"/>
                    </w:rPr>
                    <w:t>ANTERIORES RESOLUÇÕES COMPATÍVEIS: FULL HD, 4K EM 50/60FPS</w:t>
                  </w:r>
                </w:p>
                <w:p w14:paraId="48BA18EB" w14:textId="77777777" w:rsidR="005D2B60" w:rsidRDefault="005D2B60" w:rsidP="005D2B60">
                  <w:pPr>
                    <w:spacing w:after="0" w:line="240" w:lineRule="auto"/>
                    <w:ind w:firstLine="0"/>
                    <w:rPr>
                      <w:sz w:val="24"/>
                      <w:szCs w:val="24"/>
                    </w:rPr>
                  </w:pPr>
                  <w:r>
                    <w:rPr>
                      <w:sz w:val="24"/>
                      <w:szCs w:val="24"/>
                    </w:rPr>
                    <w:t>CORES: TAXA DE 12 BIT</w:t>
                  </w:r>
                </w:p>
                <w:p w14:paraId="265AD87F" w14:textId="77777777" w:rsidR="005D2B60" w:rsidRDefault="005D2B60" w:rsidP="005D2B60">
                  <w:pPr>
                    <w:spacing w:after="0" w:line="240" w:lineRule="auto"/>
                    <w:ind w:firstLine="0"/>
                    <w:rPr>
                      <w:sz w:val="24"/>
                      <w:szCs w:val="24"/>
                    </w:rPr>
                  </w:pPr>
                  <w:r>
                    <w:rPr>
                      <w:sz w:val="24"/>
                      <w:szCs w:val="24"/>
                    </w:rPr>
                    <w:t>CONECTORES: HDMI MACHO PARA HDMI</w:t>
                  </w:r>
                </w:p>
                <w:p w14:paraId="063053E9" w14:textId="77777777" w:rsidR="005D2B60" w:rsidRDefault="005D2B60" w:rsidP="005D2B60">
                  <w:pPr>
                    <w:spacing w:after="0" w:line="240" w:lineRule="auto"/>
                    <w:ind w:firstLine="0"/>
                    <w:rPr>
                      <w:sz w:val="24"/>
                      <w:szCs w:val="24"/>
                    </w:rPr>
                  </w:pPr>
                  <w:r>
                    <w:rPr>
                      <w:sz w:val="24"/>
                      <w:szCs w:val="24"/>
                    </w:rPr>
                    <w:t>MACHO, BANHADOS A OURO</w:t>
                  </w:r>
                </w:p>
                <w:p w14:paraId="070FC7F9" w14:textId="77777777" w:rsidR="005D2B60" w:rsidRDefault="005D2B60" w:rsidP="005D2B60">
                  <w:pPr>
                    <w:spacing w:after="0" w:line="240" w:lineRule="auto"/>
                    <w:ind w:firstLine="0"/>
                    <w:rPr>
                      <w:sz w:val="24"/>
                      <w:szCs w:val="24"/>
                    </w:rPr>
                  </w:pPr>
                  <w:r>
                    <w:rPr>
                      <w:sz w:val="24"/>
                      <w:szCs w:val="24"/>
                    </w:rPr>
                    <w:t>GARANTIA MÍNIMA: 3 MESES</w:t>
                  </w:r>
                </w:p>
                <w:p w14:paraId="03774306" w14:textId="77777777" w:rsidR="005D2B60" w:rsidRDefault="005D2B60" w:rsidP="005D2B60">
                  <w:pPr>
                    <w:spacing w:after="0" w:line="240" w:lineRule="auto"/>
                    <w:ind w:firstLine="0"/>
                    <w:rPr>
                      <w:b/>
                      <w:bCs/>
                      <w:sz w:val="24"/>
                      <w:szCs w:val="24"/>
                    </w:rPr>
                  </w:pPr>
                </w:p>
                <w:p w14:paraId="1152ED10" w14:textId="77777777" w:rsidR="005D2B60" w:rsidRDefault="005D2B60" w:rsidP="005D2B60">
                  <w:pPr>
                    <w:spacing w:after="0" w:line="240" w:lineRule="auto"/>
                    <w:ind w:firstLine="0"/>
                    <w:rPr>
                      <w:b/>
                      <w:bCs/>
                      <w:sz w:val="24"/>
                      <w:szCs w:val="24"/>
                    </w:rPr>
                  </w:pPr>
                </w:p>
                <w:p w14:paraId="355D34E9" w14:textId="77777777" w:rsidR="005D2B60" w:rsidRDefault="005D2B60" w:rsidP="005D2B60">
                  <w:pPr>
                    <w:spacing w:after="0" w:line="240" w:lineRule="auto"/>
                    <w:ind w:firstLine="0"/>
                    <w:rPr>
                      <w:b/>
                      <w:bCs/>
                      <w:sz w:val="24"/>
                      <w:szCs w:val="24"/>
                    </w:rPr>
                  </w:pPr>
                </w:p>
                <w:p w14:paraId="53C3AE07" w14:textId="77777777" w:rsidR="005D2B60" w:rsidRDefault="005D2B60" w:rsidP="005D2B60">
                  <w:pPr>
                    <w:spacing w:after="0" w:line="240" w:lineRule="auto"/>
                    <w:ind w:firstLine="0"/>
                    <w:rPr>
                      <w:b/>
                      <w:bCs/>
                      <w:sz w:val="24"/>
                      <w:szCs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14F82527" w14:textId="2DC31926" w:rsidR="005D2B60" w:rsidRDefault="00B0545A" w:rsidP="005D2B60">
                  <w:pPr>
                    <w:spacing w:after="0" w:line="240" w:lineRule="auto"/>
                    <w:ind w:firstLine="0"/>
                    <w:jc w:val="center"/>
                    <w:rPr>
                      <w:sz w:val="24"/>
                      <w:szCs w:val="24"/>
                    </w:rPr>
                  </w:pPr>
                  <w:r>
                    <w:rPr>
                      <w:sz w:val="24"/>
                      <w:szCs w:val="24"/>
                    </w:rPr>
                    <w:t>7</w:t>
                  </w:r>
                </w:p>
              </w:tc>
            </w:tr>
            <w:tr w:rsidR="005D2B60" w14:paraId="556F4972" w14:textId="77777777" w:rsidTr="005D2B60">
              <w:trPr>
                <w:jc w:val="center"/>
              </w:trPr>
              <w:tc>
                <w:tcPr>
                  <w:tcW w:w="1192" w:type="dxa"/>
                  <w:gridSpan w:val="2"/>
                  <w:tcBorders>
                    <w:top w:val="single" w:sz="4" w:space="0" w:color="auto"/>
                    <w:left w:val="single" w:sz="4" w:space="0" w:color="auto"/>
                    <w:bottom w:val="single" w:sz="4" w:space="0" w:color="auto"/>
                    <w:right w:val="single" w:sz="4" w:space="0" w:color="auto"/>
                  </w:tcBorders>
                </w:tcPr>
                <w:p w14:paraId="7DACBB03" w14:textId="77777777" w:rsidR="005D2B60" w:rsidRDefault="005D2B60" w:rsidP="005D2B60">
                  <w:pPr>
                    <w:spacing w:after="0" w:line="240" w:lineRule="auto"/>
                    <w:ind w:firstLine="0"/>
                    <w:jc w:val="center"/>
                    <w:rPr>
                      <w:sz w:val="24"/>
                      <w:szCs w:val="24"/>
                    </w:rPr>
                  </w:pPr>
                </w:p>
                <w:p w14:paraId="668F539B" w14:textId="77777777" w:rsidR="005D2B60" w:rsidRDefault="005D2B60" w:rsidP="005D2B60">
                  <w:pPr>
                    <w:spacing w:after="0" w:line="240" w:lineRule="auto"/>
                    <w:ind w:firstLine="0"/>
                    <w:jc w:val="center"/>
                    <w:rPr>
                      <w:sz w:val="24"/>
                      <w:szCs w:val="24"/>
                    </w:rPr>
                  </w:pPr>
                </w:p>
                <w:p w14:paraId="23874258" w14:textId="77777777" w:rsidR="005D2B60" w:rsidRDefault="005D2B60" w:rsidP="005D2B60">
                  <w:pPr>
                    <w:spacing w:after="0" w:line="240" w:lineRule="auto"/>
                    <w:ind w:firstLine="0"/>
                    <w:jc w:val="center"/>
                    <w:rPr>
                      <w:sz w:val="24"/>
                      <w:szCs w:val="24"/>
                    </w:rPr>
                  </w:pPr>
                </w:p>
                <w:p w14:paraId="1708E610" w14:textId="77777777" w:rsidR="005D2B60" w:rsidRDefault="005D2B60" w:rsidP="005D2B60">
                  <w:pPr>
                    <w:spacing w:after="0" w:line="240" w:lineRule="auto"/>
                    <w:ind w:firstLine="0"/>
                    <w:jc w:val="center"/>
                    <w:rPr>
                      <w:sz w:val="24"/>
                      <w:szCs w:val="24"/>
                    </w:rPr>
                  </w:pPr>
                  <w:r>
                    <w:rPr>
                      <w:sz w:val="24"/>
                      <w:szCs w:val="24"/>
                    </w:rPr>
                    <w:t>13</w:t>
                  </w:r>
                </w:p>
              </w:tc>
              <w:tc>
                <w:tcPr>
                  <w:tcW w:w="6717" w:type="dxa"/>
                  <w:tcBorders>
                    <w:top w:val="single" w:sz="4" w:space="0" w:color="auto"/>
                    <w:left w:val="single" w:sz="4" w:space="0" w:color="auto"/>
                    <w:bottom w:val="single" w:sz="4" w:space="0" w:color="auto"/>
                    <w:right w:val="single" w:sz="4" w:space="0" w:color="auto"/>
                  </w:tcBorders>
                </w:tcPr>
                <w:p w14:paraId="4B6EC137" w14:textId="77777777" w:rsidR="005D2B60" w:rsidRDefault="005D2B60" w:rsidP="005D2B60">
                  <w:pPr>
                    <w:spacing w:after="0" w:line="240" w:lineRule="auto"/>
                    <w:ind w:firstLine="0"/>
                    <w:rPr>
                      <w:b/>
                      <w:bCs/>
                      <w:sz w:val="24"/>
                      <w:szCs w:val="24"/>
                    </w:rPr>
                  </w:pPr>
                  <w:r>
                    <w:rPr>
                      <w:b/>
                      <w:bCs/>
                      <w:sz w:val="24"/>
                      <w:szCs w:val="24"/>
                    </w:rPr>
                    <w:t>ORGANIZADOR DE CABOS</w:t>
                  </w:r>
                </w:p>
                <w:p w14:paraId="72F726CE" w14:textId="77777777" w:rsidR="005D2B60" w:rsidRDefault="005D2B60" w:rsidP="005D2B60">
                  <w:pPr>
                    <w:spacing w:after="0" w:line="240" w:lineRule="auto"/>
                    <w:ind w:firstLine="0"/>
                    <w:rPr>
                      <w:b/>
                      <w:bCs/>
                      <w:sz w:val="24"/>
                      <w:szCs w:val="24"/>
                    </w:rPr>
                  </w:pPr>
                </w:p>
                <w:p w14:paraId="0E98A626" w14:textId="77777777" w:rsidR="005D2B60" w:rsidRDefault="005D2B60" w:rsidP="005D2B60">
                  <w:pPr>
                    <w:spacing w:after="0" w:line="240" w:lineRule="auto"/>
                    <w:ind w:firstLine="0"/>
                    <w:rPr>
                      <w:b/>
                      <w:bCs/>
                    </w:rPr>
                  </w:pPr>
                  <w:r>
                    <w:rPr>
                      <w:b/>
                      <w:bCs/>
                    </w:rPr>
                    <w:t>CARACTERÍSTICAS:</w:t>
                  </w:r>
                </w:p>
                <w:p w14:paraId="112AB648" w14:textId="77777777" w:rsidR="005D2B60" w:rsidRDefault="005D2B60" w:rsidP="005D2B60">
                  <w:pPr>
                    <w:spacing w:after="0" w:line="240" w:lineRule="auto"/>
                    <w:ind w:firstLine="0"/>
                    <w:rPr>
                      <w:b/>
                      <w:bCs/>
                    </w:rPr>
                  </w:pPr>
                </w:p>
                <w:p w14:paraId="2E9F9DA8" w14:textId="77777777" w:rsidR="005D2B60" w:rsidRDefault="005D2B60" w:rsidP="005D2B60">
                  <w:pPr>
                    <w:spacing w:after="0" w:line="240" w:lineRule="auto"/>
                    <w:ind w:firstLine="0"/>
                    <w:rPr>
                      <w:sz w:val="24"/>
                      <w:szCs w:val="24"/>
                    </w:rPr>
                  </w:pPr>
                  <w:r>
                    <w:rPr>
                      <w:sz w:val="24"/>
                      <w:szCs w:val="24"/>
                    </w:rPr>
                    <w:t xml:space="preserve">ORGANIZADOR DE CABOS, E FIOS ESPIRAL, </w:t>
                  </w:r>
                </w:p>
                <w:p w14:paraId="3C700408" w14:textId="77777777" w:rsidR="005D2B60" w:rsidRDefault="005D2B60" w:rsidP="005D2B60">
                  <w:pPr>
                    <w:spacing w:after="0" w:line="240" w:lineRule="auto"/>
                    <w:ind w:firstLine="0"/>
                    <w:rPr>
                      <w:sz w:val="24"/>
                      <w:szCs w:val="24"/>
                    </w:rPr>
                  </w:pPr>
                  <w:r>
                    <w:rPr>
                      <w:sz w:val="24"/>
                      <w:szCs w:val="24"/>
                    </w:rPr>
                    <w:t>ALTURA X LARGURA X PROFUNDIDADE X COMPRIMENTO</w:t>
                  </w:r>
                </w:p>
                <w:p w14:paraId="3057841E" w14:textId="77777777" w:rsidR="005D2B60" w:rsidRDefault="005D2B60" w:rsidP="005D2B60">
                  <w:pPr>
                    <w:spacing w:after="0" w:line="240" w:lineRule="auto"/>
                    <w:ind w:firstLine="0"/>
                    <w:rPr>
                      <w:sz w:val="24"/>
                      <w:szCs w:val="24"/>
                    </w:rPr>
                  </w:pPr>
                  <w:r>
                    <w:rPr>
                      <w:sz w:val="24"/>
                      <w:szCs w:val="24"/>
                    </w:rPr>
                    <w:t>5 MM X 5 MM X 5 MM X 10 M</w:t>
                  </w:r>
                </w:p>
                <w:p w14:paraId="28744B3E" w14:textId="77777777" w:rsidR="005D2B60" w:rsidRDefault="005D2B60" w:rsidP="005D2B60">
                  <w:pPr>
                    <w:spacing w:after="0" w:line="240" w:lineRule="auto"/>
                    <w:ind w:firstLine="0"/>
                    <w:rPr>
                      <w:sz w:val="24"/>
                      <w:szCs w:val="24"/>
                    </w:rPr>
                  </w:pPr>
                  <w:r>
                    <w:rPr>
                      <w:b/>
                      <w:bCs/>
                      <w:sz w:val="24"/>
                      <w:szCs w:val="24"/>
                    </w:rPr>
                    <w:lastRenderedPageBreak/>
                    <w:t xml:space="preserve">MODELO: </w:t>
                  </w:r>
                  <w:r>
                    <w:rPr>
                      <w:sz w:val="24"/>
                      <w:szCs w:val="24"/>
                    </w:rPr>
                    <w:t>‎ESPIRAL</w:t>
                  </w:r>
                </w:p>
                <w:p w14:paraId="107742EC" w14:textId="77777777" w:rsidR="005D2B60" w:rsidRDefault="005D2B60" w:rsidP="005D2B60">
                  <w:pPr>
                    <w:spacing w:after="0" w:line="240" w:lineRule="auto"/>
                    <w:ind w:firstLine="0"/>
                    <w:rPr>
                      <w:sz w:val="24"/>
                      <w:szCs w:val="24"/>
                    </w:rPr>
                  </w:pPr>
                  <w:r>
                    <w:rPr>
                      <w:b/>
                      <w:bCs/>
                      <w:sz w:val="24"/>
                      <w:szCs w:val="24"/>
                    </w:rPr>
                    <w:t>COR:</w:t>
                  </w:r>
                  <w:r>
                    <w:rPr>
                      <w:sz w:val="24"/>
                      <w:szCs w:val="24"/>
                    </w:rPr>
                    <w:t>‎ PRETO</w:t>
                  </w:r>
                </w:p>
                <w:p w14:paraId="4A4F1074" w14:textId="77777777" w:rsidR="005D2B60" w:rsidRDefault="005D2B60" w:rsidP="005D2B60">
                  <w:pPr>
                    <w:spacing w:after="0" w:line="240" w:lineRule="auto"/>
                    <w:ind w:firstLine="0"/>
                    <w:rPr>
                      <w:b/>
                      <w:bCs/>
                      <w:sz w:val="24"/>
                      <w:szCs w:val="24"/>
                    </w:rPr>
                  </w:pPr>
                </w:p>
              </w:tc>
              <w:tc>
                <w:tcPr>
                  <w:tcW w:w="1316" w:type="dxa"/>
                  <w:gridSpan w:val="2"/>
                  <w:tcBorders>
                    <w:top w:val="single" w:sz="4" w:space="0" w:color="auto"/>
                    <w:left w:val="single" w:sz="4" w:space="0" w:color="auto"/>
                    <w:bottom w:val="single" w:sz="4" w:space="0" w:color="auto"/>
                    <w:right w:val="single" w:sz="4" w:space="0" w:color="auto"/>
                  </w:tcBorders>
                </w:tcPr>
                <w:p w14:paraId="56371F3C" w14:textId="77777777" w:rsidR="005D2B60" w:rsidRDefault="005D2B60" w:rsidP="005D2B60">
                  <w:pPr>
                    <w:spacing w:after="0" w:line="240" w:lineRule="auto"/>
                    <w:ind w:firstLine="0"/>
                    <w:jc w:val="center"/>
                    <w:rPr>
                      <w:sz w:val="24"/>
                      <w:szCs w:val="24"/>
                    </w:rPr>
                  </w:pPr>
                </w:p>
                <w:p w14:paraId="1BB62C9F" w14:textId="77777777" w:rsidR="005D2B60" w:rsidRDefault="005D2B60" w:rsidP="005D2B60">
                  <w:pPr>
                    <w:spacing w:after="0" w:line="240" w:lineRule="auto"/>
                    <w:ind w:firstLine="0"/>
                    <w:jc w:val="center"/>
                    <w:rPr>
                      <w:sz w:val="24"/>
                      <w:szCs w:val="24"/>
                    </w:rPr>
                  </w:pPr>
                </w:p>
                <w:p w14:paraId="36DA91D9" w14:textId="77777777" w:rsidR="005D2B60" w:rsidRDefault="005D2B60" w:rsidP="005D2B60">
                  <w:pPr>
                    <w:spacing w:after="0" w:line="240" w:lineRule="auto"/>
                    <w:ind w:firstLine="0"/>
                    <w:jc w:val="center"/>
                    <w:rPr>
                      <w:sz w:val="24"/>
                      <w:szCs w:val="24"/>
                    </w:rPr>
                  </w:pPr>
                  <w:r>
                    <w:rPr>
                      <w:sz w:val="24"/>
                      <w:szCs w:val="24"/>
                    </w:rPr>
                    <w:t>50</w:t>
                  </w:r>
                </w:p>
                <w:p w14:paraId="7A1A139C" w14:textId="77777777" w:rsidR="005D2B60" w:rsidRDefault="005D2B60" w:rsidP="005D2B60">
                  <w:pPr>
                    <w:spacing w:after="0" w:line="240" w:lineRule="auto"/>
                    <w:ind w:firstLine="0"/>
                    <w:jc w:val="center"/>
                    <w:rPr>
                      <w:sz w:val="24"/>
                      <w:szCs w:val="24"/>
                    </w:rPr>
                  </w:pPr>
                </w:p>
              </w:tc>
            </w:tr>
            <w:tr w:rsidR="005D2B60" w14:paraId="14B23978" w14:textId="77777777" w:rsidTr="005D2B60">
              <w:trPr>
                <w:jc w:val="center"/>
              </w:trPr>
              <w:tc>
                <w:tcPr>
                  <w:tcW w:w="1192" w:type="dxa"/>
                  <w:gridSpan w:val="2"/>
                  <w:tcBorders>
                    <w:top w:val="single" w:sz="4" w:space="0" w:color="auto"/>
                    <w:left w:val="single" w:sz="4" w:space="0" w:color="auto"/>
                    <w:bottom w:val="single" w:sz="4" w:space="0" w:color="auto"/>
                    <w:right w:val="single" w:sz="4" w:space="0" w:color="auto"/>
                  </w:tcBorders>
                  <w:vAlign w:val="center"/>
                  <w:hideMark/>
                </w:tcPr>
                <w:p w14:paraId="29618B55" w14:textId="77777777" w:rsidR="005D2B60" w:rsidRDefault="005D2B60" w:rsidP="005D2B60">
                  <w:pPr>
                    <w:spacing w:after="0" w:line="240" w:lineRule="auto"/>
                    <w:ind w:firstLine="0"/>
                    <w:jc w:val="center"/>
                    <w:rPr>
                      <w:sz w:val="24"/>
                      <w:szCs w:val="24"/>
                      <w:highlight w:val="yellow"/>
                    </w:rPr>
                  </w:pPr>
                  <w:r>
                    <w:rPr>
                      <w:sz w:val="24"/>
                      <w:szCs w:val="24"/>
                    </w:rPr>
                    <w:t>14</w:t>
                  </w:r>
                </w:p>
              </w:tc>
              <w:tc>
                <w:tcPr>
                  <w:tcW w:w="6717" w:type="dxa"/>
                  <w:tcBorders>
                    <w:top w:val="single" w:sz="4" w:space="0" w:color="auto"/>
                    <w:left w:val="single" w:sz="4" w:space="0" w:color="auto"/>
                    <w:bottom w:val="single" w:sz="4" w:space="0" w:color="auto"/>
                    <w:right w:val="single" w:sz="4" w:space="0" w:color="auto"/>
                  </w:tcBorders>
                  <w:vAlign w:val="center"/>
                </w:tcPr>
                <w:p w14:paraId="1E2B0B75" w14:textId="77777777" w:rsidR="005D2B60" w:rsidRDefault="005D2B60" w:rsidP="005D2B60">
                  <w:pPr>
                    <w:spacing w:after="0" w:line="240" w:lineRule="auto"/>
                    <w:ind w:firstLine="0"/>
                    <w:rPr>
                      <w:b/>
                      <w:bCs/>
                      <w:sz w:val="24"/>
                      <w:szCs w:val="24"/>
                    </w:rPr>
                  </w:pPr>
                  <w:r>
                    <w:rPr>
                      <w:b/>
                      <w:bCs/>
                      <w:sz w:val="24"/>
                      <w:szCs w:val="24"/>
                    </w:rPr>
                    <w:t>CAIXA DE CABO CAT6</w:t>
                  </w:r>
                </w:p>
                <w:p w14:paraId="7463373B" w14:textId="77777777" w:rsidR="005D2B60" w:rsidRDefault="005D2B60" w:rsidP="005D2B60">
                  <w:pPr>
                    <w:spacing w:after="0" w:line="240" w:lineRule="auto"/>
                    <w:ind w:firstLine="0"/>
                    <w:rPr>
                      <w:b/>
                      <w:bCs/>
                      <w:sz w:val="24"/>
                      <w:szCs w:val="24"/>
                    </w:rPr>
                  </w:pPr>
                </w:p>
                <w:p w14:paraId="1D4AC753" w14:textId="77777777" w:rsidR="005D2B60" w:rsidRDefault="005D2B60" w:rsidP="005D2B60">
                  <w:pPr>
                    <w:spacing w:after="0" w:line="240" w:lineRule="auto"/>
                    <w:ind w:firstLine="0"/>
                    <w:rPr>
                      <w:b/>
                      <w:bCs/>
                    </w:rPr>
                  </w:pPr>
                  <w:r>
                    <w:rPr>
                      <w:b/>
                      <w:bCs/>
                    </w:rPr>
                    <w:t>CARACTERÍSTICAS:</w:t>
                  </w:r>
                </w:p>
                <w:p w14:paraId="58CD7C6A" w14:textId="77777777" w:rsidR="005D2B60" w:rsidRDefault="005D2B60" w:rsidP="005D2B60">
                  <w:pPr>
                    <w:spacing w:after="0" w:line="240" w:lineRule="auto"/>
                    <w:ind w:firstLine="0"/>
                    <w:rPr>
                      <w:b/>
                      <w:bCs/>
                      <w:sz w:val="24"/>
                      <w:szCs w:val="24"/>
                    </w:rPr>
                  </w:pPr>
                </w:p>
                <w:p w14:paraId="5E2AD05D" w14:textId="77777777" w:rsidR="005D2B60" w:rsidRDefault="005D2B60" w:rsidP="005D2B60">
                  <w:pPr>
                    <w:spacing w:after="0" w:line="240" w:lineRule="auto"/>
                    <w:ind w:firstLine="0"/>
                    <w:rPr>
                      <w:b/>
                      <w:bCs/>
                      <w:sz w:val="24"/>
                      <w:szCs w:val="24"/>
                    </w:rPr>
                  </w:pPr>
                  <w:r>
                    <w:rPr>
                      <w:b/>
                      <w:bCs/>
                      <w:sz w:val="24"/>
                      <w:szCs w:val="24"/>
                    </w:rPr>
                    <w:t xml:space="preserve">COMPRIMENTO: </w:t>
                  </w:r>
                  <w:r>
                    <w:rPr>
                      <w:sz w:val="24"/>
                      <w:szCs w:val="24"/>
                    </w:rPr>
                    <w:t>305M</w:t>
                  </w:r>
                </w:p>
                <w:p w14:paraId="2B88622B" w14:textId="77777777" w:rsidR="005D2B60" w:rsidRDefault="005D2B60" w:rsidP="005D2B60">
                  <w:pPr>
                    <w:spacing w:after="0" w:line="240" w:lineRule="auto"/>
                    <w:ind w:firstLine="0"/>
                    <w:rPr>
                      <w:sz w:val="24"/>
                      <w:szCs w:val="24"/>
                    </w:rPr>
                  </w:pPr>
                  <w:r>
                    <w:rPr>
                      <w:sz w:val="24"/>
                      <w:szCs w:val="24"/>
                    </w:rPr>
                    <w:t>TIPO DE CABO: PAR TRANÇADO UTP</w:t>
                  </w:r>
                </w:p>
                <w:p w14:paraId="2A2AD20E" w14:textId="77777777" w:rsidR="005D2B60" w:rsidRDefault="005D2B60" w:rsidP="005D2B60">
                  <w:pPr>
                    <w:spacing w:after="0" w:line="240" w:lineRule="auto"/>
                    <w:ind w:firstLine="0"/>
                    <w:rPr>
                      <w:sz w:val="24"/>
                      <w:szCs w:val="24"/>
                    </w:rPr>
                  </w:pPr>
                  <w:r>
                    <w:rPr>
                      <w:sz w:val="24"/>
                      <w:szCs w:val="24"/>
                    </w:rPr>
                    <w:t>COR: AZUL</w:t>
                  </w:r>
                </w:p>
                <w:p w14:paraId="47C93309" w14:textId="77777777" w:rsidR="005D2B60" w:rsidRDefault="005D2B60" w:rsidP="005D2B60">
                  <w:pPr>
                    <w:spacing w:after="0" w:line="240" w:lineRule="auto"/>
                    <w:ind w:firstLine="0"/>
                    <w:rPr>
                      <w:sz w:val="24"/>
                      <w:szCs w:val="24"/>
                    </w:rPr>
                  </w:pPr>
                  <w:r>
                    <w:rPr>
                      <w:sz w:val="24"/>
                      <w:szCs w:val="24"/>
                    </w:rPr>
                    <w:t>CATEGORIA</w:t>
                  </w:r>
                  <w:r>
                    <w:rPr>
                      <w:b/>
                      <w:bCs/>
                      <w:sz w:val="24"/>
                      <w:szCs w:val="24"/>
                    </w:rPr>
                    <w:t xml:space="preserve">: </w:t>
                  </w:r>
                  <w:r>
                    <w:rPr>
                      <w:sz w:val="24"/>
                      <w:szCs w:val="24"/>
                    </w:rPr>
                    <w:t>CAT 6</w:t>
                  </w:r>
                </w:p>
                <w:p w14:paraId="0CB7B2D8" w14:textId="77777777" w:rsidR="005D2B60" w:rsidRDefault="005D2B60" w:rsidP="005D2B60">
                  <w:pPr>
                    <w:spacing w:after="0" w:line="240" w:lineRule="auto"/>
                    <w:ind w:firstLine="0"/>
                    <w:rPr>
                      <w:b/>
                      <w:bCs/>
                      <w:sz w:val="24"/>
                      <w:szCs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7E54C263" w14:textId="77777777" w:rsidR="005D2B60" w:rsidRDefault="005D2B60" w:rsidP="005D2B60">
                  <w:pPr>
                    <w:spacing w:after="0" w:line="240" w:lineRule="auto"/>
                    <w:ind w:firstLine="0"/>
                    <w:jc w:val="center"/>
                    <w:rPr>
                      <w:sz w:val="24"/>
                      <w:szCs w:val="24"/>
                    </w:rPr>
                  </w:pPr>
                  <w:r>
                    <w:rPr>
                      <w:sz w:val="24"/>
                      <w:szCs w:val="24"/>
                    </w:rPr>
                    <w:t>1</w:t>
                  </w:r>
                </w:p>
              </w:tc>
            </w:tr>
            <w:tr w:rsidR="005D2B60" w14:paraId="73C48A6C" w14:textId="77777777" w:rsidTr="005D2B60">
              <w:trPr>
                <w:jc w:val="center"/>
              </w:trPr>
              <w:tc>
                <w:tcPr>
                  <w:tcW w:w="1192" w:type="dxa"/>
                  <w:gridSpan w:val="2"/>
                  <w:tcBorders>
                    <w:top w:val="single" w:sz="4" w:space="0" w:color="auto"/>
                    <w:left w:val="single" w:sz="4" w:space="0" w:color="auto"/>
                    <w:bottom w:val="single" w:sz="4" w:space="0" w:color="auto"/>
                    <w:right w:val="single" w:sz="4" w:space="0" w:color="auto"/>
                  </w:tcBorders>
                </w:tcPr>
                <w:p w14:paraId="14535A7B" w14:textId="77777777" w:rsidR="005D2B60" w:rsidRDefault="005D2B60" w:rsidP="005D2B60">
                  <w:pPr>
                    <w:spacing w:after="0" w:line="240" w:lineRule="auto"/>
                    <w:ind w:firstLine="0"/>
                    <w:jc w:val="center"/>
                    <w:rPr>
                      <w:sz w:val="24"/>
                      <w:szCs w:val="24"/>
                    </w:rPr>
                  </w:pPr>
                </w:p>
                <w:p w14:paraId="5CC2E8C3" w14:textId="77777777" w:rsidR="005D2B60" w:rsidRDefault="005D2B60" w:rsidP="005D2B60">
                  <w:pPr>
                    <w:spacing w:after="0" w:line="240" w:lineRule="auto"/>
                    <w:ind w:firstLine="0"/>
                    <w:jc w:val="center"/>
                    <w:rPr>
                      <w:sz w:val="24"/>
                      <w:szCs w:val="24"/>
                    </w:rPr>
                  </w:pPr>
                </w:p>
                <w:p w14:paraId="3C687701" w14:textId="77777777" w:rsidR="005D2B60" w:rsidRDefault="005D2B60" w:rsidP="005D2B60">
                  <w:pPr>
                    <w:spacing w:after="0" w:line="240" w:lineRule="auto"/>
                    <w:ind w:firstLine="0"/>
                    <w:jc w:val="center"/>
                    <w:rPr>
                      <w:sz w:val="24"/>
                      <w:szCs w:val="24"/>
                    </w:rPr>
                  </w:pPr>
                  <w:r>
                    <w:rPr>
                      <w:sz w:val="24"/>
                      <w:szCs w:val="24"/>
                    </w:rPr>
                    <w:t>15</w:t>
                  </w:r>
                </w:p>
              </w:tc>
              <w:tc>
                <w:tcPr>
                  <w:tcW w:w="6717" w:type="dxa"/>
                  <w:tcBorders>
                    <w:top w:val="single" w:sz="4" w:space="0" w:color="auto"/>
                    <w:left w:val="single" w:sz="4" w:space="0" w:color="auto"/>
                    <w:bottom w:val="single" w:sz="4" w:space="0" w:color="auto"/>
                    <w:right w:val="single" w:sz="4" w:space="0" w:color="auto"/>
                  </w:tcBorders>
                  <w:vAlign w:val="bottom"/>
                </w:tcPr>
                <w:p w14:paraId="0EAA2600" w14:textId="77777777" w:rsidR="005D2B60" w:rsidRDefault="005D2B60" w:rsidP="005D2B60">
                  <w:pPr>
                    <w:spacing w:after="0" w:line="240" w:lineRule="auto"/>
                    <w:ind w:firstLine="0"/>
                    <w:rPr>
                      <w:sz w:val="24"/>
                      <w:szCs w:val="24"/>
                    </w:rPr>
                  </w:pPr>
                  <w:r>
                    <w:rPr>
                      <w:b/>
                      <w:bCs/>
                      <w:sz w:val="24"/>
                      <w:szCs w:val="24"/>
                    </w:rPr>
                    <w:t>LIMPADOR DE TELAS</w:t>
                  </w:r>
                </w:p>
                <w:p w14:paraId="3080902A" w14:textId="77777777" w:rsidR="005D2B60" w:rsidRDefault="005D2B60" w:rsidP="005D2B60">
                  <w:pPr>
                    <w:spacing w:after="0" w:line="240" w:lineRule="auto"/>
                    <w:ind w:firstLine="0"/>
                    <w:rPr>
                      <w:sz w:val="24"/>
                      <w:szCs w:val="24"/>
                    </w:rPr>
                  </w:pPr>
                </w:p>
                <w:p w14:paraId="4F275DA5" w14:textId="77777777" w:rsidR="005D2B60" w:rsidRDefault="005D2B60" w:rsidP="005D2B60">
                  <w:pPr>
                    <w:spacing w:after="0" w:line="240" w:lineRule="auto"/>
                    <w:ind w:firstLine="0"/>
                    <w:rPr>
                      <w:b/>
                      <w:bCs/>
                    </w:rPr>
                  </w:pPr>
                  <w:r>
                    <w:rPr>
                      <w:b/>
                      <w:bCs/>
                    </w:rPr>
                    <w:t>CARACTERÍSTICAS:</w:t>
                  </w:r>
                </w:p>
                <w:p w14:paraId="34405A3C" w14:textId="77777777" w:rsidR="005D2B60" w:rsidRDefault="005D2B60" w:rsidP="005D2B60">
                  <w:pPr>
                    <w:spacing w:after="0" w:line="240" w:lineRule="auto"/>
                    <w:ind w:firstLine="0"/>
                    <w:rPr>
                      <w:b/>
                      <w:bCs/>
                    </w:rPr>
                  </w:pPr>
                </w:p>
                <w:p w14:paraId="23D27ABA" w14:textId="77777777" w:rsidR="005D2B60" w:rsidRDefault="005D2B60" w:rsidP="005D2B60">
                  <w:pPr>
                    <w:spacing w:after="0" w:line="240" w:lineRule="auto"/>
                    <w:ind w:firstLine="0"/>
                    <w:rPr>
                      <w:sz w:val="24"/>
                      <w:szCs w:val="24"/>
                    </w:rPr>
                  </w:pPr>
                  <w:r>
                    <w:rPr>
                      <w:sz w:val="24"/>
                      <w:szCs w:val="24"/>
                    </w:rPr>
                    <w:t>ANTIESTÁTICO PARA LIMPEZA DE TELA E LIMPEZA ELETRÔNICA</w:t>
                  </w:r>
                </w:p>
                <w:p w14:paraId="5CBAFD9F" w14:textId="77777777" w:rsidR="005D2B60" w:rsidRDefault="005D2B60" w:rsidP="005D2B60">
                  <w:pPr>
                    <w:spacing w:after="0" w:line="240" w:lineRule="auto"/>
                    <w:ind w:firstLine="0"/>
                    <w:rPr>
                      <w:sz w:val="24"/>
                      <w:szCs w:val="24"/>
                    </w:rPr>
                  </w:pPr>
                  <w:r>
                    <w:rPr>
                      <w:sz w:val="24"/>
                      <w:szCs w:val="24"/>
                    </w:rPr>
                    <w:t>MÍNIMO 120ML </w:t>
                  </w:r>
                </w:p>
                <w:p w14:paraId="0CA0A49E" w14:textId="77777777" w:rsidR="005D2B60" w:rsidRDefault="005D2B60" w:rsidP="005D2B60">
                  <w:pPr>
                    <w:spacing w:after="0" w:line="240" w:lineRule="auto"/>
                    <w:ind w:firstLine="0"/>
                    <w:rPr>
                      <w:sz w:val="24"/>
                      <w:szCs w:val="24"/>
                    </w:rPr>
                  </w:pPr>
                  <w:r>
                    <w:rPr>
                      <w:sz w:val="24"/>
                      <w:szCs w:val="24"/>
                    </w:rPr>
                    <w:t>COM PANO DE MICROFIBRA </w:t>
                  </w:r>
                </w:p>
                <w:p w14:paraId="09D7EB70" w14:textId="77777777" w:rsidR="005D2B60" w:rsidRDefault="005D2B60" w:rsidP="005D2B60">
                  <w:pPr>
                    <w:spacing w:after="0" w:line="240" w:lineRule="auto"/>
                    <w:ind w:firstLine="0"/>
                    <w:rPr>
                      <w:sz w:val="24"/>
                      <w:szCs w:val="24"/>
                    </w:rPr>
                  </w:pPr>
                  <w:r>
                    <w:rPr>
                      <w:b/>
                      <w:bCs/>
                      <w:sz w:val="24"/>
                      <w:szCs w:val="24"/>
                    </w:rPr>
                    <w:t xml:space="preserve">VALIDADE MÍNIMA: </w:t>
                  </w:r>
                  <w:r>
                    <w:rPr>
                      <w:sz w:val="24"/>
                      <w:szCs w:val="24"/>
                    </w:rPr>
                    <w:t>12 MESES</w:t>
                  </w:r>
                </w:p>
                <w:p w14:paraId="3B6FD758" w14:textId="77777777" w:rsidR="005D2B60" w:rsidRDefault="005D2B60" w:rsidP="005D2B60">
                  <w:pPr>
                    <w:spacing w:after="0" w:line="240" w:lineRule="auto"/>
                    <w:ind w:firstLine="0"/>
                    <w:rPr>
                      <w:b/>
                      <w:bCs/>
                      <w:sz w:val="24"/>
                      <w:szCs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14:paraId="4CA51286" w14:textId="77777777" w:rsidR="005D2B60" w:rsidRDefault="005D2B60" w:rsidP="005D2B60">
                  <w:pPr>
                    <w:spacing w:after="0" w:line="240" w:lineRule="auto"/>
                    <w:ind w:firstLine="0"/>
                    <w:jc w:val="center"/>
                    <w:rPr>
                      <w:sz w:val="24"/>
                      <w:szCs w:val="24"/>
                    </w:rPr>
                  </w:pPr>
                  <w:r>
                    <w:rPr>
                      <w:sz w:val="24"/>
                      <w:szCs w:val="24"/>
                    </w:rPr>
                    <w:t>10</w:t>
                  </w:r>
                </w:p>
              </w:tc>
            </w:tr>
            <w:tr w:rsidR="005D2B60" w14:paraId="0A02B0EB" w14:textId="77777777" w:rsidTr="00B7712C">
              <w:trPr>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28865780" w14:textId="77777777" w:rsidR="005D2B60" w:rsidRDefault="005D2B60" w:rsidP="005D2B60">
                  <w:pPr>
                    <w:spacing w:after="0" w:line="240" w:lineRule="auto"/>
                    <w:ind w:firstLine="0"/>
                    <w:jc w:val="center"/>
                    <w:rPr>
                      <w:sz w:val="24"/>
                      <w:szCs w:val="24"/>
                    </w:rPr>
                  </w:pPr>
                  <w:r>
                    <w:rPr>
                      <w:sz w:val="24"/>
                      <w:szCs w:val="24"/>
                    </w:rPr>
                    <w:t>16</w:t>
                  </w:r>
                </w:p>
              </w:tc>
              <w:tc>
                <w:tcPr>
                  <w:tcW w:w="6842" w:type="dxa"/>
                  <w:gridSpan w:val="3"/>
                  <w:tcBorders>
                    <w:top w:val="single" w:sz="4" w:space="0" w:color="auto"/>
                    <w:left w:val="single" w:sz="4" w:space="0" w:color="auto"/>
                    <w:bottom w:val="single" w:sz="4" w:space="0" w:color="auto"/>
                    <w:right w:val="single" w:sz="4" w:space="0" w:color="auto"/>
                  </w:tcBorders>
                  <w:vAlign w:val="center"/>
                </w:tcPr>
                <w:p w14:paraId="44D780DF" w14:textId="77777777" w:rsidR="005D2B60" w:rsidRDefault="005D2B60" w:rsidP="005D2B60">
                  <w:pPr>
                    <w:spacing w:after="0" w:line="240" w:lineRule="auto"/>
                    <w:ind w:firstLine="0"/>
                    <w:rPr>
                      <w:b/>
                      <w:bCs/>
                      <w:sz w:val="24"/>
                      <w:szCs w:val="24"/>
                    </w:rPr>
                  </w:pPr>
                  <w:r>
                    <w:rPr>
                      <w:b/>
                      <w:bCs/>
                      <w:sz w:val="24"/>
                      <w:szCs w:val="24"/>
                    </w:rPr>
                    <w:t>FITA VELCRO ORGANIZADOR DE CABOS 5 METROS PARA CABOS DE COMPUTADOR</w:t>
                  </w:r>
                </w:p>
                <w:p w14:paraId="1A77CDC5" w14:textId="77777777" w:rsidR="005D2B60" w:rsidRDefault="005D2B60" w:rsidP="005D2B60">
                  <w:pPr>
                    <w:spacing w:after="0" w:line="240" w:lineRule="auto"/>
                    <w:ind w:firstLine="0"/>
                    <w:rPr>
                      <w:b/>
                      <w:bCs/>
                      <w:sz w:val="24"/>
                      <w:szCs w:val="24"/>
                    </w:rPr>
                  </w:pPr>
                </w:p>
                <w:p w14:paraId="011DC17B" w14:textId="77777777" w:rsidR="005D2B60" w:rsidRDefault="005D2B60" w:rsidP="005D2B60">
                  <w:pPr>
                    <w:spacing w:after="0" w:line="240" w:lineRule="auto"/>
                    <w:ind w:firstLine="0"/>
                    <w:rPr>
                      <w:b/>
                      <w:bCs/>
                    </w:rPr>
                  </w:pPr>
                  <w:r>
                    <w:rPr>
                      <w:b/>
                      <w:bCs/>
                    </w:rPr>
                    <w:t>CARACTERÍSTICAS:</w:t>
                  </w:r>
                </w:p>
                <w:p w14:paraId="6D944706" w14:textId="77777777" w:rsidR="005D2B60" w:rsidRDefault="005D2B60" w:rsidP="005D2B60">
                  <w:pPr>
                    <w:spacing w:after="0" w:line="240" w:lineRule="auto"/>
                    <w:ind w:firstLine="0"/>
                    <w:rPr>
                      <w:b/>
                      <w:bCs/>
                    </w:rPr>
                  </w:pPr>
                </w:p>
                <w:p w14:paraId="6C75ABFC" w14:textId="77777777" w:rsidR="005D2B60" w:rsidRDefault="005D2B60" w:rsidP="005D2B60">
                  <w:pPr>
                    <w:spacing w:after="0" w:line="240" w:lineRule="auto"/>
                    <w:ind w:firstLine="0"/>
                    <w:rPr>
                      <w:sz w:val="24"/>
                      <w:szCs w:val="24"/>
                    </w:rPr>
                  </w:pPr>
                  <w:r>
                    <w:rPr>
                      <w:sz w:val="24"/>
                      <w:szCs w:val="24"/>
                    </w:rPr>
                    <w:t>ALTURA X LARGURA X PROFUNDIDADE X COMPRIMENTO</w:t>
                  </w:r>
                </w:p>
                <w:p w14:paraId="7953E332" w14:textId="77777777" w:rsidR="005D2B60" w:rsidRDefault="005D2B60" w:rsidP="005D2B60">
                  <w:pPr>
                    <w:spacing w:after="0" w:line="240" w:lineRule="auto"/>
                    <w:ind w:firstLine="0"/>
                    <w:rPr>
                      <w:sz w:val="24"/>
                      <w:szCs w:val="24"/>
                    </w:rPr>
                  </w:pPr>
                  <w:r>
                    <w:rPr>
                      <w:b/>
                      <w:bCs/>
                      <w:sz w:val="24"/>
                      <w:szCs w:val="24"/>
                    </w:rPr>
                    <w:t>MM X 500 CM X 100 MM X 100 MM</w:t>
                  </w:r>
                </w:p>
              </w:tc>
              <w:tc>
                <w:tcPr>
                  <w:tcW w:w="1254" w:type="dxa"/>
                  <w:tcBorders>
                    <w:top w:val="single" w:sz="4" w:space="0" w:color="auto"/>
                    <w:left w:val="single" w:sz="4" w:space="0" w:color="auto"/>
                    <w:bottom w:val="single" w:sz="4" w:space="0" w:color="auto"/>
                    <w:right w:val="single" w:sz="4" w:space="0" w:color="auto"/>
                  </w:tcBorders>
                  <w:vAlign w:val="center"/>
                  <w:hideMark/>
                </w:tcPr>
                <w:p w14:paraId="223FF0B9" w14:textId="77777777" w:rsidR="005D2B60" w:rsidRDefault="005D2B60" w:rsidP="005D2B60">
                  <w:pPr>
                    <w:spacing w:after="0" w:line="240" w:lineRule="auto"/>
                    <w:ind w:firstLine="0"/>
                    <w:jc w:val="center"/>
                    <w:rPr>
                      <w:sz w:val="24"/>
                      <w:szCs w:val="24"/>
                    </w:rPr>
                  </w:pPr>
                  <w:r>
                    <w:rPr>
                      <w:sz w:val="24"/>
                      <w:szCs w:val="24"/>
                    </w:rPr>
                    <w:t>30</w:t>
                  </w:r>
                </w:p>
              </w:tc>
            </w:tr>
          </w:tbl>
          <w:p w14:paraId="52B071C8" w14:textId="77777777" w:rsidR="009F4BA0" w:rsidRDefault="009F4BA0" w:rsidP="007C427C">
            <w:pPr>
              <w:spacing w:after="0" w:line="240" w:lineRule="auto"/>
              <w:ind w:firstLine="0"/>
              <w:rPr>
                <w:b/>
                <w:bCs/>
                <w:sz w:val="24"/>
                <w:szCs w:val="24"/>
              </w:rPr>
            </w:pPr>
          </w:p>
          <w:p w14:paraId="7C7ACDDA" w14:textId="77777777" w:rsidR="00877635" w:rsidRDefault="00877635" w:rsidP="007C427C">
            <w:pPr>
              <w:spacing w:after="0" w:line="240" w:lineRule="auto"/>
              <w:ind w:firstLine="0"/>
              <w:rPr>
                <w:b/>
                <w:bCs/>
                <w:sz w:val="24"/>
                <w:szCs w:val="24"/>
              </w:rPr>
            </w:pPr>
          </w:p>
          <w:p w14:paraId="17FC2FB5" w14:textId="77777777" w:rsidR="00877635" w:rsidRDefault="00877635" w:rsidP="007C427C">
            <w:pPr>
              <w:spacing w:after="0" w:line="240" w:lineRule="auto"/>
              <w:ind w:firstLine="0"/>
              <w:rPr>
                <w:b/>
                <w:bCs/>
                <w:sz w:val="24"/>
                <w:szCs w:val="24"/>
              </w:rPr>
            </w:pPr>
          </w:p>
          <w:p w14:paraId="78C3BDE2" w14:textId="77777777" w:rsidR="00877635" w:rsidRDefault="00877635" w:rsidP="007C427C">
            <w:pPr>
              <w:spacing w:after="0" w:line="240" w:lineRule="auto"/>
              <w:ind w:firstLine="0"/>
              <w:rPr>
                <w:b/>
                <w:bCs/>
                <w:sz w:val="24"/>
                <w:szCs w:val="24"/>
              </w:rPr>
            </w:pPr>
          </w:p>
          <w:p w14:paraId="4787EA4B" w14:textId="77777777" w:rsidR="00877635" w:rsidRDefault="00877635" w:rsidP="007C427C">
            <w:pPr>
              <w:spacing w:after="0" w:line="240" w:lineRule="auto"/>
              <w:ind w:firstLine="0"/>
              <w:rPr>
                <w:b/>
                <w:bCs/>
                <w:sz w:val="24"/>
                <w:szCs w:val="24"/>
              </w:rPr>
            </w:pPr>
          </w:p>
          <w:p w14:paraId="1C296462" w14:textId="77777777" w:rsidR="00877635" w:rsidRDefault="00877635" w:rsidP="007C427C">
            <w:pPr>
              <w:spacing w:after="0" w:line="240" w:lineRule="auto"/>
              <w:ind w:firstLine="0"/>
              <w:rPr>
                <w:b/>
                <w:bCs/>
                <w:sz w:val="24"/>
                <w:szCs w:val="24"/>
              </w:rPr>
            </w:pPr>
          </w:p>
          <w:p w14:paraId="5D1B818A" w14:textId="6CA34003" w:rsidR="00877635" w:rsidRPr="00EA6617" w:rsidRDefault="00877635" w:rsidP="007C427C">
            <w:pPr>
              <w:spacing w:after="0" w:line="240" w:lineRule="auto"/>
              <w:ind w:firstLine="0"/>
              <w:rPr>
                <w:b/>
                <w:bCs/>
                <w:sz w:val="24"/>
                <w:szCs w:val="24"/>
              </w:rPr>
            </w:pPr>
          </w:p>
        </w:tc>
      </w:tr>
      <w:tr w:rsidR="00CB0320" w:rsidRPr="00EA6617" w14:paraId="3B656F1A" w14:textId="77777777" w:rsidTr="007C427C">
        <w:trPr>
          <w:trHeight w:val="13886"/>
        </w:trPr>
        <w:tc>
          <w:tcPr>
            <w:tcW w:w="9072" w:type="dxa"/>
            <w:tcBorders>
              <w:top w:val="single" w:sz="4" w:space="0" w:color="auto"/>
              <w:bottom w:val="single" w:sz="4" w:space="0" w:color="auto"/>
            </w:tcBorders>
          </w:tcPr>
          <w:p w14:paraId="2969F53E" w14:textId="16F952E2" w:rsidR="00CB0320" w:rsidRPr="00EA6617" w:rsidRDefault="00B05DD3" w:rsidP="007C427C">
            <w:pPr>
              <w:pStyle w:val="PargrafodaLista"/>
              <w:numPr>
                <w:ilvl w:val="0"/>
                <w:numId w:val="6"/>
              </w:numPr>
              <w:tabs>
                <w:tab w:val="left" w:pos="35"/>
                <w:tab w:val="left" w:pos="319"/>
              </w:tabs>
              <w:spacing w:after="0" w:line="240" w:lineRule="auto"/>
              <w:ind w:left="0" w:firstLine="0"/>
              <w:contextualSpacing w:val="0"/>
              <w:rPr>
                <w:b/>
                <w:bCs/>
                <w:sz w:val="24"/>
                <w:szCs w:val="24"/>
              </w:rPr>
            </w:pPr>
            <w:r w:rsidRPr="00EA6617">
              <w:rPr>
                <w:b/>
                <w:bCs/>
                <w:sz w:val="24"/>
                <w:szCs w:val="24"/>
              </w:rPr>
              <w:lastRenderedPageBreak/>
              <w:t>RESPONSABILIDADES</w:t>
            </w:r>
            <w:r w:rsidRPr="00EA6617">
              <w:rPr>
                <w:b/>
                <w:bCs/>
                <w:color w:val="000000"/>
                <w:sz w:val="24"/>
                <w:szCs w:val="24"/>
              </w:rPr>
              <w:t xml:space="preserve"> E OBRIGAÇÕES </w:t>
            </w:r>
          </w:p>
          <w:p w14:paraId="76798DBE" w14:textId="77777777" w:rsidR="00B05DD3" w:rsidRPr="00EA6617" w:rsidRDefault="00B05DD3" w:rsidP="007C427C">
            <w:pPr>
              <w:pStyle w:val="PargrafodaLista"/>
              <w:tabs>
                <w:tab w:val="left" w:pos="35"/>
                <w:tab w:val="left" w:pos="319"/>
              </w:tabs>
              <w:spacing w:after="0" w:line="240" w:lineRule="auto"/>
              <w:ind w:left="0" w:firstLine="0"/>
              <w:contextualSpacing w:val="0"/>
              <w:rPr>
                <w:b/>
                <w:bCs/>
                <w:sz w:val="24"/>
                <w:szCs w:val="24"/>
              </w:rPr>
            </w:pPr>
          </w:p>
          <w:p w14:paraId="6FB011D9" w14:textId="77777777" w:rsidR="00A25F86" w:rsidRPr="00EA6617" w:rsidRDefault="00B05DD3" w:rsidP="007C427C">
            <w:pPr>
              <w:pStyle w:val="PargrafodaLista"/>
              <w:numPr>
                <w:ilvl w:val="1"/>
                <w:numId w:val="6"/>
              </w:numPr>
              <w:tabs>
                <w:tab w:val="left" w:pos="35"/>
                <w:tab w:val="left" w:pos="319"/>
              </w:tabs>
              <w:spacing w:after="0" w:line="240" w:lineRule="auto"/>
              <w:ind w:left="0" w:firstLine="0"/>
              <w:contextualSpacing w:val="0"/>
              <w:rPr>
                <w:b/>
                <w:bCs/>
                <w:sz w:val="24"/>
                <w:szCs w:val="24"/>
              </w:rPr>
            </w:pPr>
            <w:r w:rsidRPr="00EA6617">
              <w:rPr>
                <w:b/>
                <w:sz w:val="24"/>
                <w:szCs w:val="24"/>
              </w:rPr>
              <w:t>COMPETE</w:t>
            </w:r>
            <w:r w:rsidRPr="00EA6617">
              <w:rPr>
                <w:b/>
                <w:bCs/>
                <w:kern w:val="2"/>
                <w:sz w:val="24"/>
                <w:szCs w:val="24"/>
                <w:lang w:val="pt-PT"/>
              </w:rPr>
              <w:t xml:space="preserve"> À CONTRATADA: </w:t>
            </w:r>
          </w:p>
          <w:p w14:paraId="082BFBAB" w14:textId="583E2DB9" w:rsidR="00CB0320" w:rsidRPr="00EA6617" w:rsidRDefault="00CB0320" w:rsidP="007C427C">
            <w:pPr>
              <w:tabs>
                <w:tab w:val="left" w:pos="35"/>
                <w:tab w:val="left" w:pos="319"/>
              </w:tabs>
              <w:spacing w:after="0" w:line="240" w:lineRule="auto"/>
              <w:ind w:firstLine="0"/>
              <w:contextualSpacing w:val="0"/>
              <w:rPr>
                <w:i/>
                <w:iCs/>
                <w:color w:val="FF0000"/>
                <w:kern w:val="2"/>
                <w:sz w:val="20"/>
                <w:szCs w:val="20"/>
                <w:lang w:val="pt-PT"/>
              </w:rPr>
            </w:pPr>
          </w:p>
          <w:p w14:paraId="01FD676B" w14:textId="77777777" w:rsidR="00A25F86" w:rsidRPr="00EA6617" w:rsidRDefault="00A25F86" w:rsidP="007C427C">
            <w:pPr>
              <w:tabs>
                <w:tab w:val="left" w:pos="35"/>
                <w:tab w:val="left" w:pos="319"/>
              </w:tabs>
              <w:spacing w:after="0" w:line="240" w:lineRule="auto"/>
              <w:ind w:firstLine="0"/>
              <w:contextualSpacing w:val="0"/>
              <w:rPr>
                <w:b/>
                <w:bCs/>
                <w:sz w:val="24"/>
                <w:szCs w:val="24"/>
                <w:lang w:val="pt-PT"/>
              </w:rPr>
            </w:pPr>
          </w:p>
          <w:p w14:paraId="0973EAEF" w14:textId="77777777" w:rsidR="00A25F86" w:rsidRDefault="00CB0320" w:rsidP="007C427C">
            <w:pPr>
              <w:pStyle w:val="PargrafodaLista"/>
              <w:tabs>
                <w:tab w:val="left" w:pos="30"/>
                <w:tab w:val="left" w:pos="319"/>
              </w:tabs>
              <w:spacing w:after="0" w:line="240" w:lineRule="auto"/>
              <w:ind w:left="0" w:firstLine="0"/>
              <w:contextualSpacing w:val="0"/>
              <w:rPr>
                <w:color w:val="000000"/>
                <w:sz w:val="24"/>
                <w:szCs w:val="24"/>
              </w:rPr>
            </w:pPr>
            <w:r w:rsidRPr="00EA6617">
              <w:rPr>
                <w:sz w:val="24"/>
                <w:szCs w:val="24"/>
              </w:rPr>
              <w:t>Sem</w:t>
            </w:r>
            <w:r w:rsidRPr="00EA6617">
              <w:rPr>
                <w:color w:val="000000"/>
                <w:sz w:val="24"/>
                <w:szCs w:val="24"/>
              </w:rPr>
              <w:t xml:space="preserve"> prejuízo das demais disposições deste contrato, a CONTRATADA fica obrigada a:</w:t>
            </w:r>
          </w:p>
          <w:p w14:paraId="67B00134" w14:textId="77777777" w:rsidR="00824B45" w:rsidRDefault="00824B45" w:rsidP="007C427C">
            <w:pPr>
              <w:pStyle w:val="PargrafodaLista"/>
              <w:tabs>
                <w:tab w:val="left" w:pos="30"/>
                <w:tab w:val="left" w:pos="319"/>
              </w:tabs>
              <w:spacing w:after="0" w:line="240" w:lineRule="auto"/>
              <w:ind w:left="0" w:firstLine="0"/>
              <w:contextualSpacing w:val="0"/>
              <w:rPr>
                <w:color w:val="000000"/>
                <w:sz w:val="24"/>
                <w:szCs w:val="24"/>
              </w:rPr>
            </w:pPr>
          </w:p>
          <w:p w14:paraId="4EA1B871" w14:textId="77777777" w:rsidR="00824B45" w:rsidRDefault="00824B45" w:rsidP="007C427C">
            <w:pPr>
              <w:pStyle w:val="PargrafodaLista"/>
              <w:tabs>
                <w:tab w:val="left" w:pos="30"/>
                <w:tab w:val="left" w:pos="319"/>
              </w:tabs>
              <w:spacing w:after="0" w:line="240" w:lineRule="auto"/>
              <w:ind w:left="0" w:firstLine="0"/>
              <w:contextualSpacing w:val="0"/>
              <w:rPr>
                <w:color w:val="000000"/>
                <w:sz w:val="24"/>
                <w:szCs w:val="24"/>
              </w:rPr>
            </w:pPr>
          </w:p>
          <w:p w14:paraId="1FD271B0" w14:textId="345482CB" w:rsidR="00824B45" w:rsidRPr="00824B45" w:rsidRDefault="00824B45" w:rsidP="00824B45">
            <w:pPr>
              <w:pStyle w:val="PargrafodaLista"/>
              <w:numPr>
                <w:ilvl w:val="1"/>
                <w:numId w:val="36"/>
              </w:numPr>
              <w:tabs>
                <w:tab w:val="left" w:pos="30"/>
                <w:tab w:val="left" w:pos="319"/>
              </w:tabs>
              <w:contextualSpacing w:val="0"/>
              <w:rPr>
                <w:color w:val="000000"/>
                <w:sz w:val="24"/>
                <w:szCs w:val="24"/>
              </w:rPr>
            </w:pPr>
            <w:r w:rsidRPr="00824B45">
              <w:rPr>
                <w:color w:val="000000"/>
                <w:sz w:val="24"/>
                <w:szCs w:val="24"/>
              </w:rPr>
              <w:t>Realizar o objeto do contrato em estrita observância ao expresso e previamente autorizado pelo Sebrae/RO;</w:t>
            </w:r>
          </w:p>
          <w:p w14:paraId="5AC3ACBB" w14:textId="262C264E" w:rsidR="00824B45" w:rsidRPr="00824B45" w:rsidRDefault="00824B45" w:rsidP="00AC0F99">
            <w:pPr>
              <w:pStyle w:val="PargrafodaLista"/>
              <w:numPr>
                <w:ilvl w:val="1"/>
                <w:numId w:val="36"/>
              </w:numPr>
              <w:tabs>
                <w:tab w:val="left" w:pos="30"/>
                <w:tab w:val="left" w:pos="319"/>
              </w:tabs>
              <w:contextualSpacing w:val="0"/>
              <w:rPr>
                <w:color w:val="000000"/>
                <w:sz w:val="24"/>
                <w:szCs w:val="24"/>
              </w:rPr>
            </w:pPr>
            <w:r w:rsidRPr="00824B45">
              <w:rPr>
                <w:color w:val="000000"/>
                <w:sz w:val="24"/>
                <w:szCs w:val="24"/>
              </w:rPr>
              <w:t xml:space="preserve"> Respeitar as normas e políticas de segurança do Sebrae/RO;</w:t>
            </w:r>
          </w:p>
          <w:p w14:paraId="1B816127" w14:textId="74940B51" w:rsidR="00824B45" w:rsidRPr="00824B45" w:rsidRDefault="00824B45" w:rsidP="007F7BF0">
            <w:pPr>
              <w:pStyle w:val="PargrafodaLista"/>
              <w:numPr>
                <w:ilvl w:val="1"/>
                <w:numId w:val="36"/>
              </w:numPr>
              <w:tabs>
                <w:tab w:val="left" w:pos="30"/>
                <w:tab w:val="left" w:pos="319"/>
              </w:tabs>
              <w:contextualSpacing w:val="0"/>
              <w:rPr>
                <w:color w:val="000000"/>
                <w:sz w:val="24"/>
                <w:szCs w:val="24"/>
              </w:rPr>
            </w:pPr>
            <w:r w:rsidRPr="00824B45">
              <w:rPr>
                <w:color w:val="000000"/>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7F0C9153" w14:textId="323BD513" w:rsidR="00824B45" w:rsidRPr="00824B45" w:rsidRDefault="00824B45" w:rsidP="009B18FE">
            <w:pPr>
              <w:pStyle w:val="PargrafodaLista"/>
              <w:numPr>
                <w:ilvl w:val="1"/>
                <w:numId w:val="36"/>
              </w:numPr>
              <w:tabs>
                <w:tab w:val="left" w:pos="30"/>
                <w:tab w:val="left" w:pos="319"/>
              </w:tabs>
              <w:contextualSpacing w:val="0"/>
              <w:rPr>
                <w:color w:val="000000"/>
                <w:sz w:val="24"/>
                <w:szCs w:val="24"/>
              </w:rPr>
            </w:pPr>
            <w:r w:rsidRPr="00824B45">
              <w:rPr>
                <w:color w:val="000000"/>
                <w:sz w:val="24"/>
                <w:szCs w:val="24"/>
              </w:rPr>
              <w:t>Prestar informações e esclarecimentos que venham a ser solicitados pelo Sebrae/RO, atendendo de imediato às reclamações;</w:t>
            </w:r>
          </w:p>
          <w:p w14:paraId="4920848D" w14:textId="2C533936" w:rsidR="00824B45" w:rsidRPr="00824B45" w:rsidRDefault="00824B45" w:rsidP="00B87DDD">
            <w:pPr>
              <w:pStyle w:val="PargrafodaLista"/>
              <w:numPr>
                <w:ilvl w:val="1"/>
                <w:numId w:val="36"/>
              </w:numPr>
              <w:tabs>
                <w:tab w:val="left" w:pos="30"/>
                <w:tab w:val="left" w:pos="319"/>
              </w:tabs>
              <w:contextualSpacing w:val="0"/>
              <w:rPr>
                <w:color w:val="000000"/>
                <w:sz w:val="24"/>
                <w:szCs w:val="24"/>
              </w:rPr>
            </w:pPr>
            <w:r w:rsidRPr="00824B45">
              <w:rPr>
                <w:color w:val="000000"/>
                <w:sz w:val="24"/>
                <w:szCs w:val="24"/>
              </w:rPr>
              <w:t>Manter entendimento com o Sebrae/RO, objetivando evitar transtornos nos atendimentos, mantendo sempre a Instituição informada de dados relevantes;</w:t>
            </w:r>
          </w:p>
          <w:p w14:paraId="7F89FBF2" w14:textId="77777777" w:rsidR="00824B45" w:rsidRPr="00824B45" w:rsidRDefault="00824B45" w:rsidP="00824B45">
            <w:pPr>
              <w:pStyle w:val="PargrafodaLista"/>
              <w:numPr>
                <w:ilvl w:val="1"/>
                <w:numId w:val="36"/>
              </w:numPr>
              <w:tabs>
                <w:tab w:val="left" w:pos="30"/>
                <w:tab w:val="left" w:pos="319"/>
              </w:tabs>
              <w:contextualSpacing w:val="0"/>
              <w:rPr>
                <w:color w:val="000000"/>
                <w:sz w:val="24"/>
                <w:szCs w:val="24"/>
              </w:rPr>
            </w:pPr>
            <w:r w:rsidRPr="00824B45">
              <w:rPr>
                <w:color w:val="000000"/>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62120505" w14:textId="1A28FC12" w:rsidR="00824B45" w:rsidRPr="00824B45" w:rsidRDefault="00824B45" w:rsidP="00891B86">
            <w:pPr>
              <w:pStyle w:val="PargrafodaLista"/>
              <w:numPr>
                <w:ilvl w:val="1"/>
                <w:numId w:val="36"/>
              </w:numPr>
              <w:tabs>
                <w:tab w:val="left" w:pos="30"/>
                <w:tab w:val="left" w:pos="319"/>
              </w:tabs>
              <w:contextualSpacing w:val="0"/>
              <w:rPr>
                <w:color w:val="000000"/>
                <w:sz w:val="24"/>
                <w:szCs w:val="24"/>
              </w:rPr>
            </w:pPr>
            <w:r w:rsidRPr="00824B45">
              <w:rPr>
                <w:color w:val="000000"/>
                <w:sz w:val="24"/>
                <w:szCs w:val="24"/>
              </w:rPr>
              <w:t>Comprovar, a qualquer momento, o pagamento dos tributos que incidirem sobre realização do objeto;</w:t>
            </w:r>
          </w:p>
          <w:p w14:paraId="1D502FD2" w14:textId="5CAE83F1" w:rsidR="00824B45" w:rsidRDefault="00824B45" w:rsidP="005C4394">
            <w:pPr>
              <w:pStyle w:val="PargrafodaLista"/>
              <w:numPr>
                <w:ilvl w:val="1"/>
                <w:numId w:val="36"/>
              </w:numPr>
              <w:tabs>
                <w:tab w:val="left" w:pos="30"/>
                <w:tab w:val="left" w:pos="319"/>
              </w:tabs>
              <w:contextualSpacing w:val="0"/>
              <w:rPr>
                <w:color w:val="000000"/>
                <w:sz w:val="24"/>
                <w:szCs w:val="24"/>
              </w:rPr>
            </w:pPr>
            <w:r w:rsidRPr="00824B45">
              <w:rPr>
                <w:color w:val="000000"/>
                <w:sz w:val="24"/>
                <w:szCs w:val="24"/>
              </w:rPr>
              <w:t>Cumprir todas as legislações federais, estaduais e municipais pertinentes e vigentes durante a execução do contrato, sendo a única responsável por prejuízos decorrentes de infrações a que der causa;</w:t>
            </w:r>
          </w:p>
          <w:p w14:paraId="4AF23775" w14:textId="138A74EB" w:rsidR="00824B45" w:rsidRDefault="00824B45" w:rsidP="0037195D">
            <w:pPr>
              <w:pStyle w:val="PargrafodaLista"/>
              <w:numPr>
                <w:ilvl w:val="1"/>
                <w:numId w:val="36"/>
              </w:numPr>
              <w:tabs>
                <w:tab w:val="left" w:pos="319"/>
              </w:tabs>
              <w:spacing w:after="0"/>
              <w:contextualSpacing w:val="0"/>
              <w:rPr>
                <w:color w:val="000000"/>
                <w:sz w:val="24"/>
                <w:szCs w:val="24"/>
              </w:rPr>
            </w:pPr>
            <w:r w:rsidRPr="009212B6">
              <w:rPr>
                <w:color w:val="000000"/>
                <w:sz w:val="24"/>
                <w:szCs w:val="24"/>
              </w:rPr>
              <w:t xml:space="preserve">Arcar com todas as despesas referentes à mão-de-obra, transportes, equipamentos auxiliares, seguros, taxas, tributos, incidências fiscais e contribuições de qualquer natureza ou espécie, encargos sociais, contribuições para a Previdência Social e demais despesas diretas ou </w:t>
            </w:r>
            <w:r w:rsidRPr="009212B6">
              <w:rPr>
                <w:color w:val="000000"/>
                <w:sz w:val="24"/>
                <w:szCs w:val="24"/>
              </w:rPr>
              <w:lastRenderedPageBreak/>
              <w:t>indiretas inerentes aos serviços e quaisquer outros encargos necessários</w:t>
            </w:r>
            <w:r w:rsidR="009212B6">
              <w:rPr>
                <w:color w:val="000000"/>
                <w:sz w:val="24"/>
                <w:szCs w:val="24"/>
              </w:rPr>
              <w:t xml:space="preserve"> </w:t>
            </w:r>
            <w:r w:rsidR="009212B6" w:rsidRPr="009212B6">
              <w:rPr>
                <w:color w:val="000000"/>
                <w:sz w:val="24"/>
                <w:szCs w:val="24"/>
              </w:rPr>
              <w:t>à perfeita execução de entrega do objeto do instrumento contratual, inclusive quanto à criação de novos encargos, ficando o Sebrae em Rondônia excluído de qualquer solidariedade e responsabilidade civil, penal, fiscal, tributária ou trabalhista;</w:t>
            </w:r>
          </w:p>
          <w:p w14:paraId="6F390A43" w14:textId="77777777" w:rsidR="00895D95" w:rsidRDefault="00895D95" w:rsidP="00895D95">
            <w:pPr>
              <w:pStyle w:val="PargrafodaLista"/>
              <w:tabs>
                <w:tab w:val="left" w:pos="319"/>
              </w:tabs>
              <w:spacing w:after="0" w:line="240" w:lineRule="auto"/>
              <w:ind w:left="1120" w:firstLine="0"/>
              <w:contextualSpacing w:val="0"/>
              <w:rPr>
                <w:color w:val="000000"/>
                <w:sz w:val="24"/>
                <w:szCs w:val="24"/>
              </w:rPr>
            </w:pPr>
          </w:p>
          <w:p w14:paraId="70283914" w14:textId="4225296E" w:rsidR="009212B6" w:rsidRDefault="009212B6" w:rsidP="009212B6">
            <w:pPr>
              <w:pStyle w:val="PargrafodaLista"/>
              <w:numPr>
                <w:ilvl w:val="1"/>
                <w:numId w:val="36"/>
              </w:numPr>
              <w:tabs>
                <w:tab w:val="left" w:pos="319"/>
              </w:tabs>
              <w:spacing w:after="0" w:line="240" w:lineRule="auto"/>
              <w:contextualSpacing w:val="0"/>
              <w:rPr>
                <w:color w:val="000000"/>
                <w:sz w:val="24"/>
                <w:szCs w:val="24"/>
              </w:rPr>
            </w:pPr>
            <w:r w:rsidRPr="009212B6">
              <w:rPr>
                <w:color w:val="000000"/>
                <w:sz w:val="24"/>
                <w:szCs w:val="24"/>
              </w:rPr>
              <w:t>Não assumir</w:t>
            </w:r>
            <w:r>
              <w:rPr>
                <w:color w:val="000000"/>
                <w:sz w:val="24"/>
                <w:szCs w:val="24"/>
              </w:rPr>
              <w:t xml:space="preserve"> </w:t>
            </w:r>
            <w:r w:rsidRPr="009212B6">
              <w:rPr>
                <w:color w:val="000000"/>
                <w:sz w:val="24"/>
                <w:szCs w:val="24"/>
              </w:rPr>
              <w:t>quaisquer despesas em nome e por conta do Sebrae/RO, sem expressa autorização;</w:t>
            </w:r>
          </w:p>
          <w:p w14:paraId="03B14C1C" w14:textId="77777777" w:rsidR="00895D95" w:rsidRDefault="00895D95" w:rsidP="00895D95">
            <w:pPr>
              <w:pStyle w:val="PargrafodaLista"/>
              <w:tabs>
                <w:tab w:val="left" w:pos="319"/>
              </w:tabs>
              <w:spacing w:after="0" w:line="240" w:lineRule="auto"/>
              <w:ind w:left="1120" w:firstLine="0"/>
              <w:contextualSpacing w:val="0"/>
              <w:rPr>
                <w:color w:val="000000"/>
                <w:sz w:val="24"/>
                <w:szCs w:val="24"/>
              </w:rPr>
            </w:pPr>
          </w:p>
          <w:p w14:paraId="3C7EAA46" w14:textId="2123E01E" w:rsidR="00895D95" w:rsidRDefault="00895D95" w:rsidP="009212B6">
            <w:pPr>
              <w:pStyle w:val="PargrafodaLista"/>
              <w:numPr>
                <w:ilvl w:val="1"/>
                <w:numId w:val="36"/>
              </w:numPr>
              <w:tabs>
                <w:tab w:val="left" w:pos="319"/>
              </w:tabs>
              <w:spacing w:after="0" w:line="240" w:lineRule="auto"/>
              <w:contextualSpacing w:val="0"/>
              <w:rPr>
                <w:color w:val="000000"/>
                <w:sz w:val="24"/>
                <w:szCs w:val="24"/>
              </w:rPr>
            </w:pPr>
            <w:r w:rsidRPr="00895D95">
              <w:rPr>
                <w:color w:val="000000"/>
                <w:sz w:val="24"/>
                <w:szCs w:val="24"/>
              </w:rPr>
              <w:t>Orientar seus funcionários quanto a não existência</w:t>
            </w:r>
            <w:r>
              <w:rPr>
                <w:color w:val="000000"/>
                <w:sz w:val="24"/>
                <w:szCs w:val="24"/>
              </w:rPr>
              <w:t xml:space="preserve"> </w:t>
            </w:r>
            <w:r w:rsidRPr="00895D95">
              <w:rPr>
                <w:color w:val="000000"/>
                <w:sz w:val="24"/>
                <w:szCs w:val="24"/>
              </w:rPr>
              <w:t>de vínculo empregatício com a Sebrae/RO;</w:t>
            </w:r>
          </w:p>
          <w:p w14:paraId="6DAD2E2D" w14:textId="77777777" w:rsidR="00895D95" w:rsidRPr="00895D95" w:rsidRDefault="00895D95" w:rsidP="00895D95">
            <w:pPr>
              <w:pStyle w:val="PargrafodaLista"/>
              <w:rPr>
                <w:color w:val="000000"/>
                <w:sz w:val="24"/>
                <w:szCs w:val="24"/>
              </w:rPr>
            </w:pPr>
          </w:p>
          <w:p w14:paraId="422A5935" w14:textId="5ECDF221" w:rsidR="00895D95" w:rsidRDefault="00895D95" w:rsidP="0037195D">
            <w:pPr>
              <w:pStyle w:val="PargrafodaLista"/>
              <w:numPr>
                <w:ilvl w:val="1"/>
                <w:numId w:val="36"/>
              </w:numPr>
              <w:tabs>
                <w:tab w:val="left" w:pos="319"/>
              </w:tabs>
              <w:spacing w:after="0"/>
              <w:contextualSpacing w:val="0"/>
              <w:rPr>
                <w:color w:val="000000"/>
                <w:sz w:val="24"/>
                <w:szCs w:val="24"/>
              </w:rPr>
            </w:pPr>
            <w:r w:rsidRPr="00895D95">
              <w:rPr>
                <w:color w:val="000000"/>
                <w:sz w:val="24"/>
                <w:szCs w:val="24"/>
              </w:rPr>
              <w:t>Manter durante a execução do contrato, todas as condições de</w:t>
            </w:r>
            <w:r>
              <w:rPr>
                <w:color w:val="000000"/>
                <w:sz w:val="24"/>
                <w:szCs w:val="24"/>
              </w:rPr>
              <w:t xml:space="preserve"> </w:t>
            </w:r>
            <w:r w:rsidRPr="00895D95">
              <w:rPr>
                <w:color w:val="000000"/>
                <w:sz w:val="24"/>
                <w:szCs w:val="24"/>
              </w:rPr>
              <w:t>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1EED2CF4" w14:textId="77777777" w:rsidR="00895D95" w:rsidRPr="00895D95" w:rsidRDefault="00895D95" w:rsidP="0037195D">
            <w:pPr>
              <w:pStyle w:val="PargrafodaLista"/>
              <w:rPr>
                <w:color w:val="000000"/>
                <w:sz w:val="24"/>
                <w:szCs w:val="24"/>
              </w:rPr>
            </w:pPr>
          </w:p>
          <w:p w14:paraId="7B810015" w14:textId="73F3FF59" w:rsidR="00895D95" w:rsidRDefault="00895D95" w:rsidP="0037195D">
            <w:pPr>
              <w:pStyle w:val="PargrafodaLista"/>
              <w:numPr>
                <w:ilvl w:val="1"/>
                <w:numId w:val="36"/>
              </w:numPr>
              <w:tabs>
                <w:tab w:val="left" w:pos="319"/>
              </w:tabs>
              <w:spacing w:after="0"/>
              <w:contextualSpacing w:val="0"/>
              <w:rPr>
                <w:color w:val="000000"/>
                <w:sz w:val="24"/>
                <w:szCs w:val="24"/>
              </w:rPr>
            </w:pPr>
            <w:r w:rsidRPr="00895D95">
              <w:rPr>
                <w:color w:val="000000"/>
                <w:sz w:val="24"/>
                <w:szCs w:val="24"/>
              </w:rPr>
              <w:t>Ressarcir os eventuais prejuízos causados ao Sebrae/RO e/ou a terceiros, provocados por ineficiência ou irregularidades cometidas por seus empregados ou prepostos na execução dos serviços contratado</w:t>
            </w:r>
            <w:r>
              <w:rPr>
                <w:color w:val="000000"/>
                <w:sz w:val="24"/>
                <w:szCs w:val="24"/>
              </w:rPr>
              <w:t xml:space="preserve">s, </w:t>
            </w:r>
            <w:r w:rsidRPr="00895D95">
              <w:rPr>
                <w:color w:val="000000"/>
                <w:sz w:val="24"/>
                <w:szCs w:val="24"/>
              </w:rPr>
              <w:t>exceto em casos fortuitos ou de força maior contemplados no Código Civil Brasileiro, isentando em qualquer caso o Sebrae/RO em toda e qualquer reclamação que possa surgir em decorrência de prejuízo;</w:t>
            </w:r>
          </w:p>
          <w:p w14:paraId="6E3736CA" w14:textId="77777777" w:rsidR="00895D95" w:rsidRPr="00895D95" w:rsidRDefault="00895D95" w:rsidP="0037195D">
            <w:pPr>
              <w:pStyle w:val="PargrafodaLista"/>
              <w:rPr>
                <w:color w:val="000000"/>
                <w:sz w:val="24"/>
                <w:szCs w:val="24"/>
              </w:rPr>
            </w:pPr>
          </w:p>
          <w:p w14:paraId="72D19B14" w14:textId="7E4C2A64" w:rsidR="00895D95" w:rsidRDefault="005970D6" w:rsidP="0037195D">
            <w:pPr>
              <w:pStyle w:val="PargrafodaLista"/>
              <w:numPr>
                <w:ilvl w:val="1"/>
                <w:numId w:val="36"/>
              </w:numPr>
              <w:tabs>
                <w:tab w:val="left" w:pos="319"/>
              </w:tabs>
              <w:spacing w:after="0"/>
              <w:contextualSpacing w:val="0"/>
              <w:rPr>
                <w:color w:val="000000"/>
                <w:sz w:val="24"/>
                <w:szCs w:val="24"/>
              </w:rPr>
            </w:pPr>
            <w:r w:rsidRPr="005970D6">
              <w:rPr>
                <w:color w:val="000000"/>
                <w:sz w:val="24"/>
                <w:szCs w:val="24"/>
              </w:rPr>
              <w:t>Responsabilizar-se por quaisquer danos que venha a causar a terceiros</w:t>
            </w:r>
            <w:r>
              <w:rPr>
                <w:color w:val="000000"/>
                <w:sz w:val="24"/>
                <w:szCs w:val="24"/>
              </w:rPr>
              <w:t xml:space="preserve"> </w:t>
            </w:r>
            <w:r w:rsidRPr="005970D6">
              <w:rPr>
                <w:color w:val="000000"/>
                <w:sz w:val="24"/>
                <w:szCs w:val="24"/>
              </w:rPr>
              <w:t>ou ao patrimônio do Sebrae/RO, reparando às suas custas os mesmos,</w:t>
            </w:r>
            <w:r>
              <w:rPr>
                <w:color w:val="000000"/>
                <w:sz w:val="24"/>
                <w:szCs w:val="24"/>
              </w:rPr>
              <w:t xml:space="preserve"> </w:t>
            </w:r>
            <w:r w:rsidRPr="005970D6">
              <w:rPr>
                <w:color w:val="000000"/>
                <w:sz w:val="24"/>
                <w:szCs w:val="24"/>
              </w:rPr>
              <w:t>durante ou após a execução dos serviços contratados sem que lhe caiba nenhuma indenização por parte do Sebrae/RO;</w:t>
            </w:r>
          </w:p>
          <w:p w14:paraId="1A207458" w14:textId="77777777" w:rsidR="00463F0C" w:rsidRDefault="00463F0C" w:rsidP="0037195D">
            <w:pPr>
              <w:pStyle w:val="PargrafodaLista"/>
              <w:rPr>
                <w:color w:val="000000"/>
                <w:sz w:val="24"/>
                <w:szCs w:val="24"/>
              </w:rPr>
            </w:pPr>
          </w:p>
          <w:p w14:paraId="3DC29E9F" w14:textId="77777777" w:rsidR="00463F0C" w:rsidRPr="00463F0C" w:rsidRDefault="00463F0C" w:rsidP="0037195D">
            <w:pPr>
              <w:pStyle w:val="PargrafodaLista"/>
              <w:rPr>
                <w:color w:val="000000"/>
                <w:sz w:val="24"/>
                <w:szCs w:val="24"/>
              </w:rPr>
            </w:pPr>
          </w:p>
          <w:p w14:paraId="3C936183" w14:textId="5F43C86D" w:rsidR="00463F0C" w:rsidRDefault="00463F0C" w:rsidP="0037195D">
            <w:pPr>
              <w:pStyle w:val="PargrafodaLista"/>
              <w:numPr>
                <w:ilvl w:val="1"/>
                <w:numId w:val="36"/>
              </w:numPr>
              <w:tabs>
                <w:tab w:val="left" w:pos="319"/>
              </w:tabs>
              <w:spacing w:after="0"/>
              <w:contextualSpacing w:val="0"/>
              <w:rPr>
                <w:color w:val="000000"/>
                <w:sz w:val="24"/>
                <w:szCs w:val="24"/>
              </w:rPr>
            </w:pPr>
            <w:r w:rsidRPr="00463F0C">
              <w:rPr>
                <w:color w:val="000000"/>
                <w:sz w:val="24"/>
                <w:szCs w:val="24"/>
              </w:rPr>
              <w:lastRenderedPageBreak/>
              <w:t>Responder pelas despesas relativas a encargos trabalhistas, de seguro</w:t>
            </w:r>
            <w:r>
              <w:rPr>
                <w:color w:val="000000"/>
                <w:sz w:val="24"/>
                <w:szCs w:val="24"/>
              </w:rPr>
              <w:t xml:space="preserve"> </w:t>
            </w:r>
            <w:r w:rsidRPr="00463F0C">
              <w:rPr>
                <w:color w:val="000000"/>
                <w:sz w:val="24"/>
                <w:szCs w:val="24"/>
              </w:rPr>
              <w:t>de acidentes, impostos, contribuições previdenciárias e quaisquer outras que forem devidas e referentes aos serviços executados por seus</w:t>
            </w:r>
            <w:r>
              <w:rPr>
                <w:color w:val="000000"/>
                <w:sz w:val="24"/>
                <w:szCs w:val="24"/>
              </w:rPr>
              <w:t xml:space="preserve"> </w:t>
            </w:r>
            <w:r w:rsidRPr="00463F0C">
              <w:rPr>
                <w:color w:val="000000"/>
                <w:sz w:val="24"/>
                <w:szCs w:val="24"/>
              </w:rPr>
              <w:t>empregados, uma vez que os</w:t>
            </w:r>
            <w:r>
              <w:rPr>
                <w:color w:val="000000"/>
                <w:sz w:val="24"/>
                <w:szCs w:val="24"/>
              </w:rPr>
              <w:t xml:space="preserve"> </w:t>
            </w:r>
            <w:r w:rsidRPr="00463F0C">
              <w:rPr>
                <w:color w:val="000000"/>
                <w:sz w:val="24"/>
                <w:szCs w:val="24"/>
              </w:rPr>
              <w:t>mesmos não têm nenhum vínculo empregatício com o Sebrae/RO;</w:t>
            </w:r>
          </w:p>
          <w:p w14:paraId="5A0D2449" w14:textId="77777777" w:rsidR="00463F0C" w:rsidRDefault="00463F0C" w:rsidP="00463F0C">
            <w:pPr>
              <w:pStyle w:val="PargrafodaLista"/>
              <w:tabs>
                <w:tab w:val="left" w:pos="319"/>
              </w:tabs>
              <w:spacing w:after="0" w:line="240" w:lineRule="auto"/>
              <w:ind w:left="1120" w:firstLine="0"/>
              <w:contextualSpacing w:val="0"/>
              <w:rPr>
                <w:color w:val="000000"/>
                <w:sz w:val="24"/>
                <w:szCs w:val="24"/>
              </w:rPr>
            </w:pPr>
          </w:p>
          <w:p w14:paraId="43464B8E" w14:textId="77777777" w:rsidR="00463F0C" w:rsidRPr="00463F0C" w:rsidRDefault="00463F0C" w:rsidP="00463F0C">
            <w:pPr>
              <w:pStyle w:val="PargrafodaLista"/>
              <w:tabs>
                <w:tab w:val="left" w:pos="319"/>
              </w:tabs>
              <w:spacing w:after="0" w:line="240" w:lineRule="auto"/>
              <w:ind w:left="1120" w:firstLine="0"/>
              <w:contextualSpacing w:val="0"/>
              <w:rPr>
                <w:color w:val="000000"/>
                <w:sz w:val="24"/>
                <w:szCs w:val="24"/>
              </w:rPr>
            </w:pPr>
          </w:p>
          <w:p w14:paraId="111CD4E8" w14:textId="4CD37643" w:rsidR="00463F0C" w:rsidRDefault="00463F0C" w:rsidP="0037195D">
            <w:pPr>
              <w:pStyle w:val="PargrafodaLista"/>
              <w:numPr>
                <w:ilvl w:val="1"/>
                <w:numId w:val="36"/>
              </w:numPr>
              <w:tabs>
                <w:tab w:val="left" w:pos="319"/>
              </w:tabs>
              <w:spacing w:after="0"/>
              <w:contextualSpacing w:val="0"/>
              <w:rPr>
                <w:color w:val="000000"/>
                <w:sz w:val="24"/>
                <w:szCs w:val="24"/>
              </w:rPr>
            </w:pPr>
            <w:r w:rsidRPr="00463F0C">
              <w:rPr>
                <w:color w:val="000000"/>
                <w:sz w:val="24"/>
                <w:szCs w:val="24"/>
              </w:rPr>
              <w:t>Responder por todas as obrigações sociais, fiscais, parafiscais,</w:t>
            </w:r>
            <w:r>
              <w:rPr>
                <w:color w:val="000000"/>
                <w:sz w:val="24"/>
                <w:szCs w:val="24"/>
              </w:rPr>
              <w:t xml:space="preserve"> </w:t>
            </w:r>
            <w:r w:rsidRPr="00463F0C">
              <w:rPr>
                <w:color w:val="000000"/>
                <w:sz w:val="24"/>
                <w:szCs w:val="24"/>
              </w:rPr>
              <w:t>previdenciárias e trabalhistas e outras que incidam ou venham a incidir sobre este contrato, bem como sobre os serviços contratados com</w:t>
            </w:r>
            <w:r>
              <w:rPr>
                <w:color w:val="000000"/>
                <w:sz w:val="24"/>
                <w:szCs w:val="24"/>
              </w:rPr>
              <w:t xml:space="preserve"> </w:t>
            </w:r>
            <w:r w:rsidRPr="00463F0C">
              <w:rPr>
                <w:color w:val="000000"/>
                <w:sz w:val="24"/>
                <w:szCs w:val="24"/>
              </w:rPr>
              <w:t>terceiros e sobre os contratos de trabalho que mantiver com seus empregados ou prepostos, incluídas as relativas a acidentes de trabalho</w:t>
            </w:r>
            <w:r>
              <w:rPr>
                <w:color w:val="000000"/>
                <w:sz w:val="24"/>
                <w:szCs w:val="24"/>
              </w:rPr>
              <w:t>.</w:t>
            </w:r>
          </w:p>
          <w:p w14:paraId="26F84E8B" w14:textId="77777777" w:rsidR="00463F0C" w:rsidRDefault="00463F0C" w:rsidP="0037195D">
            <w:pPr>
              <w:pStyle w:val="PargrafodaLista"/>
              <w:tabs>
                <w:tab w:val="left" w:pos="319"/>
              </w:tabs>
              <w:spacing w:after="0"/>
              <w:ind w:left="1120" w:firstLine="0"/>
              <w:contextualSpacing w:val="0"/>
              <w:rPr>
                <w:color w:val="000000"/>
                <w:sz w:val="24"/>
                <w:szCs w:val="24"/>
              </w:rPr>
            </w:pPr>
          </w:p>
          <w:p w14:paraId="5561ADDA" w14:textId="1EE9EC23" w:rsidR="00463F0C" w:rsidRDefault="00463F0C" w:rsidP="0037195D">
            <w:pPr>
              <w:pStyle w:val="PargrafodaLista"/>
              <w:numPr>
                <w:ilvl w:val="1"/>
                <w:numId w:val="36"/>
              </w:numPr>
              <w:tabs>
                <w:tab w:val="left" w:pos="319"/>
              </w:tabs>
              <w:spacing w:after="0"/>
              <w:contextualSpacing w:val="0"/>
              <w:rPr>
                <w:color w:val="000000"/>
                <w:sz w:val="24"/>
                <w:szCs w:val="24"/>
              </w:rPr>
            </w:pPr>
            <w:r w:rsidRPr="00463F0C">
              <w:rPr>
                <w:color w:val="000000"/>
                <w:sz w:val="24"/>
                <w:szCs w:val="24"/>
              </w:rPr>
              <w:t>Responder civilmente, pelos atos praticados por seus empregados e</w:t>
            </w:r>
            <w:r>
              <w:rPr>
                <w:color w:val="000000"/>
                <w:sz w:val="24"/>
                <w:szCs w:val="24"/>
              </w:rPr>
              <w:t xml:space="preserve"> </w:t>
            </w:r>
            <w:r w:rsidRPr="00463F0C">
              <w:rPr>
                <w:color w:val="000000"/>
                <w:sz w:val="24"/>
                <w:szCs w:val="24"/>
              </w:rPr>
              <w:t>prepostos, quando da execução do objeto deste instrumento, suportando os ônus decorrentes de quaisquer danos materiais e morais, por eles causados a bens e pessoas, sem prejuízo do direito de regresso</w:t>
            </w:r>
            <w:r>
              <w:rPr>
                <w:color w:val="000000"/>
                <w:sz w:val="24"/>
                <w:szCs w:val="24"/>
              </w:rPr>
              <w:t>.</w:t>
            </w:r>
          </w:p>
          <w:p w14:paraId="35BB4FCA" w14:textId="77777777" w:rsidR="00463F0C" w:rsidRPr="00463F0C" w:rsidRDefault="00463F0C" w:rsidP="0037195D">
            <w:pPr>
              <w:pStyle w:val="PargrafodaLista"/>
              <w:rPr>
                <w:color w:val="000000"/>
                <w:sz w:val="24"/>
                <w:szCs w:val="24"/>
              </w:rPr>
            </w:pPr>
          </w:p>
          <w:p w14:paraId="2817D7B7" w14:textId="6AEE015A" w:rsidR="00463F0C" w:rsidRDefault="00463F0C" w:rsidP="0037195D">
            <w:pPr>
              <w:pStyle w:val="PargrafodaLista"/>
              <w:numPr>
                <w:ilvl w:val="1"/>
                <w:numId w:val="36"/>
              </w:numPr>
              <w:tabs>
                <w:tab w:val="left" w:pos="319"/>
              </w:tabs>
              <w:spacing w:after="0"/>
              <w:contextualSpacing w:val="0"/>
              <w:rPr>
                <w:color w:val="000000"/>
                <w:sz w:val="24"/>
                <w:szCs w:val="24"/>
              </w:rPr>
            </w:pPr>
            <w:r w:rsidRPr="00463F0C">
              <w:rPr>
                <w:color w:val="000000"/>
                <w:sz w:val="24"/>
                <w:szCs w:val="24"/>
              </w:rPr>
              <w:t>A inadimplência da CONTRATADA com referência aos encargos</w:t>
            </w:r>
            <w:r>
              <w:rPr>
                <w:color w:val="000000"/>
                <w:sz w:val="24"/>
                <w:szCs w:val="24"/>
              </w:rPr>
              <w:t xml:space="preserve"> </w:t>
            </w:r>
            <w:r w:rsidRPr="00463F0C">
              <w:rPr>
                <w:color w:val="000000"/>
                <w:sz w:val="24"/>
                <w:szCs w:val="24"/>
              </w:rPr>
              <w:t>estabelecidos, não transfere ao Sebrae/RO a responsabilidade por seu pagamento, nem poderá onerar o objeto do contrato.</w:t>
            </w:r>
          </w:p>
          <w:p w14:paraId="18237397" w14:textId="77777777" w:rsidR="00463F0C" w:rsidRPr="00463F0C" w:rsidRDefault="00463F0C" w:rsidP="0037195D">
            <w:pPr>
              <w:pStyle w:val="PargrafodaLista"/>
              <w:rPr>
                <w:color w:val="000000"/>
                <w:sz w:val="24"/>
                <w:szCs w:val="24"/>
              </w:rPr>
            </w:pPr>
          </w:p>
          <w:p w14:paraId="19D84032" w14:textId="2D3C2F07" w:rsidR="00463F0C" w:rsidRDefault="00463F0C" w:rsidP="0037195D">
            <w:pPr>
              <w:pStyle w:val="PargrafodaLista"/>
              <w:numPr>
                <w:ilvl w:val="1"/>
                <w:numId w:val="36"/>
              </w:numPr>
              <w:tabs>
                <w:tab w:val="left" w:pos="319"/>
              </w:tabs>
              <w:spacing w:after="0"/>
              <w:contextualSpacing w:val="0"/>
              <w:rPr>
                <w:color w:val="000000"/>
                <w:sz w:val="24"/>
                <w:szCs w:val="24"/>
              </w:rPr>
            </w:pPr>
            <w:r w:rsidRPr="00463F0C">
              <w:rPr>
                <w:color w:val="000000"/>
                <w:sz w:val="24"/>
                <w:szCs w:val="24"/>
              </w:rPr>
              <w:t>Na hipótese de o Sebrae/RO ser compelido a efetuar o pagamento de</w:t>
            </w:r>
            <w:r>
              <w:rPr>
                <w:color w:val="000000"/>
                <w:sz w:val="24"/>
                <w:szCs w:val="24"/>
              </w:rPr>
              <w:t xml:space="preserve"> </w:t>
            </w:r>
            <w:r w:rsidRPr="00463F0C">
              <w:rPr>
                <w:color w:val="000000"/>
                <w:sz w:val="24"/>
                <w:szCs w:val="24"/>
              </w:rPr>
              <w:t>qualquer débito fiscal, trabalhista, previdenciário, civil ou de outra natureza, referentes às atividades necessárias ao cumprimento deste contrato, deverá a CONTRATADA ressarcir dos valores pagos a este título.</w:t>
            </w:r>
          </w:p>
          <w:p w14:paraId="72A2420B" w14:textId="77777777" w:rsidR="00C3368F" w:rsidRPr="00C3368F" w:rsidRDefault="00C3368F" w:rsidP="0037195D">
            <w:pPr>
              <w:pStyle w:val="PargrafodaLista"/>
              <w:rPr>
                <w:color w:val="000000"/>
                <w:sz w:val="24"/>
                <w:szCs w:val="24"/>
              </w:rPr>
            </w:pPr>
          </w:p>
          <w:p w14:paraId="6C78D578" w14:textId="3E99865D" w:rsidR="00C3368F" w:rsidRDefault="00C3368F" w:rsidP="0037195D">
            <w:pPr>
              <w:pStyle w:val="PargrafodaLista"/>
              <w:numPr>
                <w:ilvl w:val="1"/>
                <w:numId w:val="36"/>
              </w:numPr>
              <w:tabs>
                <w:tab w:val="left" w:pos="319"/>
              </w:tabs>
              <w:spacing w:after="0"/>
              <w:contextualSpacing w:val="0"/>
              <w:rPr>
                <w:color w:val="000000"/>
                <w:sz w:val="24"/>
                <w:szCs w:val="24"/>
              </w:rPr>
            </w:pPr>
            <w:r w:rsidRPr="00C3368F">
              <w:rPr>
                <w:color w:val="000000"/>
                <w:sz w:val="24"/>
                <w:szCs w:val="24"/>
              </w:rPr>
              <w:t>Responsabilizar-se por quaisquer acidentes de que possam ser vítimas</w:t>
            </w:r>
            <w:r>
              <w:rPr>
                <w:color w:val="000000"/>
                <w:sz w:val="24"/>
                <w:szCs w:val="24"/>
              </w:rPr>
              <w:t xml:space="preserve"> </w:t>
            </w:r>
            <w:r w:rsidRPr="00C3368F">
              <w:rPr>
                <w:color w:val="000000"/>
                <w:sz w:val="24"/>
                <w:szCs w:val="24"/>
              </w:rPr>
              <w:t>seus empregados e prepostos, quando nas dependências do Sebrae/RO, devendo adotar as providências que, a respeito, exigir a legislação em vigor;</w:t>
            </w:r>
          </w:p>
          <w:p w14:paraId="6B5B7908" w14:textId="77777777" w:rsidR="00C3368F" w:rsidRPr="00C3368F" w:rsidRDefault="00C3368F" w:rsidP="0037195D">
            <w:pPr>
              <w:pStyle w:val="PargrafodaLista"/>
              <w:rPr>
                <w:color w:val="000000"/>
                <w:sz w:val="24"/>
                <w:szCs w:val="24"/>
              </w:rPr>
            </w:pPr>
          </w:p>
          <w:p w14:paraId="61FD750B" w14:textId="02E1192C" w:rsidR="00C3368F" w:rsidRDefault="00C3368F" w:rsidP="00040FA8">
            <w:pPr>
              <w:pStyle w:val="PargrafodaLista"/>
              <w:numPr>
                <w:ilvl w:val="1"/>
                <w:numId w:val="36"/>
              </w:numPr>
              <w:tabs>
                <w:tab w:val="left" w:pos="319"/>
              </w:tabs>
              <w:spacing w:after="0"/>
              <w:contextualSpacing w:val="0"/>
              <w:rPr>
                <w:color w:val="000000"/>
                <w:sz w:val="24"/>
                <w:szCs w:val="24"/>
              </w:rPr>
            </w:pPr>
            <w:r w:rsidRPr="00970A32">
              <w:rPr>
                <w:color w:val="000000"/>
                <w:sz w:val="24"/>
                <w:szCs w:val="24"/>
              </w:rPr>
              <w:t xml:space="preserve">Manter sigilo total não divulgando quaisquer informações a que tenha acesso em virtude dos trabalhos a serem executados ou de que tenha tomado </w:t>
            </w:r>
            <w:r w:rsidRPr="00970A32">
              <w:rPr>
                <w:color w:val="000000"/>
                <w:sz w:val="24"/>
                <w:szCs w:val="24"/>
              </w:rPr>
              <w:lastRenderedPageBreak/>
              <w:t>conhecimento em decorrência da execução do objeto, sem autorização, por escrito, do Sebrae/RO, sob pena de aplicação das sanções cabíveis;</w:t>
            </w:r>
          </w:p>
          <w:p w14:paraId="0E473810" w14:textId="77777777" w:rsidR="00970A32" w:rsidRPr="00970A32" w:rsidRDefault="00970A32" w:rsidP="00970A32">
            <w:pPr>
              <w:pStyle w:val="PargrafodaLista"/>
              <w:tabs>
                <w:tab w:val="left" w:pos="319"/>
              </w:tabs>
              <w:spacing w:after="0"/>
              <w:ind w:left="1120" w:firstLine="0"/>
              <w:contextualSpacing w:val="0"/>
              <w:rPr>
                <w:color w:val="000000"/>
                <w:sz w:val="24"/>
                <w:szCs w:val="24"/>
              </w:rPr>
            </w:pPr>
          </w:p>
          <w:p w14:paraId="477A1E32" w14:textId="03662D42" w:rsidR="00C3368F" w:rsidRDefault="00C3368F" w:rsidP="00B56F45">
            <w:pPr>
              <w:pStyle w:val="PargrafodaLista"/>
              <w:numPr>
                <w:ilvl w:val="1"/>
                <w:numId w:val="36"/>
              </w:numPr>
              <w:tabs>
                <w:tab w:val="left" w:pos="319"/>
              </w:tabs>
              <w:spacing w:after="0"/>
              <w:contextualSpacing w:val="0"/>
              <w:rPr>
                <w:color w:val="000000"/>
                <w:sz w:val="24"/>
                <w:szCs w:val="24"/>
              </w:rPr>
            </w:pPr>
            <w:r w:rsidRPr="00970A32">
              <w:rPr>
                <w:color w:val="000000"/>
                <w:sz w:val="24"/>
                <w:szCs w:val="24"/>
              </w:rPr>
              <w:t>Responder pelo sigilo de todas as informações a que tiver acesso em decorrência do objeto desta contratação;</w:t>
            </w:r>
          </w:p>
          <w:p w14:paraId="4E0C2D8C" w14:textId="77777777" w:rsidR="00970A32" w:rsidRPr="00970A32" w:rsidRDefault="00970A32" w:rsidP="00970A32">
            <w:pPr>
              <w:pStyle w:val="PargrafodaLista"/>
              <w:rPr>
                <w:color w:val="000000"/>
                <w:sz w:val="24"/>
                <w:szCs w:val="24"/>
              </w:rPr>
            </w:pPr>
          </w:p>
          <w:p w14:paraId="237802B2" w14:textId="77777777" w:rsidR="00970A32" w:rsidRPr="00970A32" w:rsidRDefault="00970A32" w:rsidP="00970A32">
            <w:pPr>
              <w:pStyle w:val="PargrafodaLista"/>
              <w:tabs>
                <w:tab w:val="left" w:pos="319"/>
              </w:tabs>
              <w:spacing w:after="0"/>
              <w:ind w:left="1120" w:firstLine="0"/>
              <w:contextualSpacing w:val="0"/>
              <w:rPr>
                <w:color w:val="000000"/>
                <w:sz w:val="24"/>
                <w:szCs w:val="24"/>
              </w:rPr>
            </w:pPr>
          </w:p>
          <w:p w14:paraId="64CA7F14" w14:textId="682AA642" w:rsidR="00C3368F" w:rsidRDefault="00C3368F" w:rsidP="0037195D">
            <w:pPr>
              <w:pStyle w:val="PargrafodaLista"/>
              <w:numPr>
                <w:ilvl w:val="1"/>
                <w:numId w:val="36"/>
              </w:numPr>
              <w:tabs>
                <w:tab w:val="left" w:pos="319"/>
              </w:tabs>
              <w:spacing w:after="0"/>
              <w:contextualSpacing w:val="0"/>
              <w:rPr>
                <w:color w:val="000000"/>
                <w:sz w:val="24"/>
                <w:szCs w:val="24"/>
              </w:rPr>
            </w:pPr>
            <w:r w:rsidRPr="00C3368F">
              <w:rPr>
                <w:color w:val="000000"/>
                <w:sz w:val="24"/>
                <w:szCs w:val="24"/>
              </w:rPr>
              <w:t>Sob nenhuma hipótese, veicular publicidade ou qualquer outra</w:t>
            </w:r>
            <w:r>
              <w:rPr>
                <w:color w:val="000000"/>
                <w:sz w:val="24"/>
                <w:szCs w:val="24"/>
              </w:rPr>
              <w:t xml:space="preserve"> </w:t>
            </w:r>
            <w:r w:rsidRPr="00C3368F">
              <w:rPr>
                <w:color w:val="000000"/>
                <w:sz w:val="24"/>
                <w:szCs w:val="24"/>
              </w:rPr>
              <w:t>informação acerca do conteúdo objeto do contrato, sem prévia autorização do Sebrae/RO, bem como transferir a responsabilidade da CONTRATADA para outras empresas;</w:t>
            </w:r>
          </w:p>
          <w:p w14:paraId="0DBD81E6" w14:textId="77777777" w:rsidR="00C3368F" w:rsidRPr="00C3368F" w:rsidRDefault="00C3368F" w:rsidP="00C3368F">
            <w:pPr>
              <w:pStyle w:val="PargrafodaLista"/>
              <w:rPr>
                <w:color w:val="000000"/>
                <w:sz w:val="24"/>
                <w:szCs w:val="24"/>
              </w:rPr>
            </w:pPr>
          </w:p>
          <w:p w14:paraId="18DDBD8D" w14:textId="0D316E6A" w:rsidR="00C3368F" w:rsidRDefault="00C3368F" w:rsidP="009212B6">
            <w:pPr>
              <w:pStyle w:val="PargrafodaLista"/>
              <w:numPr>
                <w:ilvl w:val="1"/>
                <w:numId w:val="36"/>
              </w:numPr>
              <w:tabs>
                <w:tab w:val="left" w:pos="319"/>
              </w:tabs>
              <w:spacing w:after="0" w:line="240" w:lineRule="auto"/>
              <w:contextualSpacing w:val="0"/>
              <w:rPr>
                <w:color w:val="000000"/>
                <w:sz w:val="24"/>
                <w:szCs w:val="24"/>
              </w:rPr>
            </w:pPr>
            <w:r w:rsidRPr="00C3368F">
              <w:rPr>
                <w:color w:val="000000"/>
                <w:sz w:val="24"/>
                <w:szCs w:val="24"/>
              </w:rPr>
              <w:t>Prestar informações e esclarecimentos ao Sebrae em Rondônia sobre</w:t>
            </w:r>
            <w:r>
              <w:rPr>
                <w:color w:val="000000"/>
                <w:sz w:val="24"/>
                <w:szCs w:val="24"/>
              </w:rPr>
              <w:t xml:space="preserve"> </w:t>
            </w:r>
            <w:r w:rsidRPr="00C3368F">
              <w:rPr>
                <w:color w:val="000000"/>
                <w:sz w:val="24"/>
                <w:szCs w:val="24"/>
              </w:rPr>
              <w:t>eventuais atos ou fatos noticiados que envolvam a CONTRATADA, independentemente de solicitação;</w:t>
            </w:r>
          </w:p>
          <w:p w14:paraId="7FFF83C5" w14:textId="77777777" w:rsidR="00C3368F" w:rsidRPr="00C3368F" w:rsidRDefault="00C3368F" w:rsidP="00C3368F">
            <w:pPr>
              <w:pStyle w:val="PargrafodaLista"/>
              <w:rPr>
                <w:color w:val="000000"/>
                <w:sz w:val="24"/>
                <w:szCs w:val="24"/>
              </w:rPr>
            </w:pPr>
          </w:p>
          <w:p w14:paraId="373B7B8C" w14:textId="0B316FF4" w:rsidR="00C3368F" w:rsidRDefault="00C3368F" w:rsidP="00970A32">
            <w:pPr>
              <w:pStyle w:val="PargrafodaLista"/>
              <w:numPr>
                <w:ilvl w:val="1"/>
                <w:numId w:val="36"/>
              </w:numPr>
              <w:tabs>
                <w:tab w:val="left" w:pos="319"/>
              </w:tabs>
              <w:spacing w:after="0"/>
              <w:contextualSpacing w:val="0"/>
              <w:rPr>
                <w:color w:val="000000"/>
                <w:sz w:val="24"/>
                <w:szCs w:val="24"/>
              </w:rPr>
            </w:pPr>
            <w:r w:rsidRPr="00C3368F">
              <w:rPr>
                <w:color w:val="000000"/>
                <w:sz w:val="24"/>
                <w:szCs w:val="24"/>
              </w:rPr>
              <w:t>Responder por quaisquer danos causados ao Sebrae/RO ou a terceiros,</w:t>
            </w:r>
            <w:r>
              <w:rPr>
                <w:color w:val="000000"/>
                <w:sz w:val="24"/>
                <w:szCs w:val="24"/>
              </w:rPr>
              <w:t xml:space="preserve"> </w:t>
            </w:r>
            <w:r w:rsidRPr="00C3368F">
              <w:rPr>
                <w:color w:val="000000"/>
                <w:sz w:val="24"/>
                <w:szCs w:val="24"/>
              </w:rPr>
              <w:t>decorrentes de sua culpa ou seu dolo na execução do contrato; a fiscalização ou o acompanhamento do contrato pelo Sebrae/RO não reduzirão ou excluirão a responsabilidade da CONTRATADA;</w:t>
            </w:r>
          </w:p>
          <w:p w14:paraId="38F1ED09" w14:textId="77777777" w:rsidR="00C3368F" w:rsidRPr="00C3368F" w:rsidRDefault="00C3368F" w:rsidP="00970A32">
            <w:pPr>
              <w:pStyle w:val="PargrafodaLista"/>
              <w:rPr>
                <w:color w:val="000000"/>
                <w:sz w:val="24"/>
                <w:szCs w:val="24"/>
              </w:rPr>
            </w:pPr>
          </w:p>
          <w:p w14:paraId="75BEBC91" w14:textId="77777777" w:rsidR="00C3368F" w:rsidRDefault="00C3368F" w:rsidP="00970A32">
            <w:pPr>
              <w:pStyle w:val="PargrafodaLista"/>
              <w:numPr>
                <w:ilvl w:val="1"/>
                <w:numId w:val="36"/>
              </w:numPr>
              <w:tabs>
                <w:tab w:val="left" w:pos="319"/>
              </w:tabs>
              <w:spacing w:after="0"/>
              <w:contextualSpacing w:val="0"/>
              <w:rPr>
                <w:color w:val="000000"/>
                <w:sz w:val="24"/>
                <w:szCs w:val="24"/>
              </w:rPr>
            </w:pPr>
            <w:r w:rsidRPr="00C3368F">
              <w:rPr>
                <w:color w:val="000000"/>
                <w:sz w:val="24"/>
                <w:szCs w:val="24"/>
              </w:rPr>
              <w:t>Solucionar todos os eventuais problemas pertinentes ou relacionados</w:t>
            </w:r>
            <w:r>
              <w:rPr>
                <w:color w:val="000000"/>
                <w:sz w:val="24"/>
                <w:szCs w:val="24"/>
              </w:rPr>
              <w:t xml:space="preserve"> </w:t>
            </w:r>
            <w:r w:rsidRPr="00C3368F">
              <w:rPr>
                <w:color w:val="000000"/>
                <w:sz w:val="24"/>
                <w:szCs w:val="24"/>
              </w:rPr>
              <w:t>com o objeto deste Contrato, mesmo que para isso outra solução não prevista, tenha que ser apresentada para aprovação e implementação, sem ônus adicionais para o Sebrae/RO, desde que de responsabilidade da CONTRATADA;</w:t>
            </w:r>
          </w:p>
          <w:p w14:paraId="023B32FD" w14:textId="77777777" w:rsidR="00C3368F" w:rsidRPr="00C3368F" w:rsidRDefault="00C3368F" w:rsidP="00970A32">
            <w:pPr>
              <w:pStyle w:val="PargrafodaLista"/>
              <w:rPr>
                <w:color w:val="000000"/>
                <w:sz w:val="24"/>
                <w:szCs w:val="24"/>
              </w:rPr>
            </w:pPr>
          </w:p>
          <w:p w14:paraId="3A002503" w14:textId="77777777" w:rsidR="00C3368F" w:rsidRPr="00C3368F" w:rsidRDefault="00C3368F" w:rsidP="00970A32">
            <w:pPr>
              <w:pStyle w:val="PargrafodaLista"/>
              <w:numPr>
                <w:ilvl w:val="1"/>
                <w:numId w:val="36"/>
              </w:numPr>
              <w:tabs>
                <w:tab w:val="left" w:pos="319"/>
              </w:tabs>
              <w:spacing w:after="0"/>
              <w:contextualSpacing w:val="0"/>
              <w:rPr>
                <w:color w:val="000000"/>
                <w:sz w:val="24"/>
                <w:szCs w:val="24"/>
              </w:rPr>
            </w:pPr>
            <w:r w:rsidRPr="00C3368F">
              <w:rPr>
                <w:color w:val="000000"/>
                <w:sz w:val="24"/>
                <w:szCs w:val="24"/>
              </w:rPr>
              <w:t>Reparar, corrigir, remover, reconstruir ou substituir, às suas expensas, no</w:t>
            </w:r>
            <w:r>
              <w:rPr>
                <w:color w:val="000000"/>
                <w:sz w:val="24"/>
                <w:szCs w:val="24"/>
              </w:rPr>
              <w:t xml:space="preserve"> </w:t>
            </w:r>
            <w:r w:rsidRPr="00C3368F">
              <w:rPr>
                <w:color w:val="000000"/>
                <w:sz w:val="24"/>
                <w:szCs w:val="24"/>
              </w:rPr>
              <w:t>total ou em parte, o objeto do contrato em que se verificarem vícios, defeitos ou incorreções, em 2 (dois) dias úteis, respeitando o seguinte horário das 08h00min às 11h00min e 14h00min às 17h00min, após a comunicação feita pela gestão do Contrato;</w:t>
            </w:r>
          </w:p>
          <w:p w14:paraId="4A123E6E" w14:textId="332C5422" w:rsidR="00C3368F" w:rsidRDefault="00C3368F" w:rsidP="00970A32">
            <w:pPr>
              <w:pStyle w:val="PargrafodaLista"/>
              <w:numPr>
                <w:ilvl w:val="1"/>
                <w:numId w:val="36"/>
              </w:numPr>
              <w:tabs>
                <w:tab w:val="left" w:pos="319"/>
              </w:tabs>
              <w:spacing w:after="0"/>
              <w:contextualSpacing w:val="0"/>
              <w:rPr>
                <w:color w:val="000000"/>
                <w:sz w:val="24"/>
                <w:szCs w:val="24"/>
              </w:rPr>
            </w:pPr>
            <w:r w:rsidRPr="00C3368F">
              <w:rPr>
                <w:color w:val="000000"/>
                <w:sz w:val="24"/>
                <w:szCs w:val="24"/>
              </w:rPr>
              <w:t>Cumprir com os prazos de entrega das solicitações descritos no termo de</w:t>
            </w:r>
            <w:r>
              <w:rPr>
                <w:color w:val="000000"/>
                <w:sz w:val="24"/>
                <w:szCs w:val="24"/>
              </w:rPr>
              <w:t xml:space="preserve"> </w:t>
            </w:r>
            <w:r w:rsidRPr="00C3368F">
              <w:rPr>
                <w:color w:val="000000"/>
                <w:sz w:val="24"/>
                <w:szCs w:val="24"/>
              </w:rPr>
              <w:t>referência;</w:t>
            </w:r>
          </w:p>
          <w:p w14:paraId="40F338AF" w14:textId="71750F53" w:rsidR="00C3368F" w:rsidRPr="009212B6" w:rsidRDefault="00C3368F" w:rsidP="00970A32">
            <w:pPr>
              <w:pStyle w:val="PargrafodaLista"/>
              <w:numPr>
                <w:ilvl w:val="1"/>
                <w:numId w:val="36"/>
              </w:numPr>
              <w:tabs>
                <w:tab w:val="left" w:pos="319"/>
              </w:tabs>
              <w:spacing w:after="0"/>
              <w:contextualSpacing w:val="0"/>
              <w:rPr>
                <w:color w:val="000000"/>
                <w:sz w:val="24"/>
                <w:szCs w:val="24"/>
              </w:rPr>
            </w:pPr>
            <w:r w:rsidRPr="00C3368F">
              <w:rPr>
                <w:color w:val="000000"/>
                <w:sz w:val="24"/>
                <w:szCs w:val="24"/>
              </w:rPr>
              <w:lastRenderedPageBreak/>
              <w:t>Respeitar as normas de controle de bens e de fluxo de pessoas nas</w:t>
            </w:r>
            <w:r>
              <w:rPr>
                <w:color w:val="000000"/>
                <w:sz w:val="24"/>
                <w:szCs w:val="24"/>
              </w:rPr>
              <w:t xml:space="preserve"> </w:t>
            </w:r>
            <w:r w:rsidRPr="00C3368F">
              <w:rPr>
                <w:color w:val="000000"/>
                <w:sz w:val="24"/>
                <w:szCs w:val="24"/>
              </w:rPr>
              <w:t>dependências da CONTRATANTE;</w:t>
            </w:r>
          </w:p>
          <w:p w14:paraId="2A4FB7F6" w14:textId="77777777" w:rsidR="00824B45" w:rsidRDefault="00824B45" w:rsidP="007C427C">
            <w:pPr>
              <w:pStyle w:val="PargrafodaLista"/>
              <w:tabs>
                <w:tab w:val="left" w:pos="30"/>
                <w:tab w:val="left" w:pos="319"/>
              </w:tabs>
              <w:spacing w:after="0" w:line="240" w:lineRule="auto"/>
              <w:ind w:left="0" w:firstLine="0"/>
              <w:contextualSpacing w:val="0"/>
              <w:rPr>
                <w:color w:val="000000"/>
                <w:sz w:val="24"/>
                <w:szCs w:val="24"/>
              </w:rPr>
            </w:pPr>
          </w:p>
          <w:p w14:paraId="794D896E" w14:textId="77777777" w:rsidR="00824B45" w:rsidRDefault="00824B45" w:rsidP="007C427C">
            <w:pPr>
              <w:pStyle w:val="PargrafodaLista"/>
              <w:tabs>
                <w:tab w:val="left" w:pos="30"/>
                <w:tab w:val="left" w:pos="319"/>
              </w:tabs>
              <w:spacing w:after="0" w:line="240" w:lineRule="auto"/>
              <w:ind w:left="0" w:firstLine="0"/>
              <w:contextualSpacing w:val="0"/>
              <w:rPr>
                <w:color w:val="000000"/>
                <w:sz w:val="24"/>
                <w:szCs w:val="24"/>
              </w:rPr>
            </w:pPr>
          </w:p>
          <w:p w14:paraId="21C6E2C3" w14:textId="77777777" w:rsidR="002D74EC" w:rsidRPr="00EA6617" w:rsidRDefault="002D74EC" w:rsidP="00970A32">
            <w:pPr>
              <w:pStyle w:val="PargrafodaLista"/>
              <w:tabs>
                <w:tab w:val="left" w:pos="30"/>
                <w:tab w:val="left" w:pos="319"/>
              </w:tabs>
              <w:spacing w:after="0"/>
              <w:ind w:left="1080" w:firstLine="0"/>
              <w:contextualSpacing w:val="0"/>
              <w:rPr>
                <w:sz w:val="24"/>
                <w:szCs w:val="24"/>
              </w:rPr>
            </w:pPr>
          </w:p>
          <w:p w14:paraId="33ED4100" w14:textId="77777777" w:rsidR="002D74EC" w:rsidRPr="00EA6617" w:rsidRDefault="002D74EC" w:rsidP="00970A32">
            <w:pPr>
              <w:pStyle w:val="PargrafodaLista"/>
              <w:tabs>
                <w:tab w:val="left" w:pos="30"/>
                <w:tab w:val="left" w:pos="319"/>
              </w:tabs>
              <w:spacing w:after="0"/>
              <w:ind w:left="1080" w:firstLine="0"/>
              <w:contextualSpacing w:val="0"/>
              <w:rPr>
                <w:sz w:val="24"/>
                <w:szCs w:val="24"/>
              </w:rPr>
            </w:pPr>
            <w:r w:rsidRPr="00EA6617">
              <w:rPr>
                <w:b/>
                <w:bCs/>
                <w:sz w:val="24"/>
                <w:szCs w:val="24"/>
              </w:rPr>
              <w:t>Parágrafo</w:t>
            </w:r>
            <w:r w:rsidRPr="00EA6617">
              <w:rPr>
                <w:sz w:val="24"/>
                <w:szCs w:val="24"/>
              </w:rPr>
              <w:t xml:space="preserve"> </w:t>
            </w:r>
            <w:r w:rsidRPr="00EA6617">
              <w:rPr>
                <w:b/>
                <w:bCs/>
                <w:sz w:val="24"/>
                <w:szCs w:val="24"/>
              </w:rPr>
              <w:t>Primeiro</w:t>
            </w:r>
            <w:r w:rsidRPr="00EA661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4196A5D" w14:textId="77777777" w:rsidR="002D74EC" w:rsidRPr="00EA6617" w:rsidRDefault="002D74EC" w:rsidP="00970A32">
            <w:pPr>
              <w:pStyle w:val="PargrafodaLista"/>
              <w:tabs>
                <w:tab w:val="left" w:pos="30"/>
                <w:tab w:val="left" w:pos="319"/>
              </w:tabs>
              <w:spacing w:after="0"/>
              <w:ind w:left="1080" w:firstLine="0"/>
              <w:contextualSpacing w:val="0"/>
              <w:rPr>
                <w:sz w:val="24"/>
                <w:szCs w:val="24"/>
              </w:rPr>
            </w:pPr>
          </w:p>
          <w:p w14:paraId="105F29B1" w14:textId="2FE37557" w:rsidR="002D74EC" w:rsidRPr="00EA6617" w:rsidRDefault="002D74EC" w:rsidP="00970A32">
            <w:pPr>
              <w:pStyle w:val="PargrafodaLista"/>
              <w:tabs>
                <w:tab w:val="left" w:pos="30"/>
                <w:tab w:val="left" w:pos="319"/>
              </w:tabs>
              <w:spacing w:after="0"/>
              <w:ind w:left="1080" w:firstLine="0"/>
              <w:contextualSpacing w:val="0"/>
              <w:rPr>
                <w:color w:val="000000"/>
                <w:sz w:val="24"/>
                <w:szCs w:val="24"/>
              </w:rPr>
            </w:pPr>
            <w:r w:rsidRPr="00EA6617">
              <w:rPr>
                <w:b/>
                <w:bCs/>
                <w:sz w:val="24"/>
                <w:szCs w:val="24"/>
              </w:rPr>
              <w:t>Parágrafo Segundo</w:t>
            </w:r>
            <w:r w:rsidRPr="00EA6617">
              <w:rPr>
                <w:sz w:val="24"/>
                <w:szCs w:val="24"/>
              </w:rPr>
              <w:t>: A comprovação da regularidade fiscal, referida no inciso XII desta cláusula, dar-se-á através da apresentação de certidões negativas ou positivas com efeitos de negativa, respectivamente.</w:t>
            </w:r>
          </w:p>
          <w:p w14:paraId="412ECC6E" w14:textId="411A220D" w:rsidR="00FC0336" w:rsidRPr="00EA6617" w:rsidRDefault="00FC0336" w:rsidP="002D74EC">
            <w:pPr>
              <w:tabs>
                <w:tab w:val="left" w:pos="35"/>
                <w:tab w:val="left" w:pos="319"/>
              </w:tabs>
              <w:spacing w:after="0" w:line="240" w:lineRule="auto"/>
              <w:ind w:firstLine="0"/>
              <w:rPr>
                <w:b/>
                <w:bCs/>
                <w:color w:val="000000"/>
                <w:kern w:val="0"/>
                <w:sz w:val="24"/>
                <w:szCs w:val="24"/>
              </w:rPr>
            </w:pPr>
          </w:p>
        </w:tc>
      </w:tr>
      <w:tr w:rsidR="00CB0320" w:rsidRPr="00EA6617" w14:paraId="6DA7AB8F" w14:textId="77777777" w:rsidTr="007C427C">
        <w:trPr>
          <w:trHeight w:val="7791"/>
        </w:trPr>
        <w:tc>
          <w:tcPr>
            <w:tcW w:w="9072" w:type="dxa"/>
            <w:tcBorders>
              <w:bottom w:val="single" w:sz="4" w:space="0" w:color="auto"/>
            </w:tcBorders>
          </w:tcPr>
          <w:p w14:paraId="14551D55" w14:textId="77777777" w:rsidR="00A7100C" w:rsidRDefault="00A7100C" w:rsidP="00C67B6F">
            <w:pPr>
              <w:spacing w:after="0" w:line="240" w:lineRule="auto"/>
              <w:ind w:firstLine="0"/>
              <w:rPr>
                <w:b/>
                <w:bCs/>
                <w:color w:val="000000"/>
                <w:kern w:val="2"/>
                <w:sz w:val="24"/>
                <w:szCs w:val="24"/>
                <w:lang w:val="pt-PT"/>
              </w:rPr>
            </w:pPr>
          </w:p>
          <w:p w14:paraId="4E36CEF3" w14:textId="77777777" w:rsidR="00C67B6F" w:rsidRDefault="00C67B6F" w:rsidP="00C67B6F">
            <w:pPr>
              <w:pStyle w:val="PargrafodaLista"/>
              <w:numPr>
                <w:ilvl w:val="0"/>
                <w:numId w:val="38"/>
              </w:numPr>
              <w:spacing w:after="0" w:line="240" w:lineRule="auto"/>
              <w:rPr>
                <w:b/>
                <w:bCs/>
                <w:sz w:val="24"/>
                <w:szCs w:val="24"/>
                <w:lang w:val="pt-PT"/>
              </w:rPr>
            </w:pPr>
            <w:r>
              <w:rPr>
                <w:b/>
                <w:sz w:val="24"/>
                <w:szCs w:val="24"/>
              </w:rPr>
              <w:t>COMPETE</w:t>
            </w:r>
            <w:r>
              <w:rPr>
                <w:b/>
                <w:bCs/>
                <w:sz w:val="24"/>
                <w:szCs w:val="24"/>
                <w:lang w:val="pt-PT"/>
              </w:rPr>
              <w:t xml:space="preserve"> AO SEBRAE/RO:</w:t>
            </w:r>
          </w:p>
          <w:p w14:paraId="27AE115A" w14:textId="77777777" w:rsidR="00C67B6F" w:rsidRDefault="00C67B6F" w:rsidP="00C67B6F">
            <w:pPr>
              <w:pStyle w:val="PargrafodaLista"/>
              <w:spacing w:after="0" w:line="240" w:lineRule="auto"/>
              <w:ind w:left="760" w:firstLine="0"/>
              <w:rPr>
                <w:b/>
                <w:bCs/>
                <w:sz w:val="24"/>
                <w:szCs w:val="24"/>
                <w:lang w:val="pt-PT"/>
              </w:rPr>
            </w:pPr>
          </w:p>
          <w:p w14:paraId="5BDC71B3" w14:textId="77777777" w:rsidR="00C67B6F" w:rsidRDefault="00C67B6F" w:rsidP="00C67B6F">
            <w:pPr>
              <w:spacing w:after="0" w:line="240" w:lineRule="auto"/>
              <w:ind w:firstLine="0"/>
              <w:rPr>
                <w:i/>
                <w:iCs/>
                <w:sz w:val="24"/>
                <w:szCs w:val="24"/>
                <w:lang w:val="pt-PT"/>
              </w:rPr>
            </w:pPr>
          </w:p>
          <w:p w14:paraId="3302CF39" w14:textId="77777777" w:rsidR="00C67B6F" w:rsidRDefault="00C67B6F" w:rsidP="00C67B6F">
            <w:pPr>
              <w:spacing w:after="0" w:line="240" w:lineRule="auto"/>
              <w:ind w:firstLine="0"/>
              <w:rPr>
                <w:bCs/>
                <w:sz w:val="24"/>
                <w:szCs w:val="24"/>
                <w:lang w:val="pt-PT"/>
              </w:rPr>
            </w:pPr>
          </w:p>
          <w:p w14:paraId="0DD48677" w14:textId="77777777" w:rsidR="00C67B6F" w:rsidRDefault="00C67B6F" w:rsidP="00C67B6F">
            <w:pPr>
              <w:spacing w:after="0" w:line="240" w:lineRule="auto"/>
              <w:ind w:firstLine="0"/>
              <w:rPr>
                <w:b/>
                <w:sz w:val="24"/>
                <w:szCs w:val="24"/>
              </w:rPr>
            </w:pPr>
            <w:r>
              <w:rPr>
                <w:bCs/>
                <w:sz w:val="24"/>
                <w:szCs w:val="24"/>
              </w:rPr>
              <w:t>Sem prejuízo das disposições contidas neste instrumento, o Sebrae em Rondônia fica obrigado a:</w:t>
            </w:r>
          </w:p>
          <w:p w14:paraId="2D374505" w14:textId="77777777" w:rsidR="00C67B6F" w:rsidRDefault="00C67B6F" w:rsidP="00C67B6F">
            <w:pPr>
              <w:spacing w:after="0" w:line="240" w:lineRule="auto"/>
              <w:ind w:firstLine="0"/>
              <w:rPr>
                <w:sz w:val="24"/>
                <w:szCs w:val="24"/>
              </w:rPr>
            </w:pPr>
          </w:p>
          <w:p w14:paraId="3C5F96BA" w14:textId="77777777" w:rsidR="00C67B6F" w:rsidRPr="0093310C" w:rsidRDefault="00C67B6F" w:rsidP="00C67B6F">
            <w:pPr>
              <w:pStyle w:val="PargrafodaLista"/>
              <w:numPr>
                <w:ilvl w:val="1"/>
                <w:numId w:val="38"/>
              </w:numPr>
              <w:spacing w:after="0" w:line="240" w:lineRule="auto"/>
              <w:rPr>
                <w:sz w:val="24"/>
                <w:szCs w:val="24"/>
              </w:rPr>
            </w:pPr>
            <w:r w:rsidRPr="0093310C">
              <w:rPr>
                <w:sz w:val="24"/>
                <w:szCs w:val="24"/>
              </w:rPr>
              <w:t xml:space="preserve">Acompanhar e fiscalizar a execução deste contrato, de modo a zelar pela qualidade, transparência e agilidade na execução do objeto, sem prejuízo da responsabilidade da CONTRATADA; </w:t>
            </w:r>
          </w:p>
          <w:p w14:paraId="3A26231B" w14:textId="77777777" w:rsidR="00C67B6F" w:rsidRPr="0093310C" w:rsidRDefault="00C67B6F" w:rsidP="00C67B6F">
            <w:pPr>
              <w:pStyle w:val="PargrafodaLista"/>
              <w:spacing w:after="0" w:line="240" w:lineRule="auto"/>
              <w:ind w:left="1120" w:firstLine="0"/>
              <w:rPr>
                <w:sz w:val="24"/>
                <w:szCs w:val="24"/>
              </w:rPr>
            </w:pPr>
          </w:p>
          <w:p w14:paraId="641D8BDD"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5C8B7AF2" w14:textId="77777777" w:rsidR="00C67B6F" w:rsidRPr="0093310C" w:rsidRDefault="00C67B6F" w:rsidP="00C67B6F">
            <w:pPr>
              <w:pStyle w:val="PargrafodaLista"/>
              <w:spacing w:after="0" w:line="240" w:lineRule="auto"/>
              <w:ind w:left="1120" w:firstLine="0"/>
              <w:rPr>
                <w:sz w:val="24"/>
                <w:szCs w:val="24"/>
                <w:lang w:val="pt-PT"/>
              </w:rPr>
            </w:pPr>
          </w:p>
          <w:p w14:paraId="6DF871B3"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t>Proporcionar todas as facilidades para que a CONTRATADA possa cumprir suas obrigações dentro das normas e condições estabelecidas neste Contrato;</w:t>
            </w:r>
          </w:p>
          <w:p w14:paraId="6F2ECD6C" w14:textId="77777777" w:rsidR="00C67B6F" w:rsidRPr="0093310C" w:rsidRDefault="00C67B6F" w:rsidP="00C67B6F">
            <w:pPr>
              <w:pStyle w:val="PargrafodaLista"/>
              <w:spacing w:after="0" w:line="240" w:lineRule="auto"/>
              <w:ind w:left="1120" w:firstLine="0"/>
              <w:rPr>
                <w:sz w:val="24"/>
                <w:szCs w:val="24"/>
                <w:lang w:val="pt-PT"/>
              </w:rPr>
            </w:pPr>
          </w:p>
          <w:p w14:paraId="718B8990"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t>Prestar as informações e os esclarecimentos que venham a ser solicitados pela CONTRATADA;</w:t>
            </w:r>
          </w:p>
          <w:p w14:paraId="112957B8" w14:textId="77777777" w:rsidR="00C67B6F" w:rsidRPr="0093310C" w:rsidRDefault="00C67B6F" w:rsidP="00C67B6F">
            <w:pPr>
              <w:pStyle w:val="PargrafodaLista"/>
              <w:rPr>
                <w:sz w:val="24"/>
                <w:szCs w:val="24"/>
                <w:lang w:val="pt-PT"/>
              </w:rPr>
            </w:pPr>
          </w:p>
          <w:p w14:paraId="7A16F1CD" w14:textId="77777777" w:rsidR="00C67B6F" w:rsidRPr="0093310C" w:rsidRDefault="00C67B6F" w:rsidP="00C67B6F">
            <w:pPr>
              <w:spacing w:after="0" w:line="240" w:lineRule="auto"/>
              <w:ind w:firstLine="0"/>
              <w:rPr>
                <w:sz w:val="24"/>
                <w:szCs w:val="24"/>
                <w:lang w:val="pt-PT"/>
              </w:rPr>
            </w:pPr>
          </w:p>
          <w:p w14:paraId="5D473C02"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lang w:val="pt-PT"/>
              </w:rPr>
              <w:t xml:space="preserve"> </w:t>
            </w:r>
            <w:r w:rsidRPr="0093310C">
              <w:rPr>
                <w:sz w:val="24"/>
                <w:szCs w:val="24"/>
              </w:rPr>
              <w:t>Fiscalizar e Notificar a CONTRATADA, por escrito, sobre imperfeições, falhas, eventuais atrasos e irregularidades constatadas na execução dos serviços para que sejam adotadas as medidas corretivas necessárias;</w:t>
            </w:r>
          </w:p>
          <w:p w14:paraId="10D6005B" w14:textId="77777777" w:rsidR="00C67B6F" w:rsidRPr="0093310C" w:rsidRDefault="00C67B6F" w:rsidP="00C67B6F">
            <w:pPr>
              <w:spacing w:after="0" w:line="240" w:lineRule="auto"/>
              <w:ind w:firstLine="0"/>
              <w:rPr>
                <w:sz w:val="24"/>
                <w:szCs w:val="24"/>
              </w:rPr>
            </w:pPr>
          </w:p>
          <w:p w14:paraId="7CD85E8C"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t>Exigir o fiel cumprimento de todos os requisitos acordados e da proposta apresentada, avaliando, também, a qualidade dos serviços realizados podendo rejeitá-los no todo ou em parte;</w:t>
            </w:r>
          </w:p>
          <w:p w14:paraId="13B0299B" w14:textId="77777777" w:rsidR="00C67B6F" w:rsidRPr="0093310C" w:rsidRDefault="00C67B6F" w:rsidP="00C67B6F">
            <w:pPr>
              <w:pStyle w:val="PargrafodaLista"/>
              <w:rPr>
                <w:sz w:val="24"/>
                <w:szCs w:val="24"/>
                <w:lang w:val="pt-PT"/>
              </w:rPr>
            </w:pPr>
          </w:p>
          <w:p w14:paraId="6838E5D0" w14:textId="77777777" w:rsidR="00C67B6F" w:rsidRPr="0093310C" w:rsidRDefault="00C67B6F" w:rsidP="00C67B6F">
            <w:pPr>
              <w:pStyle w:val="PargrafodaLista"/>
              <w:spacing w:after="0" w:line="240" w:lineRule="auto"/>
              <w:ind w:left="1120" w:firstLine="0"/>
              <w:rPr>
                <w:sz w:val="24"/>
                <w:szCs w:val="24"/>
                <w:lang w:val="pt-PT"/>
              </w:rPr>
            </w:pPr>
          </w:p>
          <w:p w14:paraId="69D559D7"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t>Verificar a documentação apresentada para fins de pagamento;</w:t>
            </w:r>
          </w:p>
          <w:p w14:paraId="38E481EB" w14:textId="77777777" w:rsidR="00C67B6F" w:rsidRPr="0093310C" w:rsidRDefault="00C67B6F" w:rsidP="00C67B6F">
            <w:pPr>
              <w:pStyle w:val="PargrafodaLista"/>
              <w:spacing w:after="0" w:line="240" w:lineRule="auto"/>
              <w:ind w:left="1120" w:firstLine="0"/>
              <w:rPr>
                <w:sz w:val="24"/>
                <w:szCs w:val="24"/>
                <w:lang w:val="pt-PT"/>
              </w:rPr>
            </w:pPr>
          </w:p>
          <w:p w14:paraId="3158F508"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t>Conferir a Nota Fiscal/Fatura/Recibo apresentada pela CONTRATADA em prazo que permita o seu pagamento no período referido no Contrato;</w:t>
            </w:r>
          </w:p>
          <w:p w14:paraId="3CBCF385" w14:textId="77777777" w:rsidR="00C67B6F" w:rsidRPr="0093310C" w:rsidRDefault="00C67B6F" w:rsidP="00C67B6F">
            <w:pPr>
              <w:pStyle w:val="PargrafodaLista"/>
              <w:spacing w:after="0" w:line="240" w:lineRule="auto"/>
              <w:ind w:left="1120" w:firstLine="0"/>
              <w:rPr>
                <w:sz w:val="24"/>
                <w:szCs w:val="24"/>
                <w:lang w:val="pt-PT"/>
              </w:rPr>
            </w:pPr>
          </w:p>
          <w:p w14:paraId="37D71753" w14:textId="77777777" w:rsidR="00C67B6F" w:rsidRPr="0093310C" w:rsidRDefault="00C67B6F" w:rsidP="00C67B6F">
            <w:pPr>
              <w:pStyle w:val="PargrafodaLista"/>
              <w:numPr>
                <w:ilvl w:val="1"/>
                <w:numId w:val="38"/>
              </w:numPr>
              <w:spacing w:after="0" w:line="240" w:lineRule="auto"/>
              <w:rPr>
                <w:sz w:val="24"/>
                <w:szCs w:val="24"/>
              </w:rPr>
            </w:pPr>
            <w:r w:rsidRPr="0093310C">
              <w:rPr>
                <w:sz w:val="24"/>
                <w:szCs w:val="24"/>
              </w:rPr>
              <w:t>Comunicar formalmente à CONTRATADA sobre qualquer irregularidade constatada na execução do objeto contratado, fixando prazo para corrigir defeitos ou irregularidades verificadas no fornecimento do objeto do contrato;</w:t>
            </w:r>
          </w:p>
          <w:p w14:paraId="51A6951B" w14:textId="77777777" w:rsidR="00C67B6F" w:rsidRPr="0093310C" w:rsidRDefault="00C67B6F" w:rsidP="00C67B6F">
            <w:pPr>
              <w:pStyle w:val="PargrafodaLista"/>
              <w:rPr>
                <w:sz w:val="24"/>
                <w:szCs w:val="24"/>
              </w:rPr>
            </w:pPr>
          </w:p>
          <w:p w14:paraId="7EB3115C" w14:textId="77777777" w:rsidR="00C67B6F" w:rsidRPr="0093310C" w:rsidRDefault="00C67B6F" w:rsidP="00C67B6F">
            <w:pPr>
              <w:pStyle w:val="PargrafodaLista"/>
              <w:spacing w:after="0" w:line="240" w:lineRule="auto"/>
              <w:ind w:left="1120" w:firstLine="0"/>
              <w:rPr>
                <w:sz w:val="24"/>
                <w:szCs w:val="24"/>
              </w:rPr>
            </w:pPr>
          </w:p>
          <w:p w14:paraId="36ADED7C"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t>Designar o Gestor e o Fiscal do contrato, o qual certificará a qualidade e aceite do objeto contratado;</w:t>
            </w:r>
          </w:p>
          <w:p w14:paraId="497C79A6"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lastRenderedPageBreak/>
              <w:t>Expedir a ordem de fornecimento e solicitar a entrega dos produtos de acordo com suas necessidades de consumo, observada o prazo de validade;</w:t>
            </w:r>
          </w:p>
          <w:p w14:paraId="4753B9B5" w14:textId="77777777" w:rsidR="00C67B6F" w:rsidRPr="0093310C" w:rsidRDefault="00C67B6F" w:rsidP="00C67B6F">
            <w:pPr>
              <w:pStyle w:val="PargrafodaLista"/>
              <w:spacing w:after="0" w:line="240" w:lineRule="auto"/>
              <w:ind w:left="1120" w:firstLine="0"/>
              <w:rPr>
                <w:sz w:val="24"/>
                <w:szCs w:val="24"/>
                <w:lang w:val="pt-PT"/>
              </w:rPr>
            </w:pPr>
          </w:p>
          <w:p w14:paraId="72083DE0"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t>Receber o objeto no dia previamente agendado, no horário de funcionamento da unidade responsável pelo recebimento;</w:t>
            </w:r>
          </w:p>
          <w:p w14:paraId="413AB482"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t>Rejeitar, no todo ou em parte, os produtos de consumo entregues em desacordo com as obrigações assumidas pelo fornecedor, no prazo de até 24 (vinte e quatro) horas, a contar da data de recebimento;</w:t>
            </w:r>
          </w:p>
          <w:p w14:paraId="042BBC11" w14:textId="77777777" w:rsidR="00C67B6F" w:rsidRPr="0093310C" w:rsidRDefault="00C67B6F" w:rsidP="00C67B6F">
            <w:pPr>
              <w:pStyle w:val="PargrafodaLista"/>
              <w:spacing w:after="0" w:line="240" w:lineRule="auto"/>
              <w:ind w:left="1120" w:firstLine="0"/>
              <w:rPr>
                <w:sz w:val="24"/>
                <w:szCs w:val="24"/>
                <w:lang w:val="pt-PT"/>
              </w:rPr>
            </w:pPr>
          </w:p>
          <w:p w14:paraId="1CDA8DAD"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t xml:space="preserve">Comunicar à CONTRATADA quaisquer alterações relativas ao objeto do certame; </w:t>
            </w:r>
          </w:p>
          <w:p w14:paraId="0779F3DA" w14:textId="77777777" w:rsidR="00C67B6F" w:rsidRPr="0093310C" w:rsidRDefault="00C67B6F" w:rsidP="00C67B6F">
            <w:pPr>
              <w:pStyle w:val="PargrafodaLista"/>
              <w:numPr>
                <w:ilvl w:val="1"/>
                <w:numId w:val="38"/>
              </w:numPr>
              <w:spacing w:after="0" w:line="240" w:lineRule="auto"/>
              <w:rPr>
                <w:sz w:val="24"/>
                <w:szCs w:val="24"/>
                <w:lang w:val="pt-PT"/>
              </w:rPr>
            </w:pPr>
            <w:r w:rsidRPr="0093310C">
              <w:rPr>
                <w:sz w:val="24"/>
                <w:szCs w:val="24"/>
              </w:rPr>
              <w:t>Prestar as informações e os esclarecimentos solicitados pela CONTRATADA para a fiel execução do contrato.</w:t>
            </w:r>
          </w:p>
          <w:p w14:paraId="6C8CA90A" w14:textId="77777777" w:rsidR="00C67B6F" w:rsidRDefault="00C67B6F" w:rsidP="00C67B6F">
            <w:pPr>
              <w:rPr>
                <w:lang w:val="pt-PT"/>
              </w:rPr>
            </w:pPr>
          </w:p>
          <w:p w14:paraId="679C2E43" w14:textId="4436107E" w:rsidR="00C67B6F" w:rsidRPr="00C67B6F" w:rsidRDefault="00C67B6F" w:rsidP="00C67B6F">
            <w:pPr>
              <w:spacing w:after="0" w:line="240" w:lineRule="auto"/>
              <w:ind w:firstLine="0"/>
              <w:rPr>
                <w:b/>
                <w:bCs/>
                <w:color w:val="000000"/>
                <w:kern w:val="2"/>
                <w:sz w:val="24"/>
                <w:szCs w:val="24"/>
                <w:lang w:val="pt-PT"/>
              </w:rPr>
            </w:pPr>
          </w:p>
        </w:tc>
      </w:tr>
    </w:tbl>
    <w:p w14:paraId="189C2EFC" w14:textId="77777777" w:rsidR="004F65C9" w:rsidRPr="00EA6617" w:rsidRDefault="004F65C9" w:rsidP="007C427C">
      <w:pPr>
        <w:spacing w:after="0" w:line="240" w:lineRule="auto"/>
        <w:ind w:firstLine="0"/>
        <w:rPr>
          <w:sz w:val="24"/>
          <w:szCs w:val="24"/>
        </w:rPr>
      </w:pPr>
    </w:p>
    <w:p w14:paraId="4DE6564B" w14:textId="77777777" w:rsidR="00641B1F" w:rsidRPr="00EA6617" w:rsidRDefault="00641B1F"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0286FC5A" w14:textId="77777777" w:rsidTr="00772E9F">
        <w:trPr>
          <w:trHeight w:val="2955"/>
        </w:trPr>
        <w:tc>
          <w:tcPr>
            <w:tcW w:w="9061" w:type="dxa"/>
            <w:tcBorders>
              <w:bottom w:val="single" w:sz="4" w:space="0" w:color="auto"/>
            </w:tcBorders>
            <w:shd w:val="clear" w:color="auto" w:fill="auto"/>
          </w:tcPr>
          <w:p w14:paraId="732DBD6F" w14:textId="77777777" w:rsidR="006043AC" w:rsidRPr="00B47728" w:rsidRDefault="00B05DD3" w:rsidP="004D6F21">
            <w:pPr>
              <w:pStyle w:val="PargrafodaLista"/>
              <w:numPr>
                <w:ilvl w:val="0"/>
                <w:numId w:val="39"/>
              </w:numPr>
              <w:tabs>
                <w:tab w:val="left" w:pos="319"/>
              </w:tabs>
              <w:spacing w:after="0" w:line="240" w:lineRule="auto"/>
              <w:ind w:left="454"/>
              <w:rPr>
                <w:b/>
                <w:bCs/>
                <w:sz w:val="24"/>
                <w:szCs w:val="24"/>
              </w:rPr>
            </w:pPr>
            <w:r w:rsidRPr="00B47728">
              <w:rPr>
                <w:b/>
                <w:bCs/>
                <w:sz w:val="24"/>
                <w:szCs w:val="24"/>
              </w:rPr>
              <w:t xml:space="preserve">VIGÊNCIA: </w:t>
            </w:r>
          </w:p>
          <w:p w14:paraId="1D00A52C" w14:textId="77777777" w:rsidR="00516BF8" w:rsidRPr="00B47728" w:rsidRDefault="00516BF8" w:rsidP="007C427C">
            <w:pPr>
              <w:tabs>
                <w:tab w:val="left" w:pos="993"/>
              </w:tabs>
              <w:spacing w:after="0" w:line="240" w:lineRule="auto"/>
              <w:ind w:firstLine="0"/>
              <w:rPr>
                <w:sz w:val="24"/>
                <w:szCs w:val="24"/>
              </w:rPr>
            </w:pPr>
          </w:p>
          <w:p w14:paraId="3CCD3FFB" w14:textId="2EBB44D3" w:rsidR="00516BF8" w:rsidRPr="00B47728" w:rsidRDefault="00516BF8" w:rsidP="00D96A20">
            <w:pPr>
              <w:pStyle w:val="xmsonormal"/>
              <w:numPr>
                <w:ilvl w:val="1"/>
                <w:numId w:val="0"/>
              </w:numPr>
              <w:shd w:val="clear" w:color="auto" w:fill="FFFFFF"/>
              <w:spacing w:before="0" w:beforeAutospacing="0" w:after="0" w:afterAutospacing="0"/>
              <w:jc w:val="both"/>
              <w:rPr>
                <w:rFonts w:ascii="Arial" w:hAnsi="Arial" w:cs="Arial"/>
                <w:color w:val="242424"/>
              </w:rPr>
            </w:pPr>
            <w:bookmarkStart w:id="0" w:name="_Hlk159595896"/>
            <w:r w:rsidRPr="00B47728">
              <w:rPr>
                <w:rFonts w:ascii="Arial" w:hAnsi="Arial" w:cs="Arial"/>
                <w:color w:val="242424"/>
                <w:bdr w:val="none" w:sz="0" w:space="0" w:color="auto" w:frame="1"/>
              </w:rPr>
              <w:t xml:space="preserve">O contrato terá vigência de </w:t>
            </w:r>
            <w:r w:rsidR="0093310C" w:rsidRPr="0093310C">
              <w:rPr>
                <w:rFonts w:ascii="Arial" w:hAnsi="Arial" w:cs="Arial"/>
                <w:bdr w:val="none" w:sz="0" w:space="0" w:color="auto" w:frame="1"/>
              </w:rPr>
              <w:t>24</w:t>
            </w:r>
            <w:r w:rsidRPr="0093310C">
              <w:rPr>
                <w:rFonts w:ascii="Arial" w:hAnsi="Arial" w:cs="Arial"/>
                <w:bdr w:val="none" w:sz="0" w:space="0" w:color="auto" w:frame="1"/>
              </w:rPr>
              <w:t xml:space="preserve"> meses</w:t>
            </w:r>
            <w:r w:rsidRPr="00B47728">
              <w:rPr>
                <w:rFonts w:ascii="Arial" w:hAnsi="Arial" w:cs="Arial"/>
                <w:color w:val="242424"/>
                <w:bdr w:val="none" w:sz="0" w:space="0" w:color="auto" w:frame="1"/>
              </w:rPr>
              <w:t xml:space="preserve">, contados a partir da data de assinatura, podendo ser prorrogado, não ultrapassando o limite estipulado </w:t>
            </w:r>
            <w:r w:rsidR="00772E9F">
              <w:rPr>
                <w:rFonts w:ascii="Arial" w:hAnsi="Arial" w:cs="Arial"/>
                <w:color w:val="242424"/>
                <w:bdr w:val="none" w:sz="0" w:space="0" w:color="auto" w:frame="1"/>
              </w:rPr>
              <w:t>no</w:t>
            </w:r>
            <w:r w:rsidRPr="00B47728">
              <w:rPr>
                <w:rFonts w:ascii="Arial" w:hAnsi="Arial" w:cs="Arial"/>
                <w:color w:val="242424"/>
                <w:bdr w:val="none" w:sz="0" w:space="0" w:color="auto" w:frame="1"/>
              </w:rPr>
              <w:t xml:space="preserve"> REGULAMENTO DE LICITAÇÕES E CONTRATOS DO SISTEMA SEBRAE:</w:t>
            </w:r>
          </w:p>
          <w:p w14:paraId="6F2832D1" w14:textId="77777777" w:rsidR="0014390B" w:rsidRPr="00B47728" w:rsidRDefault="0014390B" w:rsidP="007C427C">
            <w:pPr>
              <w:pStyle w:val="xmsonormal"/>
              <w:shd w:val="clear" w:color="auto" w:fill="FFFFFF"/>
              <w:spacing w:before="0" w:beforeAutospacing="0" w:after="0" w:afterAutospacing="0"/>
              <w:ind w:left="731"/>
              <w:rPr>
                <w:rFonts w:ascii="Arial" w:hAnsi="Arial" w:cs="Arial"/>
                <w:color w:val="242424"/>
                <w:bdr w:val="none" w:sz="0" w:space="0" w:color="auto" w:frame="1"/>
              </w:rPr>
            </w:pPr>
          </w:p>
          <w:p w14:paraId="2CB04D01" w14:textId="6ACDAB0E" w:rsidR="00B05DD3" w:rsidRPr="00B47728" w:rsidRDefault="00516BF8" w:rsidP="00D96A20">
            <w:pPr>
              <w:pStyle w:val="xmsonormal"/>
              <w:shd w:val="clear" w:color="auto" w:fill="FFFFFF"/>
              <w:spacing w:before="0" w:beforeAutospacing="0" w:after="0" w:afterAutospacing="0"/>
              <w:ind w:left="731"/>
              <w:jc w:val="both"/>
              <w:rPr>
                <w:rFonts w:ascii="Arial" w:hAnsi="Arial" w:cs="Arial"/>
                <w:i/>
                <w:iCs/>
                <w:color w:val="242424"/>
              </w:rPr>
            </w:pPr>
            <w:r w:rsidRPr="00B47728">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49ED73AC" w14:textId="77777777" w:rsidR="00FF73FD" w:rsidRPr="00EA6617" w:rsidRDefault="00FF73FD" w:rsidP="007C427C">
      <w:pPr>
        <w:tabs>
          <w:tab w:val="left" w:pos="993"/>
        </w:tabs>
        <w:spacing w:after="0" w:line="240" w:lineRule="auto"/>
        <w:ind w:firstLine="0"/>
        <w:rPr>
          <w:sz w:val="24"/>
          <w:szCs w:val="24"/>
        </w:rPr>
      </w:pPr>
    </w:p>
    <w:tbl>
      <w:tblPr>
        <w:tblStyle w:val="Tabelacomgrade"/>
        <w:tblW w:w="9067" w:type="dxa"/>
        <w:tblLook w:val="04A0" w:firstRow="1" w:lastRow="0" w:firstColumn="1" w:lastColumn="0" w:noHBand="0" w:noVBand="1"/>
      </w:tblPr>
      <w:tblGrid>
        <w:gridCol w:w="9067"/>
      </w:tblGrid>
      <w:tr w:rsidR="00B05DD3" w:rsidRPr="00EA6617" w14:paraId="5E61305E" w14:textId="77777777" w:rsidTr="00516BF8">
        <w:trPr>
          <w:trHeight w:val="1227"/>
        </w:trPr>
        <w:tc>
          <w:tcPr>
            <w:tcW w:w="9067" w:type="dxa"/>
          </w:tcPr>
          <w:p w14:paraId="7E18B143" w14:textId="77777777" w:rsidR="000C0975" w:rsidRPr="004D6F21" w:rsidRDefault="00395301" w:rsidP="004D6F21">
            <w:pPr>
              <w:pStyle w:val="PargrafodaLista"/>
              <w:numPr>
                <w:ilvl w:val="0"/>
                <w:numId w:val="39"/>
              </w:numPr>
              <w:tabs>
                <w:tab w:val="left" w:pos="319"/>
              </w:tabs>
              <w:spacing w:after="0" w:line="240" w:lineRule="auto"/>
              <w:ind w:left="0" w:firstLine="0"/>
              <w:rPr>
                <w:i/>
                <w:iCs/>
                <w:sz w:val="24"/>
                <w:szCs w:val="24"/>
              </w:rPr>
            </w:pPr>
            <w:r w:rsidRPr="00EA6617">
              <w:rPr>
                <w:b/>
                <w:bCs/>
                <w:sz w:val="24"/>
                <w:szCs w:val="24"/>
              </w:rPr>
              <w:t>PRAZOS E CONDIÇÕES</w:t>
            </w:r>
            <w:r w:rsidR="00B05DD3" w:rsidRPr="00EA6617">
              <w:rPr>
                <w:b/>
                <w:bCs/>
                <w:sz w:val="24"/>
                <w:szCs w:val="24"/>
              </w:rPr>
              <w:t xml:space="preserve"> DE ENTREGA DO PRODUTO/SERVIÇO:</w:t>
            </w:r>
          </w:p>
          <w:p w14:paraId="460C4A9E" w14:textId="77777777" w:rsidR="004D6F21" w:rsidRPr="00EA6617" w:rsidRDefault="004D6F21" w:rsidP="004D6F21">
            <w:pPr>
              <w:pStyle w:val="PargrafodaLista"/>
              <w:tabs>
                <w:tab w:val="left" w:pos="319"/>
              </w:tabs>
              <w:spacing w:after="0" w:line="240" w:lineRule="auto"/>
              <w:ind w:left="0" w:firstLine="0"/>
              <w:rPr>
                <w:i/>
                <w:iCs/>
                <w:sz w:val="24"/>
                <w:szCs w:val="24"/>
              </w:rPr>
            </w:pPr>
          </w:p>
          <w:p w14:paraId="7EF44ED2" w14:textId="77777777" w:rsidR="004D6F21" w:rsidRPr="004D6F21" w:rsidRDefault="004D6F21" w:rsidP="004D6F21">
            <w:pPr>
              <w:tabs>
                <w:tab w:val="left" w:pos="319"/>
              </w:tabs>
              <w:ind w:firstLine="0"/>
              <w:rPr>
                <w:color w:val="auto"/>
                <w:sz w:val="24"/>
                <w:szCs w:val="24"/>
              </w:rPr>
            </w:pPr>
            <w:r w:rsidRPr="004D6F21">
              <w:rPr>
                <w:bCs/>
                <w:color w:val="auto"/>
                <w:sz w:val="24"/>
                <w:szCs w:val="24"/>
                <w:lang w:val="pt-PT"/>
              </w:rPr>
              <w:t xml:space="preserve">7.1 </w:t>
            </w:r>
            <w:r w:rsidRPr="004D6F21">
              <w:rPr>
                <w:color w:val="auto"/>
                <w:sz w:val="24"/>
                <w:szCs w:val="24"/>
              </w:rPr>
              <w:t>A solicitação do produto acontecera por meio de ordem de fornecimento - OF, na qual constará a referência do produto, a quantidade a ser fornecida, valor e o prazo de entrega;</w:t>
            </w:r>
          </w:p>
          <w:p w14:paraId="7D80BA2C" w14:textId="77777777" w:rsidR="004D6F21" w:rsidRPr="004D6F21" w:rsidRDefault="004D6F21" w:rsidP="004D6F21">
            <w:pPr>
              <w:tabs>
                <w:tab w:val="left" w:pos="319"/>
              </w:tabs>
              <w:ind w:firstLine="0"/>
              <w:rPr>
                <w:b/>
                <w:bCs/>
                <w:color w:val="auto"/>
                <w:sz w:val="24"/>
                <w:szCs w:val="24"/>
              </w:rPr>
            </w:pPr>
            <w:r w:rsidRPr="004D6F21">
              <w:rPr>
                <w:color w:val="auto"/>
                <w:sz w:val="24"/>
                <w:szCs w:val="24"/>
              </w:rPr>
              <w:lastRenderedPageBreak/>
              <w:t>7.2. A contratada se responsabiliza por todos os custos de entrega, frete e pessoal.</w:t>
            </w:r>
          </w:p>
          <w:p w14:paraId="4C150B59" w14:textId="642E7589" w:rsidR="002775F1" w:rsidRPr="00EA6617" w:rsidRDefault="002775F1" w:rsidP="004D6F21">
            <w:pPr>
              <w:pStyle w:val="PargrafodaLista"/>
              <w:tabs>
                <w:tab w:val="left" w:pos="319"/>
              </w:tabs>
              <w:spacing w:after="0" w:line="240" w:lineRule="auto"/>
              <w:ind w:left="0" w:firstLine="0"/>
              <w:rPr>
                <w:rStyle w:val="cf01"/>
                <w:rFonts w:ascii="Arial" w:hAnsi="Arial" w:cs="Arial"/>
                <w:i w:val="0"/>
                <w:iCs w:val="0"/>
                <w:color w:val="auto"/>
                <w:sz w:val="24"/>
                <w:szCs w:val="24"/>
              </w:rPr>
            </w:pPr>
          </w:p>
        </w:tc>
      </w:tr>
    </w:tbl>
    <w:p w14:paraId="0458FD79" w14:textId="5C9C92AD" w:rsidR="0010060A" w:rsidRPr="00EA6617" w:rsidRDefault="0010060A"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3091966" w14:textId="77777777" w:rsidTr="009A63FC">
        <w:trPr>
          <w:trHeight w:val="2866"/>
        </w:trPr>
        <w:tc>
          <w:tcPr>
            <w:tcW w:w="9061" w:type="dxa"/>
          </w:tcPr>
          <w:p w14:paraId="5E0DCBE7" w14:textId="27867087" w:rsidR="00516BF8" w:rsidRPr="003908B2" w:rsidRDefault="00516BF8" w:rsidP="004D6F21">
            <w:pPr>
              <w:pStyle w:val="PargrafodaLista"/>
              <w:numPr>
                <w:ilvl w:val="0"/>
                <w:numId w:val="39"/>
              </w:numPr>
              <w:tabs>
                <w:tab w:val="left" w:pos="319"/>
              </w:tabs>
              <w:spacing w:after="0" w:line="240" w:lineRule="auto"/>
              <w:ind w:left="0" w:firstLine="0"/>
              <w:rPr>
                <w:i/>
                <w:iCs/>
                <w:color w:val="auto"/>
                <w:sz w:val="24"/>
                <w:szCs w:val="24"/>
              </w:rPr>
            </w:pPr>
            <w:r w:rsidRPr="003908B2">
              <w:rPr>
                <w:b/>
                <w:bCs/>
                <w:color w:val="auto"/>
                <w:sz w:val="24"/>
                <w:szCs w:val="24"/>
              </w:rPr>
              <w:t>ACOMPANHAMENTO E FISCALIZAÇÃO DO CONTRATO:</w:t>
            </w:r>
          </w:p>
          <w:p w14:paraId="55A410EE" w14:textId="77777777" w:rsidR="00910333" w:rsidRPr="003908B2" w:rsidRDefault="00910333" w:rsidP="007C427C">
            <w:pPr>
              <w:tabs>
                <w:tab w:val="left" w:pos="993"/>
              </w:tabs>
              <w:spacing w:after="0" w:line="240" w:lineRule="auto"/>
              <w:ind w:firstLine="0"/>
              <w:rPr>
                <w:color w:val="auto"/>
                <w:kern w:val="2"/>
                <w:sz w:val="24"/>
                <w:szCs w:val="24"/>
                <w:lang w:val="pt-PT"/>
              </w:rPr>
            </w:pPr>
          </w:p>
          <w:p w14:paraId="52AD772E" w14:textId="38513DBE" w:rsidR="00DF2649" w:rsidRPr="003908B2" w:rsidRDefault="00DF2649" w:rsidP="007E6A0A">
            <w:pPr>
              <w:pStyle w:val="PargrafodaLista"/>
              <w:numPr>
                <w:ilvl w:val="0"/>
                <w:numId w:val="26"/>
              </w:numPr>
              <w:spacing w:after="0" w:line="240" w:lineRule="auto"/>
              <w:rPr>
                <w:bCs/>
                <w:color w:val="000000"/>
                <w:kern w:val="2"/>
                <w:sz w:val="24"/>
                <w:szCs w:val="24"/>
              </w:rPr>
            </w:pPr>
            <w:r w:rsidRPr="003908B2">
              <w:rPr>
                <w:bCs/>
                <w:color w:val="000000"/>
                <w:kern w:val="2"/>
                <w:sz w:val="24"/>
                <w:szCs w:val="24"/>
              </w:rPr>
              <w:t>A gestão do contrato será realizada pelo Sebrae/RO que far</w:t>
            </w:r>
            <w:r w:rsidR="00910333" w:rsidRPr="003908B2">
              <w:rPr>
                <w:bCs/>
                <w:color w:val="000000"/>
                <w:kern w:val="2"/>
                <w:sz w:val="24"/>
                <w:szCs w:val="24"/>
              </w:rPr>
              <w:t>á</w:t>
            </w:r>
            <w:r w:rsidRPr="003908B2">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137ED048" w14:textId="52FDCA87" w:rsidR="00516BF8" w:rsidRPr="003908B2" w:rsidRDefault="00516BF8" w:rsidP="00AD1FB6">
            <w:pPr>
              <w:pStyle w:val="PargrafodaLista"/>
              <w:spacing w:after="0" w:line="240" w:lineRule="auto"/>
              <w:ind w:left="1080" w:firstLine="0"/>
              <w:rPr>
                <w:bCs/>
                <w:color w:val="000000"/>
                <w:kern w:val="2"/>
                <w:sz w:val="24"/>
                <w:szCs w:val="24"/>
              </w:rPr>
            </w:pPr>
          </w:p>
        </w:tc>
      </w:tr>
    </w:tbl>
    <w:p w14:paraId="198A9351"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B5B42" w:rsidRPr="00EA6617" w14:paraId="1708AB66" w14:textId="77777777" w:rsidTr="007B5B42">
        <w:tc>
          <w:tcPr>
            <w:tcW w:w="9061" w:type="dxa"/>
          </w:tcPr>
          <w:p w14:paraId="10E12207" w14:textId="77777777" w:rsidR="003F7F55" w:rsidRPr="003F7F55" w:rsidRDefault="003F7F55" w:rsidP="003F7F55">
            <w:pPr>
              <w:tabs>
                <w:tab w:val="left" w:pos="993"/>
              </w:tabs>
              <w:spacing w:after="0" w:line="240" w:lineRule="auto"/>
              <w:ind w:firstLine="0"/>
              <w:rPr>
                <w:color w:val="auto"/>
                <w:sz w:val="24"/>
                <w:szCs w:val="24"/>
              </w:rPr>
            </w:pPr>
          </w:p>
          <w:p w14:paraId="27E32EC7" w14:textId="77777777" w:rsidR="003F7F55" w:rsidRPr="003F7F55" w:rsidRDefault="003F7F55" w:rsidP="003F7F55">
            <w:pPr>
              <w:numPr>
                <w:ilvl w:val="0"/>
                <w:numId w:val="40"/>
              </w:numPr>
              <w:tabs>
                <w:tab w:val="left" w:pos="993"/>
              </w:tabs>
              <w:spacing w:after="0" w:line="240" w:lineRule="auto"/>
              <w:rPr>
                <w:i/>
                <w:iCs/>
                <w:color w:val="auto"/>
                <w:sz w:val="24"/>
                <w:szCs w:val="24"/>
              </w:rPr>
            </w:pPr>
            <w:bookmarkStart w:id="1" w:name="_Hlk200012187"/>
            <w:r w:rsidRPr="003F7F55">
              <w:rPr>
                <w:b/>
                <w:bCs/>
                <w:color w:val="auto"/>
                <w:sz w:val="24"/>
                <w:szCs w:val="24"/>
              </w:rPr>
              <w:t>PENALIDADES:</w:t>
            </w:r>
          </w:p>
          <w:p w14:paraId="51863FAA" w14:textId="77777777" w:rsidR="003F7F55" w:rsidRPr="003F7F55" w:rsidRDefault="003F7F55" w:rsidP="003F7F55">
            <w:pPr>
              <w:tabs>
                <w:tab w:val="left" w:pos="993"/>
              </w:tabs>
              <w:spacing w:after="0" w:line="240" w:lineRule="auto"/>
              <w:ind w:firstLine="0"/>
              <w:rPr>
                <w:color w:val="auto"/>
                <w:sz w:val="24"/>
                <w:szCs w:val="24"/>
              </w:rPr>
            </w:pPr>
          </w:p>
          <w:p w14:paraId="26453F84" w14:textId="77777777" w:rsidR="003F7F55" w:rsidRPr="003F7F55" w:rsidRDefault="003F7F55" w:rsidP="003F7F55">
            <w:pPr>
              <w:numPr>
                <w:ilvl w:val="1"/>
                <w:numId w:val="40"/>
              </w:numPr>
              <w:tabs>
                <w:tab w:val="left" w:pos="993"/>
              </w:tabs>
              <w:spacing w:after="0" w:line="240" w:lineRule="auto"/>
              <w:rPr>
                <w:bCs/>
                <w:color w:val="auto"/>
                <w:sz w:val="24"/>
                <w:szCs w:val="24"/>
              </w:rPr>
            </w:pPr>
            <w:r w:rsidRPr="003F7F55">
              <w:rPr>
                <w:bCs/>
                <w:color w:val="auto"/>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49A26DDD" w14:textId="77777777" w:rsidR="003F7F55" w:rsidRPr="003F7F55" w:rsidRDefault="003F7F55" w:rsidP="003F7F55">
            <w:pPr>
              <w:tabs>
                <w:tab w:val="left" w:pos="993"/>
              </w:tabs>
              <w:spacing w:after="0" w:line="240" w:lineRule="auto"/>
              <w:ind w:firstLine="0"/>
              <w:rPr>
                <w:bCs/>
                <w:color w:val="auto"/>
                <w:sz w:val="24"/>
                <w:szCs w:val="24"/>
              </w:rPr>
            </w:pPr>
          </w:p>
          <w:p w14:paraId="775D98FD" w14:textId="77777777" w:rsidR="003F7F55" w:rsidRPr="003F7F55" w:rsidRDefault="003F7F55" w:rsidP="003F7F55">
            <w:pPr>
              <w:tabs>
                <w:tab w:val="left" w:pos="993"/>
              </w:tabs>
              <w:spacing w:after="0" w:line="240" w:lineRule="auto"/>
              <w:ind w:firstLine="0"/>
              <w:rPr>
                <w:bCs/>
                <w:color w:val="auto"/>
                <w:sz w:val="24"/>
                <w:szCs w:val="24"/>
              </w:rPr>
            </w:pPr>
          </w:p>
          <w:p w14:paraId="5CC31CB7" w14:textId="77777777" w:rsidR="003F7F55" w:rsidRPr="003F7F55" w:rsidRDefault="003F7F55" w:rsidP="003F7F55">
            <w:pPr>
              <w:numPr>
                <w:ilvl w:val="1"/>
                <w:numId w:val="40"/>
              </w:numPr>
              <w:tabs>
                <w:tab w:val="left" w:pos="993"/>
              </w:tabs>
              <w:spacing w:after="0" w:line="240" w:lineRule="auto"/>
              <w:rPr>
                <w:bCs/>
                <w:color w:val="auto"/>
                <w:sz w:val="24"/>
                <w:szCs w:val="24"/>
              </w:rPr>
            </w:pPr>
            <w:r w:rsidRPr="003F7F55">
              <w:rPr>
                <w:bCs/>
                <w:color w:val="auto"/>
                <w:sz w:val="24"/>
                <w:szCs w:val="24"/>
              </w:rPr>
              <w:t xml:space="preserve">Advertência; </w:t>
            </w:r>
          </w:p>
          <w:p w14:paraId="44318D98" w14:textId="77777777" w:rsidR="003F7F55" w:rsidRPr="003F7F55" w:rsidRDefault="003F7F55" w:rsidP="003F7F55">
            <w:pPr>
              <w:tabs>
                <w:tab w:val="left" w:pos="993"/>
              </w:tabs>
              <w:spacing w:after="0" w:line="240" w:lineRule="auto"/>
              <w:ind w:firstLine="0"/>
              <w:rPr>
                <w:bCs/>
                <w:color w:val="auto"/>
                <w:sz w:val="24"/>
                <w:szCs w:val="24"/>
              </w:rPr>
            </w:pPr>
          </w:p>
          <w:p w14:paraId="3C11D663" w14:textId="77777777" w:rsidR="003F7F55" w:rsidRPr="003F7F55" w:rsidRDefault="003F7F55" w:rsidP="003F7F55">
            <w:pPr>
              <w:tabs>
                <w:tab w:val="left" w:pos="993"/>
              </w:tabs>
              <w:spacing w:after="0" w:line="240" w:lineRule="auto"/>
              <w:ind w:firstLine="0"/>
              <w:rPr>
                <w:bCs/>
                <w:color w:val="auto"/>
                <w:sz w:val="24"/>
                <w:szCs w:val="24"/>
              </w:rPr>
            </w:pPr>
          </w:p>
          <w:p w14:paraId="135A6976" w14:textId="77777777" w:rsidR="003F7F55" w:rsidRPr="003F7F55" w:rsidRDefault="003F7F55" w:rsidP="003F7F55">
            <w:pPr>
              <w:numPr>
                <w:ilvl w:val="1"/>
                <w:numId w:val="40"/>
              </w:numPr>
              <w:tabs>
                <w:tab w:val="left" w:pos="993"/>
              </w:tabs>
              <w:spacing w:after="0" w:line="240" w:lineRule="auto"/>
              <w:rPr>
                <w:bCs/>
                <w:color w:val="auto"/>
                <w:sz w:val="24"/>
                <w:szCs w:val="24"/>
              </w:rPr>
            </w:pPr>
            <w:r w:rsidRPr="003F7F55">
              <w:rPr>
                <w:bCs/>
                <w:color w:val="auto"/>
                <w:sz w:val="24"/>
                <w:szCs w:val="24"/>
              </w:rPr>
              <w:t>Multa, nas hipóteses abaixo elencadas:</w:t>
            </w:r>
          </w:p>
          <w:p w14:paraId="0E8C9103" w14:textId="77777777" w:rsidR="003F7F55" w:rsidRPr="003F7F55" w:rsidRDefault="003F7F55" w:rsidP="003F7F55">
            <w:pPr>
              <w:numPr>
                <w:ilvl w:val="1"/>
                <w:numId w:val="41"/>
              </w:numPr>
              <w:tabs>
                <w:tab w:val="left" w:pos="993"/>
              </w:tabs>
              <w:spacing w:after="0" w:line="240" w:lineRule="auto"/>
              <w:rPr>
                <w:color w:val="auto"/>
                <w:sz w:val="24"/>
                <w:szCs w:val="24"/>
              </w:rPr>
            </w:pPr>
            <w:r w:rsidRPr="003F7F55">
              <w:rPr>
                <w:color w:val="auto"/>
                <w:sz w:val="24"/>
                <w:szCs w:val="24"/>
              </w:rPr>
              <w:t xml:space="preserve">De até 10% (dez por cento) sobre o valor do contrato, no caso de inexecução total; </w:t>
            </w:r>
          </w:p>
          <w:p w14:paraId="41A3DBF5" w14:textId="77777777" w:rsidR="003F7F55" w:rsidRPr="003F7F55" w:rsidRDefault="003F7F55" w:rsidP="003F7F55">
            <w:pPr>
              <w:tabs>
                <w:tab w:val="left" w:pos="993"/>
              </w:tabs>
              <w:spacing w:after="0" w:line="240" w:lineRule="auto"/>
              <w:ind w:firstLine="0"/>
              <w:rPr>
                <w:color w:val="auto"/>
                <w:sz w:val="24"/>
                <w:szCs w:val="24"/>
              </w:rPr>
            </w:pPr>
          </w:p>
          <w:p w14:paraId="463A24DD" w14:textId="77777777" w:rsidR="003F7F55" w:rsidRPr="003F7F55" w:rsidRDefault="003F7F55" w:rsidP="003F7F55">
            <w:pPr>
              <w:numPr>
                <w:ilvl w:val="1"/>
                <w:numId w:val="41"/>
              </w:numPr>
              <w:tabs>
                <w:tab w:val="left" w:pos="993"/>
              </w:tabs>
              <w:spacing w:after="0" w:line="240" w:lineRule="auto"/>
              <w:rPr>
                <w:color w:val="auto"/>
                <w:sz w:val="24"/>
                <w:szCs w:val="24"/>
              </w:rPr>
            </w:pPr>
            <w:r w:rsidRPr="003F7F55">
              <w:rPr>
                <w:color w:val="auto"/>
                <w:sz w:val="24"/>
                <w:szCs w:val="24"/>
              </w:rPr>
              <w:t>De até 10% (dez por cento) sobre os valores dos objetos não executados, no caso de inexecução parcial;</w:t>
            </w:r>
          </w:p>
          <w:p w14:paraId="3FA50A7A" w14:textId="77777777" w:rsidR="003F7F55" w:rsidRPr="003F7F55" w:rsidRDefault="003F7F55" w:rsidP="003F7F55">
            <w:pPr>
              <w:tabs>
                <w:tab w:val="left" w:pos="993"/>
              </w:tabs>
              <w:spacing w:after="0" w:line="240" w:lineRule="auto"/>
              <w:ind w:firstLine="0"/>
              <w:rPr>
                <w:color w:val="auto"/>
                <w:sz w:val="24"/>
                <w:szCs w:val="24"/>
              </w:rPr>
            </w:pPr>
          </w:p>
          <w:p w14:paraId="398FBC25" w14:textId="77777777" w:rsidR="003F7F55" w:rsidRPr="003F7F55" w:rsidRDefault="003F7F55" w:rsidP="003F7F55">
            <w:pPr>
              <w:numPr>
                <w:ilvl w:val="1"/>
                <w:numId w:val="41"/>
              </w:numPr>
              <w:tabs>
                <w:tab w:val="left" w:pos="993"/>
              </w:tabs>
              <w:spacing w:after="0" w:line="240" w:lineRule="auto"/>
              <w:rPr>
                <w:color w:val="auto"/>
                <w:sz w:val="24"/>
                <w:szCs w:val="24"/>
              </w:rPr>
            </w:pPr>
            <w:r w:rsidRPr="003F7F55">
              <w:rPr>
                <w:color w:val="auto"/>
                <w:sz w:val="24"/>
                <w:szCs w:val="24"/>
              </w:rPr>
              <w:t>De 1% (um por cento) do valor dos respectivos objetos por dia de atraso, limitado a 10 (dez) dias, no caso de atraso na entrega, não ultrapassando 10% (dez por cento);</w:t>
            </w:r>
          </w:p>
          <w:p w14:paraId="5A319867" w14:textId="77777777" w:rsidR="003F7F55" w:rsidRPr="003F7F55" w:rsidRDefault="003F7F55" w:rsidP="003F7F55">
            <w:pPr>
              <w:tabs>
                <w:tab w:val="left" w:pos="993"/>
              </w:tabs>
              <w:spacing w:after="0" w:line="240" w:lineRule="auto"/>
              <w:ind w:firstLine="0"/>
              <w:rPr>
                <w:color w:val="auto"/>
                <w:sz w:val="24"/>
                <w:szCs w:val="24"/>
              </w:rPr>
            </w:pPr>
          </w:p>
          <w:p w14:paraId="3BB093C4" w14:textId="77777777" w:rsidR="003F7F55" w:rsidRPr="003F7F55" w:rsidRDefault="003F7F55" w:rsidP="003F7F55">
            <w:pPr>
              <w:numPr>
                <w:ilvl w:val="1"/>
                <w:numId w:val="40"/>
              </w:numPr>
              <w:tabs>
                <w:tab w:val="left" w:pos="993"/>
              </w:tabs>
              <w:spacing w:after="0" w:line="240" w:lineRule="auto"/>
              <w:rPr>
                <w:color w:val="auto"/>
                <w:sz w:val="24"/>
                <w:szCs w:val="24"/>
              </w:rPr>
            </w:pPr>
            <w:r w:rsidRPr="003F7F55">
              <w:rPr>
                <w:bCs/>
                <w:color w:val="auto"/>
                <w:sz w:val="24"/>
                <w:szCs w:val="24"/>
              </w:rPr>
              <w:t>Rescisão unilateral do contrato, sem prejuízo do pagamento das respectivas multas, na hipótese de ocorrer:</w:t>
            </w:r>
          </w:p>
          <w:p w14:paraId="002192B6" w14:textId="77777777" w:rsidR="003F7F55" w:rsidRPr="003F7F55" w:rsidRDefault="003F7F55" w:rsidP="003F7F55">
            <w:pPr>
              <w:numPr>
                <w:ilvl w:val="0"/>
                <w:numId w:val="42"/>
              </w:numPr>
              <w:tabs>
                <w:tab w:val="left" w:pos="993"/>
              </w:tabs>
              <w:spacing w:after="0" w:line="240" w:lineRule="auto"/>
              <w:rPr>
                <w:color w:val="auto"/>
                <w:sz w:val="24"/>
                <w:szCs w:val="24"/>
              </w:rPr>
            </w:pPr>
            <w:r w:rsidRPr="003F7F55">
              <w:rPr>
                <w:color w:val="auto"/>
                <w:sz w:val="24"/>
                <w:szCs w:val="24"/>
              </w:rPr>
              <w:t>O previsto nas alíneas a ou b do inciso II desta Cláusula;</w:t>
            </w:r>
          </w:p>
          <w:p w14:paraId="2305EEB1" w14:textId="77777777" w:rsidR="003F7F55" w:rsidRPr="003F7F55" w:rsidRDefault="003F7F55" w:rsidP="003F7F55">
            <w:pPr>
              <w:numPr>
                <w:ilvl w:val="0"/>
                <w:numId w:val="42"/>
              </w:numPr>
              <w:tabs>
                <w:tab w:val="left" w:pos="993"/>
              </w:tabs>
              <w:spacing w:after="0" w:line="240" w:lineRule="auto"/>
              <w:rPr>
                <w:color w:val="auto"/>
                <w:sz w:val="24"/>
                <w:szCs w:val="24"/>
              </w:rPr>
            </w:pPr>
            <w:r w:rsidRPr="003F7F55">
              <w:rPr>
                <w:color w:val="auto"/>
                <w:sz w:val="24"/>
                <w:szCs w:val="24"/>
              </w:rPr>
              <w:t>A extrapolação dos 10 (dez) dias previstos na alínea c do inciso II, desta cláusula.</w:t>
            </w:r>
          </w:p>
          <w:p w14:paraId="35A2B3FA" w14:textId="77777777" w:rsidR="003F7F55" w:rsidRPr="003F7F55" w:rsidRDefault="003F7F55" w:rsidP="003F7F55">
            <w:pPr>
              <w:tabs>
                <w:tab w:val="left" w:pos="993"/>
              </w:tabs>
              <w:spacing w:after="0" w:line="240" w:lineRule="auto"/>
              <w:ind w:firstLine="0"/>
              <w:rPr>
                <w:color w:val="auto"/>
                <w:sz w:val="24"/>
                <w:szCs w:val="24"/>
              </w:rPr>
            </w:pPr>
          </w:p>
          <w:p w14:paraId="3DDF3E1C" w14:textId="77777777" w:rsidR="003F7F55" w:rsidRPr="003F7F55" w:rsidRDefault="003F7F55" w:rsidP="003F7F55">
            <w:pPr>
              <w:numPr>
                <w:ilvl w:val="1"/>
                <w:numId w:val="40"/>
              </w:numPr>
              <w:tabs>
                <w:tab w:val="left" w:pos="993"/>
              </w:tabs>
              <w:spacing w:after="0" w:line="240" w:lineRule="auto"/>
              <w:rPr>
                <w:bCs/>
                <w:color w:val="auto"/>
                <w:sz w:val="24"/>
                <w:szCs w:val="24"/>
              </w:rPr>
            </w:pPr>
            <w:r w:rsidRPr="003F7F55">
              <w:rPr>
                <w:bCs/>
                <w:color w:val="auto"/>
                <w:sz w:val="24"/>
                <w:szCs w:val="24"/>
              </w:rPr>
              <w:t xml:space="preserve">Multa de até 10% (dez por cento) do valor total atualizado do contrato, sem prejuízo do pagamento de outras multas que lhe tenham sido aplicadas e de responder por perdas e danos que a rescisão ocasionar ao SEBRAE, </w:t>
            </w:r>
            <w:r w:rsidRPr="003F7F55">
              <w:rPr>
                <w:bCs/>
                <w:color w:val="auto"/>
                <w:sz w:val="24"/>
                <w:szCs w:val="24"/>
              </w:rPr>
              <w:lastRenderedPageBreak/>
              <w:t xml:space="preserve">no caso de rescisão do contrato por iniciativa da CONTRATADA, sem justa causa; </w:t>
            </w:r>
          </w:p>
          <w:p w14:paraId="385E8C2B" w14:textId="77777777" w:rsidR="003F7F55" w:rsidRPr="003F7F55" w:rsidRDefault="003F7F55" w:rsidP="003F7F55">
            <w:pPr>
              <w:tabs>
                <w:tab w:val="left" w:pos="993"/>
              </w:tabs>
              <w:spacing w:after="0" w:line="240" w:lineRule="auto"/>
              <w:ind w:firstLine="0"/>
              <w:rPr>
                <w:bCs/>
                <w:color w:val="auto"/>
                <w:sz w:val="24"/>
                <w:szCs w:val="24"/>
              </w:rPr>
            </w:pPr>
          </w:p>
          <w:p w14:paraId="1E3418DA" w14:textId="77777777" w:rsidR="003F7F55" w:rsidRPr="003F7F55" w:rsidRDefault="003F7F55" w:rsidP="003F7F55">
            <w:pPr>
              <w:numPr>
                <w:ilvl w:val="1"/>
                <w:numId w:val="40"/>
              </w:numPr>
              <w:tabs>
                <w:tab w:val="left" w:pos="993"/>
              </w:tabs>
              <w:spacing w:after="0" w:line="240" w:lineRule="auto"/>
              <w:rPr>
                <w:bCs/>
                <w:color w:val="auto"/>
                <w:sz w:val="24"/>
                <w:szCs w:val="24"/>
              </w:rPr>
            </w:pPr>
            <w:r w:rsidRPr="003F7F55">
              <w:rPr>
                <w:bCs/>
                <w:color w:val="auto"/>
                <w:sz w:val="24"/>
                <w:szCs w:val="24"/>
              </w:rPr>
              <w:t xml:space="preserve">Suspensão temporária do direito de licitar e contratar com o Sistema SEBRAE, por prazo de até 2 (dois) anos, a critério do Sebrae/RO, pela aplicação das penalidades acima. </w:t>
            </w:r>
          </w:p>
          <w:p w14:paraId="4FAA24C2" w14:textId="77777777" w:rsidR="003F7F55" w:rsidRPr="003F7F55" w:rsidRDefault="003F7F55" w:rsidP="003F7F55">
            <w:pPr>
              <w:tabs>
                <w:tab w:val="left" w:pos="993"/>
              </w:tabs>
              <w:spacing w:after="0" w:line="240" w:lineRule="auto"/>
              <w:ind w:firstLine="0"/>
              <w:rPr>
                <w:bCs/>
                <w:color w:val="auto"/>
                <w:sz w:val="24"/>
                <w:szCs w:val="24"/>
              </w:rPr>
            </w:pPr>
          </w:p>
          <w:bookmarkEnd w:id="1"/>
          <w:p w14:paraId="4D50FDD8" w14:textId="77777777" w:rsidR="003F7F55" w:rsidRPr="003F7F55" w:rsidRDefault="003F7F55" w:rsidP="003F7F55">
            <w:pPr>
              <w:tabs>
                <w:tab w:val="left" w:pos="993"/>
              </w:tabs>
              <w:spacing w:after="0" w:line="240" w:lineRule="auto"/>
              <w:ind w:firstLine="0"/>
              <w:rPr>
                <w:color w:val="auto"/>
                <w:sz w:val="24"/>
                <w:szCs w:val="24"/>
              </w:rPr>
            </w:pPr>
          </w:p>
          <w:p w14:paraId="7E100C85" w14:textId="77777777" w:rsidR="00C9318C" w:rsidRDefault="00C9318C" w:rsidP="00C9318C">
            <w:pPr>
              <w:pStyle w:val="PargrafodaLista"/>
              <w:spacing w:after="0" w:line="240" w:lineRule="auto"/>
              <w:ind w:left="1080" w:firstLine="0"/>
              <w:rPr>
                <w:bCs/>
                <w:color w:val="000000"/>
                <w:kern w:val="2"/>
                <w:sz w:val="24"/>
                <w:szCs w:val="24"/>
              </w:rPr>
            </w:pPr>
          </w:p>
          <w:p w14:paraId="16563475" w14:textId="77777777" w:rsidR="00C9318C" w:rsidRPr="00D5056B" w:rsidRDefault="00EA6617" w:rsidP="00D5056B">
            <w:pPr>
              <w:spacing w:after="0" w:line="240" w:lineRule="auto"/>
              <w:ind w:firstLine="0"/>
              <w:rPr>
                <w:bCs/>
                <w:color w:val="000000"/>
                <w:kern w:val="2"/>
                <w:sz w:val="24"/>
                <w:szCs w:val="24"/>
              </w:rPr>
            </w:pPr>
            <w:r w:rsidRPr="00D5056B">
              <w:rPr>
                <w:b/>
                <w:color w:val="000000"/>
                <w:kern w:val="2"/>
                <w:sz w:val="24"/>
                <w:szCs w:val="24"/>
              </w:rPr>
              <w:t>Parágrafo</w:t>
            </w:r>
            <w:r w:rsidRPr="00D5056B">
              <w:rPr>
                <w:bCs/>
                <w:color w:val="000000"/>
                <w:kern w:val="2"/>
                <w:sz w:val="24"/>
                <w:szCs w:val="24"/>
              </w:rPr>
              <w:t xml:space="preserve"> </w:t>
            </w:r>
            <w:r w:rsidRPr="00D5056B">
              <w:rPr>
                <w:b/>
                <w:color w:val="000000"/>
                <w:kern w:val="2"/>
                <w:sz w:val="24"/>
                <w:szCs w:val="24"/>
              </w:rPr>
              <w:t>Primeiro</w:t>
            </w:r>
            <w:r w:rsidRPr="00D5056B">
              <w:rPr>
                <w:bCs/>
                <w:color w:val="000000"/>
                <w:kern w:val="2"/>
                <w:sz w:val="24"/>
                <w:szCs w:val="24"/>
              </w:rPr>
              <w:t>:</w:t>
            </w:r>
            <w:r w:rsidR="00C9318C" w:rsidRPr="00D5056B">
              <w:rPr>
                <w:bCs/>
                <w:color w:val="000000"/>
                <w:kern w:val="2"/>
                <w:sz w:val="24"/>
                <w:szCs w:val="24"/>
              </w:rPr>
              <w:t xml:space="preserve"> </w:t>
            </w:r>
            <w:r w:rsidRPr="00D5056B">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Default="00C9318C" w:rsidP="00C9318C">
            <w:pPr>
              <w:pStyle w:val="PargrafodaLista"/>
              <w:spacing w:after="0" w:line="240" w:lineRule="auto"/>
              <w:ind w:left="1080" w:firstLine="0"/>
              <w:rPr>
                <w:bCs/>
                <w:color w:val="000000"/>
                <w:kern w:val="2"/>
                <w:sz w:val="24"/>
                <w:szCs w:val="24"/>
              </w:rPr>
            </w:pPr>
          </w:p>
          <w:p w14:paraId="6822B863" w14:textId="47230575" w:rsidR="007313F9" w:rsidRPr="00D5056B" w:rsidRDefault="00EA6617" w:rsidP="00D5056B">
            <w:pPr>
              <w:spacing w:after="0" w:line="240" w:lineRule="auto"/>
              <w:ind w:firstLine="0"/>
              <w:rPr>
                <w:bCs/>
                <w:color w:val="000000"/>
                <w:kern w:val="2"/>
                <w:sz w:val="24"/>
                <w:szCs w:val="24"/>
              </w:rPr>
            </w:pPr>
            <w:r w:rsidRPr="00D5056B">
              <w:rPr>
                <w:b/>
                <w:color w:val="000000"/>
                <w:kern w:val="2"/>
                <w:sz w:val="24"/>
                <w:szCs w:val="24"/>
              </w:rPr>
              <w:t>Parágrafo Segundo</w:t>
            </w:r>
            <w:r w:rsidRPr="00D5056B">
              <w:rPr>
                <w:bCs/>
                <w:color w:val="000000"/>
                <w:kern w:val="2"/>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ED01D7B" w14:textId="77777777" w:rsidR="007B5B42" w:rsidRPr="00EA6617" w:rsidRDefault="007B5B42" w:rsidP="007C427C">
      <w:pPr>
        <w:tabs>
          <w:tab w:val="left" w:pos="993"/>
        </w:tabs>
        <w:spacing w:after="0" w:line="240" w:lineRule="auto"/>
        <w:ind w:firstLine="0"/>
        <w:rPr>
          <w:sz w:val="24"/>
          <w:szCs w:val="24"/>
        </w:rPr>
      </w:pPr>
    </w:p>
    <w:p w14:paraId="68E620FA"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8166F4D" w14:textId="77777777" w:rsidTr="00516BF8">
        <w:tc>
          <w:tcPr>
            <w:tcW w:w="9061" w:type="dxa"/>
          </w:tcPr>
          <w:p w14:paraId="450BF2BB" w14:textId="77777777" w:rsidR="008C1DC6" w:rsidRPr="008C1DC6" w:rsidRDefault="008C1DC6" w:rsidP="008C1DC6">
            <w:pPr>
              <w:pStyle w:val="PargrafodaLista"/>
              <w:numPr>
                <w:ilvl w:val="0"/>
                <w:numId w:val="43"/>
              </w:numPr>
              <w:rPr>
                <w:b/>
                <w:bCs/>
                <w:sz w:val="24"/>
                <w:szCs w:val="24"/>
              </w:rPr>
            </w:pPr>
            <w:r w:rsidRPr="008C1DC6">
              <w:rPr>
                <w:b/>
                <w:bCs/>
                <w:sz w:val="24"/>
                <w:szCs w:val="24"/>
              </w:rPr>
              <w:t>FORMA DE PAGAMENTO:</w:t>
            </w:r>
          </w:p>
          <w:p w14:paraId="766BBA2F" w14:textId="77777777" w:rsidR="008C1DC6" w:rsidRPr="008C1DC6" w:rsidRDefault="008C1DC6" w:rsidP="008C1DC6">
            <w:pPr>
              <w:pStyle w:val="PargrafodaLista"/>
              <w:ind w:left="1440"/>
              <w:rPr>
                <w:b/>
                <w:bCs/>
                <w:sz w:val="24"/>
                <w:szCs w:val="24"/>
              </w:rPr>
            </w:pPr>
          </w:p>
          <w:p w14:paraId="1DD29D81" w14:textId="77777777" w:rsidR="008C1DC6" w:rsidRPr="008C1DC6" w:rsidRDefault="008C1DC6" w:rsidP="008C1DC6">
            <w:pPr>
              <w:pStyle w:val="PargrafodaLista"/>
              <w:numPr>
                <w:ilvl w:val="1"/>
                <w:numId w:val="43"/>
              </w:numPr>
              <w:rPr>
                <w:bCs/>
                <w:sz w:val="24"/>
                <w:szCs w:val="24"/>
              </w:rPr>
            </w:pPr>
            <w:r w:rsidRPr="008C1DC6">
              <w:rPr>
                <w:bCs/>
                <w:sz w:val="24"/>
                <w:szCs w:val="24"/>
              </w:rPr>
              <w:t xml:space="preserve"> A </w:t>
            </w:r>
            <w:r w:rsidRPr="008C1DC6">
              <w:rPr>
                <w:sz w:val="24"/>
                <w:szCs w:val="24"/>
              </w:rPr>
              <w:t>CONTRATADA</w:t>
            </w:r>
            <w:r w:rsidRPr="008C1DC6">
              <w:rPr>
                <w:bCs/>
                <w:sz w:val="24"/>
                <w:szCs w:val="24"/>
              </w:rPr>
              <w:t xml:space="preserve"> deverá encaminhar a Nota Fiscal/Fatura de produto/serviço por e-mail ou diretamente pelo sistema SE ou no Sebrae em Rondônia na Avenida Campos Sales, 3421, Bairro Olaria, Porto Velho - Rondônia e endereçada ao gestor do contrato, com entrega protocolada, a fim de que sejam adotas as medidas afetas ao pagamento;</w:t>
            </w:r>
          </w:p>
          <w:p w14:paraId="33F11E3A" w14:textId="77777777" w:rsidR="008C1DC6" w:rsidRPr="008C1DC6" w:rsidRDefault="008C1DC6" w:rsidP="008C1DC6">
            <w:pPr>
              <w:pStyle w:val="PargrafodaLista"/>
              <w:ind w:left="1440"/>
              <w:rPr>
                <w:bCs/>
                <w:sz w:val="24"/>
                <w:szCs w:val="24"/>
              </w:rPr>
            </w:pPr>
          </w:p>
          <w:p w14:paraId="44217209" w14:textId="77777777" w:rsidR="008C1DC6" w:rsidRPr="008C1DC6" w:rsidRDefault="008C1DC6" w:rsidP="008C1DC6">
            <w:pPr>
              <w:pStyle w:val="PargrafodaLista"/>
              <w:ind w:left="1440"/>
              <w:rPr>
                <w:bCs/>
                <w:sz w:val="24"/>
                <w:szCs w:val="24"/>
              </w:rPr>
            </w:pPr>
          </w:p>
          <w:p w14:paraId="52208A60" w14:textId="77777777" w:rsidR="008C1DC6" w:rsidRPr="008C1DC6" w:rsidRDefault="008C1DC6" w:rsidP="008C1DC6">
            <w:pPr>
              <w:pStyle w:val="PargrafodaLista"/>
              <w:numPr>
                <w:ilvl w:val="1"/>
                <w:numId w:val="43"/>
              </w:numPr>
              <w:rPr>
                <w:sz w:val="24"/>
                <w:szCs w:val="24"/>
              </w:rPr>
            </w:pPr>
            <w:r w:rsidRPr="008C1DC6">
              <w:rPr>
                <w:sz w:val="24"/>
                <w:szCs w:val="24"/>
              </w:rPr>
              <w:t xml:space="preserve"> O pagamento será efetuado mediante crédito em conta bancária indicada pela empresa registrada, no prazo de até 10 (dez) dias úteis contados na data da apresentação de nota fiscal ao Sebrae em Rondônia, e devidamente atestada após verificação da regularidade fiscal da CONTRATADA;  </w:t>
            </w:r>
          </w:p>
          <w:p w14:paraId="45696D2D" w14:textId="77777777" w:rsidR="008C1DC6" w:rsidRPr="008C1DC6" w:rsidRDefault="008C1DC6" w:rsidP="008C1DC6">
            <w:pPr>
              <w:pStyle w:val="PargrafodaLista"/>
              <w:numPr>
                <w:ilvl w:val="1"/>
                <w:numId w:val="43"/>
              </w:numPr>
              <w:rPr>
                <w:sz w:val="24"/>
                <w:szCs w:val="24"/>
              </w:rPr>
            </w:pPr>
            <w:r w:rsidRPr="008C1DC6">
              <w:rPr>
                <w:sz w:val="24"/>
                <w:szCs w:val="24"/>
              </w:rPr>
              <w:lastRenderedPageBreak/>
              <w:t>A Nota Fiscal deverá ser entregue ao Sebrae em Rondônia pela CONTRATADA, respeitando a data limite do dia 20 de cada mês para entrega do documento fiscal;</w:t>
            </w:r>
          </w:p>
          <w:p w14:paraId="788E2B30" w14:textId="77777777" w:rsidR="008C1DC6" w:rsidRPr="008C1DC6" w:rsidRDefault="008C1DC6" w:rsidP="008C1DC6">
            <w:pPr>
              <w:pStyle w:val="PargrafodaLista"/>
              <w:ind w:left="1440"/>
              <w:rPr>
                <w:sz w:val="24"/>
                <w:szCs w:val="24"/>
              </w:rPr>
            </w:pPr>
          </w:p>
          <w:p w14:paraId="011BDA76" w14:textId="77777777" w:rsidR="008C1DC6" w:rsidRPr="008C1DC6" w:rsidRDefault="008C1DC6" w:rsidP="008C1DC6">
            <w:pPr>
              <w:pStyle w:val="PargrafodaLista"/>
              <w:numPr>
                <w:ilvl w:val="1"/>
                <w:numId w:val="43"/>
              </w:numPr>
              <w:rPr>
                <w:sz w:val="24"/>
                <w:szCs w:val="24"/>
              </w:rPr>
            </w:pPr>
            <w:r w:rsidRPr="008C1DC6">
              <w:rPr>
                <w:sz w:val="24"/>
                <w:szCs w:val="24"/>
              </w:rPr>
              <w:t xml:space="preserve">Quaisquer despesas decorrentes de transações bancárias correrão por conta da CONTRATADA; </w:t>
            </w:r>
          </w:p>
          <w:p w14:paraId="24988476" w14:textId="77777777" w:rsidR="008C1DC6" w:rsidRPr="008C1DC6" w:rsidRDefault="008C1DC6" w:rsidP="008C1DC6">
            <w:pPr>
              <w:pStyle w:val="PargrafodaLista"/>
              <w:spacing w:after="0" w:line="240" w:lineRule="auto"/>
              <w:ind w:left="1440" w:firstLine="0"/>
              <w:rPr>
                <w:sz w:val="24"/>
                <w:szCs w:val="24"/>
              </w:rPr>
            </w:pPr>
          </w:p>
          <w:p w14:paraId="0A1E6110" w14:textId="77777777" w:rsidR="008C1DC6" w:rsidRPr="008C1DC6" w:rsidRDefault="008C1DC6" w:rsidP="008C1DC6">
            <w:pPr>
              <w:pStyle w:val="PargrafodaLista"/>
              <w:ind w:left="1440"/>
              <w:rPr>
                <w:sz w:val="24"/>
                <w:szCs w:val="24"/>
              </w:rPr>
            </w:pPr>
          </w:p>
          <w:p w14:paraId="4A7E58A6" w14:textId="77777777" w:rsidR="008C1DC6" w:rsidRPr="008C1DC6" w:rsidRDefault="008C1DC6" w:rsidP="008C1DC6">
            <w:pPr>
              <w:pStyle w:val="PargrafodaLista"/>
              <w:numPr>
                <w:ilvl w:val="1"/>
                <w:numId w:val="43"/>
              </w:numPr>
              <w:rPr>
                <w:sz w:val="24"/>
                <w:szCs w:val="24"/>
              </w:rPr>
            </w:pPr>
            <w:r w:rsidRPr="008C1DC6">
              <w:rPr>
                <w:sz w:val="24"/>
                <w:szCs w:val="24"/>
              </w:rPr>
              <w:t xml:space="preserve"> O Sebrae em Rondônia poderá deduzir, do montante a pagar, as indenizações devidas pela CONTRATADA em razão de inadimplência;</w:t>
            </w:r>
          </w:p>
          <w:p w14:paraId="6C1BB27B" w14:textId="77777777" w:rsidR="008C1DC6" w:rsidRPr="008C1DC6" w:rsidRDefault="008C1DC6" w:rsidP="008C1DC6">
            <w:pPr>
              <w:pStyle w:val="PargrafodaLista"/>
              <w:ind w:left="1440"/>
              <w:rPr>
                <w:sz w:val="24"/>
                <w:szCs w:val="24"/>
              </w:rPr>
            </w:pPr>
          </w:p>
          <w:p w14:paraId="7D9AF67E" w14:textId="77777777" w:rsidR="008C1DC6" w:rsidRPr="008C1DC6" w:rsidRDefault="008C1DC6" w:rsidP="008C1DC6">
            <w:pPr>
              <w:pStyle w:val="PargrafodaLista"/>
              <w:numPr>
                <w:ilvl w:val="1"/>
                <w:numId w:val="43"/>
              </w:numPr>
              <w:rPr>
                <w:sz w:val="24"/>
                <w:szCs w:val="24"/>
              </w:rPr>
            </w:pPr>
            <w:r w:rsidRPr="008C1DC6">
              <w:rPr>
                <w:sz w:val="24"/>
                <w:szCs w:val="24"/>
              </w:rPr>
              <w:t xml:space="preserve"> 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3CEF297F" w14:textId="77777777" w:rsidR="008C1DC6" w:rsidRPr="008C1DC6" w:rsidRDefault="008C1DC6" w:rsidP="008C1DC6">
            <w:pPr>
              <w:pStyle w:val="PargrafodaLista"/>
              <w:spacing w:after="0" w:line="240" w:lineRule="auto"/>
              <w:ind w:left="1440" w:firstLine="0"/>
              <w:rPr>
                <w:sz w:val="24"/>
                <w:szCs w:val="24"/>
              </w:rPr>
            </w:pPr>
          </w:p>
          <w:p w14:paraId="3E17D25E" w14:textId="77777777" w:rsidR="008C1DC6" w:rsidRPr="008C1DC6" w:rsidRDefault="008C1DC6" w:rsidP="008C1DC6">
            <w:pPr>
              <w:pStyle w:val="PargrafodaLista"/>
              <w:ind w:left="1440"/>
              <w:rPr>
                <w:sz w:val="24"/>
                <w:szCs w:val="24"/>
              </w:rPr>
            </w:pPr>
          </w:p>
          <w:p w14:paraId="32EE22D6" w14:textId="77777777" w:rsidR="008C1DC6" w:rsidRPr="008C1DC6" w:rsidRDefault="008C1DC6" w:rsidP="008C1DC6">
            <w:pPr>
              <w:pStyle w:val="PargrafodaLista"/>
              <w:numPr>
                <w:ilvl w:val="1"/>
                <w:numId w:val="43"/>
              </w:numPr>
              <w:rPr>
                <w:sz w:val="24"/>
                <w:szCs w:val="24"/>
              </w:rPr>
            </w:pPr>
            <w:r w:rsidRPr="008C1DC6">
              <w:rPr>
                <w:sz w:val="24"/>
                <w:szCs w:val="24"/>
              </w:rPr>
              <w:t xml:space="preserve">Deverão constar obrigatoriamente no corpo das notas fiscais as seguintes informações: </w:t>
            </w:r>
          </w:p>
          <w:p w14:paraId="74BB388A" w14:textId="77777777" w:rsidR="008C1DC6" w:rsidRPr="008C1DC6" w:rsidRDefault="008C1DC6" w:rsidP="008C1DC6">
            <w:pPr>
              <w:pStyle w:val="PargrafodaLista"/>
              <w:ind w:left="1440"/>
              <w:rPr>
                <w:sz w:val="24"/>
                <w:szCs w:val="24"/>
              </w:rPr>
            </w:pPr>
          </w:p>
          <w:p w14:paraId="4D750D4E" w14:textId="77777777" w:rsidR="008C1DC6" w:rsidRPr="003D7DD7" w:rsidRDefault="008C1DC6" w:rsidP="003D7DD7">
            <w:pPr>
              <w:ind w:left="1440" w:firstLine="0"/>
              <w:rPr>
                <w:sz w:val="24"/>
                <w:szCs w:val="24"/>
              </w:rPr>
            </w:pPr>
            <w:r w:rsidRPr="003D7DD7">
              <w:rPr>
                <w:sz w:val="24"/>
                <w:szCs w:val="24"/>
              </w:rPr>
              <w:t>Razão social; CNPJ; Inscrição Estadual; Inscrição Municipal;</w:t>
            </w:r>
          </w:p>
          <w:p w14:paraId="1E8C36E4" w14:textId="77777777" w:rsidR="008C1DC6" w:rsidRPr="003D7DD7" w:rsidRDefault="008C1DC6" w:rsidP="003D7DD7">
            <w:pPr>
              <w:ind w:left="1440" w:firstLine="0"/>
              <w:rPr>
                <w:sz w:val="24"/>
                <w:szCs w:val="24"/>
              </w:rPr>
            </w:pPr>
            <w:r w:rsidRPr="003D7DD7">
              <w:rPr>
                <w:sz w:val="24"/>
                <w:szCs w:val="24"/>
              </w:rPr>
              <w:t>Informar o número da contrato; Valor total, com as deduções de impostos devidos;</w:t>
            </w:r>
          </w:p>
          <w:p w14:paraId="04227C3C" w14:textId="77777777" w:rsidR="008C1DC6" w:rsidRPr="003D7DD7" w:rsidRDefault="008C1DC6" w:rsidP="003D7DD7">
            <w:pPr>
              <w:ind w:left="1440" w:firstLine="0"/>
              <w:rPr>
                <w:sz w:val="24"/>
                <w:szCs w:val="24"/>
              </w:rPr>
            </w:pPr>
            <w:r w:rsidRPr="003D7DD7">
              <w:rPr>
                <w:sz w:val="24"/>
                <w:szCs w:val="24"/>
              </w:rPr>
              <w:t>Descrição dos produtos/serviços fornecidos, quantidade do produto, preço unitário, data de emissão.</w:t>
            </w:r>
          </w:p>
          <w:p w14:paraId="3A04AE23" w14:textId="77777777" w:rsidR="008C1DC6" w:rsidRPr="008C1DC6" w:rsidRDefault="008C1DC6" w:rsidP="008C1DC6">
            <w:pPr>
              <w:pStyle w:val="PargrafodaLista"/>
              <w:ind w:left="1440" w:firstLine="0"/>
              <w:rPr>
                <w:sz w:val="24"/>
                <w:szCs w:val="24"/>
              </w:rPr>
            </w:pPr>
          </w:p>
          <w:p w14:paraId="60995239" w14:textId="77777777" w:rsidR="008C1DC6" w:rsidRPr="008C1DC6" w:rsidRDefault="008C1DC6" w:rsidP="008C1DC6">
            <w:pPr>
              <w:pStyle w:val="PargrafodaLista"/>
              <w:ind w:left="1440" w:firstLine="0"/>
              <w:rPr>
                <w:sz w:val="24"/>
                <w:szCs w:val="24"/>
              </w:rPr>
            </w:pPr>
          </w:p>
          <w:p w14:paraId="74F448EB" w14:textId="77777777" w:rsidR="008C1DC6" w:rsidRPr="008C1DC6" w:rsidRDefault="008C1DC6" w:rsidP="008C1DC6">
            <w:pPr>
              <w:pStyle w:val="PargrafodaLista"/>
              <w:numPr>
                <w:ilvl w:val="1"/>
                <w:numId w:val="43"/>
              </w:numPr>
              <w:rPr>
                <w:sz w:val="24"/>
                <w:szCs w:val="24"/>
              </w:rPr>
            </w:pPr>
            <w:r w:rsidRPr="008C1DC6">
              <w:rPr>
                <w:sz w:val="24"/>
                <w:szCs w:val="24"/>
              </w:rPr>
              <w:lastRenderedPageBreak/>
              <w:t xml:space="preserve">É condição para o recebimento dos créditos decorrentes dos produtos fornecidos, a CONTRATADA apresentar juntamente com as notas fiscais/faturas as Certidões que comprovem sua regularidade fiscal com os seguintes documentos: </w:t>
            </w:r>
          </w:p>
          <w:p w14:paraId="5A9E5502" w14:textId="77777777" w:rsidR="008C1DC6" w:rsidRPr="008C1DC6" w:rsidRDefault="008C1DC6" w:rsidP="008C1DC6">
            <w:pPr>
              <w:pStyle w:val="PargrafodaLista"/>
              <w:ind w:left="1440"/>
              <w:rPr>
                <w:sz w:val="24"/>
                <w:szCs w:val="24"/>
              </w:rPr>
            </w:pPr>
          </w:p>
          <w:p w14:paraId="07300E76" w14:textId="77777777" w:rsidR="008C1DC6" w:rsidRPr="008C1DC6" w:rsidRDefault="008C1DC6" w:rsidP="008C1DC6">
            <w:pPr>
              <w:pStyle w:val="PargrafodaLista"/>
              <w:numPr>
                <w:ilvl w:val="1"/>
                <w:numId w:val="43"/>
              </w:numPr>
              <w:rPr>
                <w:sz w:val="24"/>
                <w:szCs w:val="24"/>
              </w:rPr>
            </w:pPr>
            <w:r w:rsidRPr="008C1DC6">
              <w:rPr>
                <w:sz w:val="24"/>
                <w:szCs w:val="24"/>
              </w:rPr>
              <w:t xml:space="preserve">Certidão Conjunta de Débitos Relativos a Tributos Federais/INSS; </w:t>
            </w:r>
          </w:p>
          <w:p w14:paraId="59A78B73" w14:textId="77777777" w:rsidR="008C1DC6" w:rsidRPr="008C1DC6" w:rsidRDefault="008C1DC6" w:rsidP="008C1DC6">
            <w:pPr>
              <w:pStyle w:val="PargrafodaLista"/>
              <w:spacing w:after="0" w:line="240" w:lineRule="auto"/>
              <w:ind w:left="1440" w:firstLine="0"/>
              <w:rPr>
                <w:sz w:val="24"/>
                <w:szCs w:val="24"/>
              </w:rPr>
            </w:pPr>
          </w:p>
          <w:p w14:paraId="0B9D98AB" w14:textId="77777777" w:rsidR="008C1DC6" w:rsidRPr="008C1DC6" w:rsidRDefault="008C1DC6" w:rsidP="008C1DC6">
            <w:pPr>
              <w:pStyle w:val="PargrafodaLista"/>
              <w:ind w:left="1440"/>
              <w:rPr>
                <w:sz w:val="24"/>
                <w:szCs w:val="24"/>
              </w:rPr>
            </w:pPr>
          </w:p>
          <w:p w14:paraId="37F67C16" w14:textId="77777777" w:rsidR="008C1DC6" w:rsidRPr="008C1DC6" w:rsidRDefault="008C1DC6" w:rsidP="008C1DC6">
            <w:pPr>
              <w:pStyle w:val="PargrafodaLista"/>
              <w:numPr>
                <w:ilvl w:val="1"/>
                <w:numId w:val="43"/>
              </w:numPr>
              <w:rPr>
                <w:sz w:val="24"/>
                <w:szCs w:val="24"/>
              </w:rPr>
            </w:pPr>
            <w:r w:rsidRPr="008C1DC6">
              <w:rPr>
                <w:sz w:val="24"/>
                <w:szCs w:val="24"/>
              </w:rPr>
              <w:t xml:space="preserve">Certidão de Regularidade de Tributos Estaduais; </w:t>
            </w:r>
          </w:p>
          <w:p w14:paraId="06033907" w14:textId="77777777" w:rsidR="008C1DC6" w:rsidRPr="008C1DC6" w:rsidRDefault="008C1DC6" w:rsidP="008C1DC6">
            <w:pPr>
              <w:pStyle w:val="PargrafodaLista"/>
              <w:ind w:left="1440"/>
              <w:rPr>
                <w:sz w:val="24"/>
                <w:szCs w:val="24"/>
              </w:rPr>
            </w:pPr>
          </w:p>
          <w:p w14:paraId="44AF7DA3" w14:textId="77777777" w:rsidR="008C1DC6" w:rsidRPr="008C1DC6" w:rsidRDefault="008C1DC6" w:rsidP="008C1DC6">
            <w:pPr>
              <w:pStyle w:val="PargrafodaLista"/>
              <w:numPr>
                <w:ilvl w:val="1"/>
                <w:numId w:val="43"/>
              </w:numPr>
              <w:rPr>
                <w:sz w:val="24"/>
                <w:szCs w:val="24"/>
              </w:rPr>
            </w:pPr>
            <w:r w:rsidRPr="008C1DC6">
              <w:rPr>
                <w:sz w:val="24"/>
                <w:szCs w:val="24"/>
              </w:rPr>
              <w:t xml:space="preserve">Certidão de Regularidade de Tributos Municipais; </w:t>
            </w:r>
          </w:p>
          <w:p w14:paraId="1B73A39E" w14:textId="77777777" w:rsidR="008C1DC6" w:rsidRPr="008C1DC6" w:rsidRDefault="008C1DC6" w:rsidP="008C1DC6">
            <w:pPr>
              <w:pStyle w:val="PargrafodaLista"/>
              <w:spacing w:after="0" w:line="240" w:lineRule="auto"/>
              <w:ind w:left="1440" w:firstLine="0"/>
              <w:rPr>
                <w:sz w:val="24"/>
                <w:szCs w:val="24"/>
              </w:rPr>
            </w:pPr>
          </w:p>
          <w:p w14:paraId="3E58B03A" w14:textId="77777777" w:rsidR="008C1DC6" w:rsidRPr="008C1DC6" w:rsidRDefault="008C1DC6" w:rsidP="008C1DC6">
            <w:pPr>
              <w:pStyle w:val="PargrafodaLista"/>
              <w:ind w:left="1440"/>
              <w:rPr>
                <w:sz w:val="24"/>
                <w:szCs w:val="24"/>
              </w:rPr>
            </w:pPr>
          </w:p>
          <w:p w14:paraId="6B6D7403" w14:textId="77777777" w:rsidR="008C1DC6" w:rsidRPr="008C1DC6" w:rsidRDefault="008C1DC6" w:rsidP="008C1DC6">
            <w:pPr>
              <w:pStyle w:val="PargrafodaLista"/>
              <w:numPr>
                <w:ilvl w:val="1"/>
                <w:numId w:val="43"/>
              </w:numPr>
              <w:rPr>
                <w:sz w:val="24"/>
                <w:szCs w:val="24"/>
              </w:rPr>
            </w:pPr>
            <w:r w:rsidRPr="008C1DC6">
              <w:rPr>
                <w:sz w:val="24"/>
                <w:szCs w:val="24"/>
              </w:rPr>
              <w:t xml:space="preserve">Prova de regularidade relativa ao Fundo de Garantia por Tempo de Serviço –FGTS; </w:t>
            </w:r>
          </w:p>
          <w:p w14:paraId="61089A36" w14:textId="77777777" w:rsidR="008C1DC6" w:rsidRPr="008C1DC6" w:rsidRDefault="008C1DC6" w:rsidP="008C1DC6">
            <w:pPr>
              <w:pStyle w:val="PargrafodaLista"/>
              <w:numPr>
                <w:ilvl w:val="1"/>
                <w:numId w:val="43"/>
              </w:numPr>
              <w:rPr>
                <w:sz w:val="24"/>
                <w:szCs w:val="24"/>
              </w:rPr>
            </w:pPr>
            <w:r w:rsidRPr="008C1DC6">
              <w:rPr>
                <w:sz w:val="24"/>
                <w:szCs w:val="24"/>
              </w:rPr>
              <w:t>Certidão Negativa de Débitos Trabalhistas - TST</w:t>
            </w:r>
          </w:p>
          <w:p w14:paraId="779772A7" w14:textId="77777777" w:rsidR="00516BF8" w:rsidRPr="00A006B1" w:rsidRDefault="00516BF8" w:rsidP="008C1DC6">
            <w:pPr>
              <w:pStyle w:val="PargrafodaLista"/>
              <w:spacing w:after="0" w:line="240" w:lineRule="auto"/>
              <w:ind w:left="1440" w:firstLine="0"/>
              <w:rPr>
                <w:sz w:val="24"/>
                <w:szCs w:val="24"/>
              </w:rPr>
            </w:pPr>
          </w:p>
        </w:tc>
      </w:tr>
    </w:tbl>
    <w:p w14:paraId="38393355" w14:textId="77777777" w:rsidR="00516BF8" w:rsidRPr="00EA6617" w:rsidRDefault="00516BF8" w:rsidP="007C427C">
      <w:pPr>
        <w:tabs>
          <w:tab w:val="left" w:pos="993"/>
        </w:tabs>
        <w:spacing w:after="0" w:line="240" w:lineRule="auto"/>
        <w:ind w:firstLine="0"/>
        <w:rPr>
          <w:sz w:val="24"/>
          <w:szCs w:val="24"/>
        </w:rPr>
      </w:pPr>
    </w:p>
    <w:p w14:paraId="6A1F9E3F" w14:textId="77777777" w:rsidR="00516BF8" w:rsidRDefault="00516BF8" w:rsidP="007C427C">
      <w:pPr>
        <w:tabs>
          <w:tab w:val="left" w:pos="993"/>
        </w:tabs>
        <w:spacing w:after="0" w:line="240" w:lineRule="auto"/>
        <w:ind w:firstLine="0"/>
        <w:rPr>
          <w:sz w:val="24"/>
          <w:szCs w:val="24"/>
        </w:rPr>
      </w:pPr>
    </w:p>
    <w:p w14:paraId="6D1611FA" w14:textId="77777777" w:rsidR="003908B2" w:rsidRPr="00EA6617" w:rsidRDefault="003908B2" w:rsidP="007C427C">
      <w:pPr>
        <w:tabs>
          <w:tab w:val="left" w:pos="993"/>
        </w:tabs>
        <w:spacing w:after="0" w:line="240" w:lineRule="auto"/>
        <w:ind w:firstLine="0"/>
        <w:rPr>
          <w:sz w:val="24"/>
          <w:szCs w:val="24"/>
        </w:rPr>
      </w:pPr>
    </w:p>
    <w:p w14:paraId="26483B74" w14:textId="77777777" w:rsidR="00516BF8" w:rsidRPr="00EA6617" w:rsidRDefault="00516BF8" w:rsidP="007C427C">
      <w:pPr>
        <w:tabs>
          <w:tab w:val="left" w:pos="993"/>
        </w:tabs>
        <w:spacing w:after="0" w:line="240" w:lineRule="auto"/>
        <w:ind w:firstLine="0"/>
        <w:rPr>
          <w:sz w:val="24"/>
          <w:szCs w:val="24"/>
        </w:rPr>
      </w:pPr>
    </w:p>
    <w:p w14:paraId="53FC8CFE" w14:textId="77777777" w:rsidR="00516BF8" w:rsidRPr="00EA6617" w:rsidRDefault="00516BF8" w:rsidP="007C427C">
      <w:pPr>
        <w:tabs>
          <w:tab w:val="left" w:pos="993"/>
        </w:tabs>
        <w:spacing w:after="0" w:line="240" w:lineRule="auto"/>
        <w:ind w:firstLine="0"/>
        <w:rPr>
          <w:sz w:val="24"/>
          <w:szCs w:val="24"/>
        </w:rPr>
      </w:pPr>
    </w:p>
    <w:p w14:paraId="6398FC37" w14:textId="69BA993B" w:rsidR="00516BF8" w:rsidRPr="00EA6617" w:rsidRDefault="003908B2" w:rsidP="003908B2">
      <w:pPr>
        <w:tabs>
          <w:tab w:val="left" w:pos="993"/>
        </w:tabs>
        <w:spacing w:after="0" w:line="240" w:lineRule="auto"/>
        <w:ind w:firstLine="0"/>
        <w:jc w:val="right"/>
        <w:rPr>
          <w:sz w:val="24"/>
          <w:szCs w:val="24"/>
        </w:rPr>
      </w:pPr>
      <w:r w:rsidRPr="00D618F2">
        <w:rPr>
          <w:sz w:val="24"/>
          <w:szCs w:val="24"/>
        </w:rPr>
        <w:t xml:space="preserve">Porto Velho, </w:t>
      </w:r>
      <w:r w:rsidR="00D618F2">
        <w:rPr>
          <w:sz w:val="24"/>
          <w:szCs w:val="24"/>
        </w:rPr>
        <w:t>05</w:t>
      </w:r>
      <w:r w:rsidRPr="00D618F2">
        <w:rPr>
          <w:sz w:val="24"/>
          <w:szCs w:val="24"/>
        </w:rPr>
        <w:t xml:space="preserve"> de </w:t>
      </w:r>
      <w:r w:rsidR="00D618F2">
        <w:rPr>
          <w:sz w:val="24"/>
          <w:szCs w:val="24"/>
        </w:rPr>
        <w:t>junho</w:t>
      </w:r>
      <w:r w:rsidRPr="00D618F2">
        <w:rPr>
          <w:sz w:val="24"/>
          <w:szCs w:val="24"/>
        </w:rPr>
        <w:t xml:space="preserve"> de 202</w:t>
      </w:r>
      <w:r w:rsidR="00D618F2">
        <w:rPr>
          <w:sz w:val="24"/>
          <w:szCs w:val="24"/>
        </w:rPr>
        <w:t>5</w:t>
      </w:r>
      <w:r w:rsidRPr="00D618F2">
        <w:rPr>
          <w:sz w:val="24"/>
          <w:szCs w:val="24"/>
        </w:rPr>
        <w:t>.</w:t>
      </w:r>
    </w:p>
    <w:p w14:paraId="23C71DEE" w14:textId="77777777" w:rsidR="00BE0A4C" w:rsidRPr="00EA6617" w:rsidRDefault="00BE0A4C" w:rsidP="00BE0A4C">
      <w:pPr>
        <w:tabs>
          <w:tab w:val="left" w:pos="993"/>
        </w:tabs>
        <w:spacing w:after="0" w:line="240" w:lineRule="auto"/>
        <w:ind w:firstLine="0"/>
        <w:rPr>
          <w:color w:val="auto"/>
          <w:sz w:val="24"/>
          <w:szCs w:val="24"/>
        </w:rPr>
      </w:pPr>
    </w:p>
    <w:p w14:paraId="446FB1F0" w14:textId="77777777" w:rsidR="00BE0A4C" w:rsidRPr="00EA6617" w:rsidRDefault="00BE0A4C" w:rsidP="00BE0A4C">
      <w:pPr>
        <w:tabs>
          <w:tab w:val="left" w:pos="993"/>
        </w:tabs>
        <w:spacing w:after="0" w:line="240" w:lineRule="auto"/>
        <w:ind w:firstLine="0"/>
        <w:rPr>
          <w:color w:val="auto"/>
          <w:sz w:val="24"/>
          <w:szCs w:val="24"/>
        </w:rPr>
      </w:pPr>
    </w:p>
    <w:p w14:paraId="79E712F4" w14:textId="77777777" w:rsidR="00BE0A4C" w:rsidRPr="00EA6617" w:rsidRDefault="00BE0A4C" w:rsidP="00BE0A4C">
      <w:pPr>
        <w:tabs>
          <w:tab w:val="left" w:pos="993"/>
        </w:tabs>
        <w:spacing w:after="0" w:line="240" w:lineRule="auto"/>
        <w:ind w:firstLine="0"/>
        <w:rPr>
          <w:color w:val="auto"/>
          <w:sz w:val="24"/>
          <w:szCs w:val="24"/>
        </w:rPr>
      </w:pPr>
    </w:p>
    <w:p w14:paraId="159E92B3" w14:textId="77777777" w:rsidR="00BE0A4C" w:rsidRPr="00EA6617" w:rsidRDefault="00BE0A4C" w:rsidP="00BE0A4C">
      <w:pPr>
        <w:tabs>
          <w:tab w:val="left" w:pos="993"/>
        </w:tabs>
        <w:spacing w:after="0" w:line="240" w:lineRule="auto"/>
        <w:ind w:firstLine="0"/>
        <w:rPr>
          <w:color w:val="auto"/>
          <w:sz w:val="24"/>
          <w:szCs w:val="24"/>
        </w:rPr>
      </w:pPr>
    </w:p>
    <w:p w14:paraId="69235F3F" w14:textId="7F6E9B37" w:rsidR="00BE0A4C" w:rsidRPr="00EA6617" w:rsidRDefault="00BE0A4C" w:rsidP="00BE0A4C">
      <w:pPr>
        <w:tabs>
          <w:tab w:val="left" w:pos="993"/>
        </w:tabs>
        <w:spacing w:after="0" w:line="240" w:lineRule="auto"/>
        <w:ind w:firstLine="0"/>
        <w:rPr>
          <w:color w:val="auto"/>
          <w:sz w:val="24"/>
          <w:szCs w:val="24"/>
        </w:rPr>
      </w:pPr>
    </w:p>
    <w:sectPr w:rsidR="00BE0A4C" w:rsidRPr="00EA6617"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A3095" w14:textId="77777777" w:rsidR="00D2378E" w:rsidRDefault="00D2378E" w:rsidP="00B316AB">
      <w:r>
        <w:separator/>
      </w:r>
    </w:p>
  </w:endnote>
  <w:endnote w:type="continuationSeparator" w:id="0">
    <w:p w14:paraId="2D906113" w14:textId="77777777" w:rsidR="00D2378E" w:rsidRDefault="00D2378E"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7B935" w14:textId="77777777" w:rsidR="00D2378E" w:rsidRDefault="00D2378E" w:rsidP="00B316AB">
      <w:r>
        <w:separator/>
      </w:r>
    </w:p>
  </w:footnote>
  <w:footnote w:type="continuationSeparator" w:id="0">
    <w:p w14:paraId="303ED927" w14:textId="77777777" w:rsidR="00D2378E" w:rsidRDefault="00D2378E"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 w15:restartNumberingAfterBreak="0">
    <w:nsid w:val="1F7206D0"/>
    <w:multiLevelType w:val="multilevel"/>
    <w:tmpl w:val="3E8E2754"/>
    <w:lvl w:ilvl="0">
      <w:start w:val="6"/>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5"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8"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15"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16"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0"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21"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23"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F0B4FFC"/>
    <w:multiLevelType w:val="hybridMultilevel"/>
    <w:tmpl w:val="7A94003E"/>
    <w:lvl w:ilvl="0" w:tplc="04160001">
      <w:numFmt w:val="decimal"/>
      <w:lvlText w:val=""/>
      <w:lvlJc w:val="left"/>
      <w:pPr>
        <w:ind w:left="1800" w:hanging="360"/>
      </w:pPr>
      <w:rPr>
        <w:rFonts w:ascii="Symbol" w:hAnsi="Symbol"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30"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2"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33"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6" w15:restartNumberingAfterBreak="0">
    <w:nsid w:val="7A544A64"/>
    <w:multiLevelType w:val="multilevel"/>
    <w:tmpl w:val="0AC2F45C"/>
    <w:lvl w:ilvl="0">
      <w:start w:val="4"/>
      <w:numFmt w:val="decimal"/>
      <w:lvlText w:val="%1."/>
      <w:lvlJc w:val="left"/>
      <w:pPr>
        <w:ind w:left="760" w:hanging="360"/>
      </w:pPr>
      <w:rPr>
        <w:rFonts w:hint="default"/>
      </w:rPr>
    </w:lvl>
    <w:lvl w:ilvl="1">
      <w:start w:val="2"/>
      <w:numFmt w:val="decimal"/>
      <w:isLgl/>
      <w:lvlText w:val="%1.%2."/>
      <w:lvlJc w:val="left"/>
      <w:pPr>
        <w:ind w:left="1120" w:hanging="720"/>
      </w:pPr>
      <w:rPr>
        <w:rFonts w:hint="default"/>
      </w:rPr>
    </w:lvl>
    <w:lvl w:ilvl="2">
      <w:start w:val="1"/>
      <w:numFmt w:val="decimal"/>
      <w:isLgl/>
      <w:lvlText w:val="%1.%2.%3."/>
      <w:lvlJc w:val="left"/>
      <w:pPr>
        <w:ind w:left="1120" w:hanging="720"/>
      </w:pPr>
      <w:rPr>
        <w:rFonts w:hint="default"/>
        <w:b/>
        <w:bCs/>
      </w:rPr>
    </w:lvl>
    <w:lvl w:ilvl="3">
      <w:start w:val="1"/>
      <w:numFmt w:val="decimal"/>
      <w:isLgl/>
      <w:lvlText w:val="%1.%2.%3.%4."/>
      <w:lvlJc w:val="left"/>
      <w:pPr>
        <w:ind w:left="1480" w:hanging="108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2200" w:hanging="1800"/>
      </w:pPr>
      <w:rPr>
        <w:rFonts w:hint="default"/>
      </w:rPr>
    </w:lvl>
    <w:lvl w:ilvl="8">
      <w:start w:val="1"/>
      <w:numFmt w:val="decimal"/>
      <w:isLgl/>
      <w:lvlText w:val="%1.%2.%3.%4.%5.%6.%7.%8.%9."/>
      <w:lvlJc w:val="left"/>
      <w:pPr>
        <w:ind w:left="2560" w:hanging="2160"/>
      </w:pPr>
      <w:rPr>
        <w:rFonts w:hint="default"/>
      </w:rPr>
    </w:lvl>
  </w:abstractNum>
  <w:abstractNum w:abstractNumId="37"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num w:numId="1" w16cid:durableId="1494561260">
    <w:abstractNumId w:val="20"/>
  </w:num>
  <w:num w:numId="2" w16cid:durableId="1695305953">
    <w:abstractNumId w:val="35"/>
  </w:num>
  <w:num w:numId="3" w16cid:durableId="602954600">
    <w:abstractNumId w:val="23"/>
  </w:num>
  <w:num w:numId="4" w16cid:durableId="245768617">
    <w:abstractNumId w:val="18"/>
  </w:num>
  <w:num w:numId="5" w16cid:durableId="2001152800">
    <w:abstractNumId w:val="7"/>
  </w:num>
  <w:num w:numId="6" w16cid:durableId="1653485613">
    <w:abstractNumId w:val="32"/>
  </w:num>
  <w:num w:numId="7" w16cid:durableId="1183589346">
    <w:abstractNumId w:val="2"/>
  </w:num>
  <w:num w:numId="8" w16cid:durableId="224032410">
    <w:abstractNumId w:val="19"/>
  </w:num>
  <w:num w:numId="9" w16cid:durableId="1302462716">
    <w:abstractNumId w:val="17"/>
  </w:num>
  <w:num w:numId="10" w16cid:durableId="530732081">
    <w:abstractNumId w:val="14"/>
  </w:num>
  <w:num w:numId="11" w16cid:durableId="2116443311">
    <w:abstractNumId w:val="37"/>
  </w:num>
  <w:num w:numId="12" w16cid:durableId="10230188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9"/>
  </w:num>
  <w:num w:numId="14" w16cid:durableId="14633826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28"/>
  </w:num>
  <w:num w:numId="16" w16cid:durableId="2094928861">
    <w:abstractNumId w:val="12"/>
  </w:num>
  <w:num w:numId="17" w16cid:durableId="1985038312">
    <w:abstractNumId w:val="16"/>
  </w:num>
  <w:num w:numId="18" w16cid:durableId="1038970911">
    <w:abstractNumId w:val="6"/>
  </w:num>
  <w:num w:numId="19" w16cid:durableId="568030890">
    <w:abstractNumId w:val="10"/>
  </w:num>
  <w:num w:numId="20" w16cid:durableId="1158308902">
    <w:abstractNumId w:val="22"/>
  </w:num>
  <w:num w:numId="21" w16cid:durableId="1067341544">
    <w:abstractNumId w:val="24"/>
  </w:num>
  <w:num w:numId="22" w16cid:durableId="1272282964">
    <w:abstractNumId w:val="21"/>
  </w:num>
  <w:num w:numId="23" w16cid:durableId="133181899">
    <w:abstractNumId w:val="27"/>
  </w:num>
  <w:num w:numId="24" w16cid:durableId="131144016">
    <w:abstractNumId w:val="26"/>
  </w:num>
  <w:num w:numId="25" w16cid:durableId="1436365768">
    <w:abstractNumId w:val="11"/>
  </w:num>
  <w:num w:numId="26" w16cid:durableId="1430127359">
    <w:abstractNumId w:val="13"/>
  </w:num>
  <w:num w:numId="27" w16cid:durableId="1411077640">
    <w:abstractNumId w:val="25"/>
  </w:num>
  <w:num w:numId="28" w16cid:durableId="2118451366">
    <w:abstractNumId w:val="3"/>
  </w:num>
  <w:num w:numId="29" w16cid:durableId="1879585726">
    <w:abstractNumId w:val="34"/>
  </w:num>
  <w:num w:numId="30" w16cid:durableId="1346439416">
    <w:abstractNumId w:val="31"/>
  </w:num>
  <w:num w:numId="31" w16cid:durableId="1855653204">
    <w:abstractNumId w:val="1"/>
  </w:num>
  <w:num w:numId="32" w16cid:durableId="2035884383">
    <w:abstractNumId w:val="0"/>
  </w:num>
  <w:num w:numId="33" w16cid:durableId="1859001621">
    <w:abstractNumId w:val="30"/>
  </w:num>
  <w:num w:numId="34" w16cid:durableId="1301958134">
    <w:abstractNumId w:val="8"/>
  </w:num>
  <w:num w:numId="35" w16cid:durableId="1578634167">
    <w:abstractNumId w:val="33"/>
  </w:num>
  <w:num w:numId="36" w16cid:durableId="2026713769">
    <w:abstractNumId w:val="36"/>
  </w:num>
  <w:num w:numId="37" w16cid:durableId="1941373359">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97440120">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54337251">
    <w:abstractNumId w:val="4"/>
  </w:num>
  <w:num w:numId="40" w16cid:durableId="737552137">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80401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411386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6484005">
    <w:abstractNumId w:val="3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0174196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729F"/>
    <w:rsid w:val="00083B0D"/>
    <w:rsid w:val="0008671A"/>
    <w:rsid w:val="0009062F"/>
    <w:rsid w:val="00095E3D"/>
    <w:rsid w:val="000A3C88"/>
    <w:rsid w:val="000A44C2"/>
    <w:rsid w:val="000B09B8"/>
    <w:rsid w:val="000B4A2A"/>
    <w:rsid w:val="000B53C5"/>
    <w:rsid w:val="000B74F3"/>
    <w:rsid w:val="000C0975"/>
    <w:rsid w:val="000C40B2"/>
    <w:rsid w:val="000D19FC"/>
    <w:rsid w:val="000D347A"/>
    <w:rsid w:val="000D3E29"/>
    <w:rsid w:val="000E1DAC"/>
    <w:rsid w:val="000E3F6F"/>
    <w:rsid w:val="000E45B4"/>
    <w:rsid w:val="000E7BDD"/>
    <w:rsid w:val="000F0E3A"/>
    <w:rsid w:val="000F33EC"/>
    <w:rsid w:val="000F3626"/>
    <w:rsid w:val="000F48F1"/>
    <w:rsid w:val="000F74BC"/>
    <w:rsid w:val="000F7A4C"/>
    <w:rsid w:val="0010060A"/>
    <w:rsid w:val="00101A01"/>
    <w:rsid w:val="00107D75"/>
    <w:rsid w:val="00113B61"/>
    <w:rsid w:val="00117CBB"/>
    <w:rsid w:val="00122D3F"/>
    <w:rsid w:val="00125352"/>
    <w:rsid w:val="001256D8"/>
    <w:rsid w:val="001318D4"/>
    <w:rsid w:val="00132EFD"/>
    <w:rsid w:val="00135563"/>
    <w:rsid w:val="00136FA1"/>
    <w:rsid w:val="00140CBA"/>
    <w:rsid w:val="0014316C"/>
    <w:rsid w:val="0014390B"/>
    <w:rsid w:val="00143E00"/>
    <w:rsid w:val="00145BFD"/>
    <w:rsid w:val="0014668C"/>
    <w:rsid w:val="00147DEE"/>
    <w:rsid w:val="00147FE6"/>
    <w:rsid w:val="00154902"/>
    <w:rsid w:val="001608D5"/>
    <w:rsid w:val="00160CB3"/>
    <w:rsid w:val="001655A4"/>
    <w:rsid w:val="0016601B"/>
    <w:rsid w:val="00166E4E"/>
    <w:rsid w:val="0018070E"/>
    <w:rsid w:val="00182731"/>
    <w:rsid w:val="001858F9"/>
    <w:rsid w:val="00186EC6"/>
    <w:rsid w:val="001951D1"/>
    <w:rsid w:val="001961C9"/>
    <w:rsid w:val="001A1456"/>
    <w:rsid w:val="001A7B06"/>
    <w:rsid w:val="001B0B70"/>
    <w:rsid w:val="001B2F29"/>
    <w:rsid w:val="001B4452"/>
    <w:rsid w:val="001B491E"/>
    <w:rsid w:val="001B5BD0"/>
    <w:rsid w:val="001B6E96"/>
    <w:rsid w:val="001C0004"/>
    <w:rsid w:val="001C2CA8"/>
    <w:rsid w:val="001C44DA"/>
    <w:rsid w:val="001D0ACE"/>
    <w:rsid w:val="001D0BE0"/>
    <w:rsid w:val="001D16F4"/>
    <w:rsid w:val="001D2EAA"/>
    <w:rsid w:val="001D5F4D"/>
    <w:rsid w:val="001E5659"/>
    <w:rsid w:val="001E6B44"/>
    <w:rsid w:val="001F376E"/>
    <w:rsid w:val="00200E8C"/>
    <w:rsid w:val="00202144"/>
    <w:rsid w:val="00202DD8"/>
    <w:rsid w:val="00204782"/>
    <w:rsid w:val="00211B12"/>
    <w:rsid w:val="0021358C"/>
    <w:rsid w:val="00213E96"/>
    <w:rsid w:val="0021460E"/>
    <w:rsid w:val="00220638"/>
    <w:rsid w:val="002352CC"/>
    <w:rsid w:val="00237776"/>
    <w:rsid w:val="0025789B"/>
    <w:rsid w:val="002678F3"/>
    <w:rsid w:val="0027095B"/>
    <w:rsid w:val="00271832"/>
    <w:rsid w:val="00273453"/>
    <w:rsid w:val="002775F1"/>
    <w:rsid w:val="002842C5"/>
    <w:rsid w:val="00285636"/>
    <w:rsid w:val="002868A9"/>
    <w:rsid w:val="0028748C"/>
    <w:rsid w:val="00287C31"/>
    <w:rsid w:val="00287E9F"/>
    <w:rsid w:val="002A0B2E"/>
    <w:rsid w:val="002A2839"/>
    <w:rsid w:val="002A2CDE"/>
    <w:rsid w:val="002A3938"/>
    <w:rsid w:val="002A3C4F"/>
    <w:rsid w:val="002A6977"/>
    <w:rsid w:val="002A69B6"/>
    <w:rsid w:val="002C20C0"/>
    <w:rsid w:val="002C3317"/>
    <w:rsid w:val="002D4129"/>
    <w:rsid w:val="002D5000"/>
    <w:rsid w:val="002D74EC"/>
    <w:rsid w:val="002D7FBE"/>
    <w:rsid w:val="002E655F"/>
    <w:rsid w:val="002E7020"/>
    <w:rsid w:val="002F1928"/>
    <w:rsid w:val="002F1B34"/>
    <w:rsid w:val="002F38FE"/>
    <w:rsid w:val="002F455E"/>
    <w:rsid w:val="00300581"/>
    <w:rsid w:val="00301E89"/>
    <w:rsid w:val="00306E8F"/>
    <w:rsid w:val="00312677"/>
    <w:rsid w:val="00312C1C"/>
    <w:rsid w:val="00313936"/>
    <w:rsid w:val="00313BDD"/>
    <w:rsid w:val="003153D4"/>
    <w:rsid w:val="00315D95"/>
    <w:rsid w:val="003168B4"/>
    <w:rsid w:val="003174F8"/>
    <w:rsid w:val="00322164"/>
    <w:rsid w:val="003236BD"/>
    <w:rsid w:val="0032518E"/>
    <w:rsid w:val="00330172"/>
    <w:rsid w:val="003327D0"/>
    <w:rsid w:val="00332B37"/>
    <w:rsid w:val="00333696"/>
    <w:rsid w:val="003404D3"/>
    <w:rsid w:val="00340E6C"/>
    <w:rsid w:val="00346C42"/>
    <w:rsid w:val="00347B99"/>
    <w:rsid w:val="00350A92"/>
    <w:rsid w:val="00353107"/>
    <w:rsid w:val="00353789"/>
    <w:rsid w:val="00355E3A"/>
    <w:rsid w:val="00357D43"/>
    <w:rsid w:val="00360CB2"/>
    <w:rsid w:val="003616B8"/>
    <w:rsid w:val="00370958"/>
    <w:rsid w:val="0037195D"/>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3378"/>
    <w:rsid w:val="003C6947"/>
    <w:rsid w:val="003C697A"/>
    <w:rsid w:val="003D1627"/>
    <w:rsid w:val="003D47C2"/>
    <w:rsid w:val="003D5A62"/>
    <w:rsid w:val="003D7DD7"/>
    <w:rsid w:val="003D7E6B"/>
    <w:rsid w:val="003E3302"/>
    <w:rsid w:val="003E33FB"/>
    <w:rsid w:val="003F0C42"/>
    <w:rsid w:val="003F1E4E"/>
    <w:rsid w:val="003F41FA"/>
    <w:rsid w:val="003F473F"/>
    <w:rsid w:val="003F7432"/>
    <w:rsid w:val="003F7A00"/>
    <w:rsid w:val="003F7F55"/>
    <w:rsid w:val="004029A8"/>
    <w:rsid w:val="004032C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63F0C"/>
    <w:rsid w:val="004718BD"/>
    <w:rsid w:val="00474447"/>
    <w:rsid w:val="0049108A"/>
    <w:rsid w:val="00492785"/>
    <w:rsid w:val="00495259"/>
    <w:rsid w:val="004A22FB"/>
    <w:rsid w:val="004A351C"/>
    <w:rsid w:val="004A59D3"/>
    <w:rsid w:val="004A7524"/>
    <w:rsid w:val="004B2BA7"/>
    <w:rsid w:val="004B7C24"/>
    <w:rsid w:val="004C0070"/>
    <w:rsid w:val="004C2AF8"/>
    <w:rsid w:val="004D3E0F"/>
    <w:rsid w:val="004D69BD"/>
    <w:rsid w:val="004D6F21"/>
    <w:rsid w:val="004D7676"/>
    <w:rsid w:val="004E2574"/>
    <w:rsid w:val="004E523F"/>
    <w:rsid w:val="004F25F1"/>
    <w:rsid w:val="004F65C9"/>
    <w:rsid w:val="004F6F63"/>
    <w:rsid w:val="004F731B"/>
    <w:rsid w:val="00501CD8"/>
    <w:rsid w:val="0050239B"/>
    <w:rsid w:val="005051A4"/>
    <w:rsid w:val="0051222D"/>
    <w:rsid w:val="005134FC"/>
    <w:rsid w:val="00515CD2"/>
    <w:rsid w:val="00516BF8"/>
    <w:rsid w:val="00517468"/>
    <w:rsid w:val="005204AF"/>
    <w:rsid w:val="00530A36"/>
    <w:rsid w:val="00532835"/>
    <w:rsid w:val="005339F5"/>
    <w:rsid w:val="00535D93"/>
    <w:rsid w:val="005422C3"/>
    <w:rsid w:val="00543A30"/>
    <w:rsid w:val="00543B83"/>
    <w:rsid w:val="0055408B"/>
    <w:rsid w:val="0055563B"/>
    <w:rsid w:val="00562222"/>
    <w:rsid w:val="00567705"/>
    <w:rsid w:val="00570A1B"/>
    <w:rsid w:val="00572FAF"/>
    <w:rsid w:val="00574137"/>
    <w:rsid w:val="0057438A"/>
    <w:rsid w:val="00574715"/>
    <w:rsid w:val="005843CD"/>
    <w:rsid w:val="00586786"/>
    <w:rsid w:val="005905B6"/>
    <w:rsid w:val="005970D6"/>
    <w:rsid w:val="005A0152"/>
    <w:rsid w:val="005A08BF"/>
    <w:rsid w:val="005A108C"/>
    <w:rsid w:val="005A16E4"/>
    <w:rsid w:val="005A1C0A"/>
    <w:rsid w:val="005C171B"/>
    <w:rsid w:val="005C1CEE"/>
    <w:rsid w:val="005C36FB"/>
    <w:rsid w:val="005D02C6"/>
    <w:rsid w:val="005D0756"/>
    <w:rsid w:val="005D2AFE"/>
    <w:rsid w:val="005D2B60"/>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41B1F"/>
    <w:rsid w:val="00641BA7"/>
    <w:rsid w:val="00645B8F"/>
    <w:rsid w:val="0066238B"/>
    <w:rsid w:val="00662D5D"/>
    <w:rsid w:val="00664819"/>
    <w:rsid w:val="006649DA"/>
    <w:rsid w:val="00664DE6"/>
    <w:rsid w:val="006658FB"/>
    <w:rsid w:val="006672D4"/>
    <w:rsid w:val="00667DCB"/>
    <w:rsid w:val="00670017"/>
    <w:rsid w:val="006708A0"/>
    <w:rsid w:val="00683F2A"/>
    <w:rsid w:val="006866AD"/>
    <w:rsid w:val="0069224B"/>
    <w:rsid w:val="0069288F"/>
    <w:rsid w:val="00693727"/>
    <w:rsid w:val="00694249"/>
    <w:rsid w:val="00694900"/>
    <w:rsid w:val="0069788C"/>
    <w:rsid w:val="00697B74"/>
    <w:rsid w:val="006A52D9"/>
    <w:rsid w:val="006A6418"/>
    <w:rsid w:val="006A780F"/>
    <w:rsid w:val="006B4DDC"/>
    <w:rsid w:val="006B55F8"/>
    <w:rsid w:val="006C0532"/>
    <w:rsid w:val="006C1918"/>
    <w:rsid w:val="006C7241"/>
    <w:rsid w:val="006D1B62"/>
    <w:rsid w:val="006D6BD5"/>
    <w:rsid w:val="006D732A"/>
    <w:rsid w:val="006E708C"/>
    <w:rsid w:val="006F08D3"/>
    <w:rsid w:val="00700B7A"/>
    <w:rsid w:val="00705BC3"/>
    <w:rsid w:val="007069B6"/>
    <w:rsid w:val="007077D4"/>
    <w:rsid w:val="0071007C"/>
    <w:rsid w:val="00711C06"/>
    <w:rsid w:val="007129A4"/>
    <w:rsid w:val="00713047"/>
    <w:rsid w:val="007147F3"/>
    <w:rsid w:val="00720F54"/>
    <w:rsid w:val="0072439A"/>
    <w:rsid w:val="007313F9"/>
    <w:rsid w:val="0073515C"/>
    <w:rsid w:val="00737E00"/>
    <w:rsid w:val="007427BC"/>
    <w:rsid w:val="007451DA"/>
    <w:rsid w:val="00750FCE"/>
    <w:rsid w:val="00756002"/>
    <w:rsid w:val="0076232F"/>
    <w:rsid w:val="007634EE"/>
    <w:rsid w:val="00766452"/>
    <w:rsid w:val="0077030F"/>
    <w:rsid w:val="00772E9F"/>
    <w:rsid w:val="00774BAE"/>
    <w:rsid w:val="00774DFA"/>
    <w:rsid w:val="007759F7"/>
    <w:rsid w:val="00780076"/>
    <w:rsid w:val="00780178"/>
    <w:rsid w:val="00780624"/>
    <w:rsid w:val="00783080"/>
    <w:rsid w:val="00785EB4"/>
    <w:rsid w:val="0078682A"/>
    <w:rsid w:val="00795BF5"/>
    <w:rsid w:val="00796C8D"/>
    <w:rsid w:val="007973A5"/>
    <w:rsid w:val="007A5B45"/>
    <w:rsid w:val="007B19A1"/>
    <w:rsid w:val="007B297B"/>
    <w:rsid w:val="007B5B42"/>
    <w:rsid w:val="007B67C5"/>
    <w:rsid w:val="007B6C54"/>
    <w:rsid w:val="007B7537"/>
    <w:rsid w:val="007C427C"/>
    <w:rsid w:val="007D3A09"/>
    <w:rsid w:val="007D5114"/>
    <w:rsid w:val="007D5405"/>
    <w:rsid w:val="007E0D35"/>
    <w:rsid w:val="007E2ED8"/>
    <w:rsid w:val="007E3281"/>
    <w:rsid w:val="007E5D44"/>
    <w:rsid w:val="007E6761"/>
    <w:rsid w:val="007E6A0A"/>
    <w:rsid w:val="007F12B4"/>
    <w:rsid w:val="00800C12"/>
    <w:rsid w:val="00800E83"/>
    <w:rsid w:val="00802BAB"/>
    <w:rsid w:val="00802BAF"/>
    <w:rsid w:val="008033D6"/>
    <w:rsid w:val="008046D3"/>
    <w:rsid w:val="00806BC0"/>
    <w:rsid w:val="008070B1"/>
    <w:rsid w:val="0081487D"/>
    <w:rsid w:val="00823B63"/>
    <w:rsid w:val="008241F2"/>
    <w:rsid w:val="00824B45"/>
    <w:rsid w:val="00826142"/>
    <w:rsid w:val="00830D1D"/>
    <w:rsid w:val="00836CA0"/>
    <w:rsid w:val="00837408"/>
    <w:rsid w:val="0083779E"/>
    <w:rsid w:val="00840000"/>
    <w:rsid w:val="00843C49"/>
    <w:rsid w:val="00847608"/>
    <w:rsid w:val="00850411"/>
    <w:rsid w:val="00852353"/>
    <w:rsid w:val="00853885"/>
    <w:rsid w:val="00856ED9"/>
    <w:rsid w:val="0086375C"/>
    <w:rsid w:val="0086402A"/>
    <w:rsid w:val="00864B3C"/>
    <w:rsid w:val="00864E03"/>
    <w:rsid w:val="00870846"/>
    <w:rsid w:val="00872405"/>
    <w:rsid w:val="008752B0"/>
    <w:rsid w:val="00877635"/>
    <w:rsid w:val="00880DC0"/>
    <w:rsid w:val="00883EA3"/>
    <w:rsid w:val="00885339"/>
    <w:rsid w:val="00891CB1"/>
    <w:rsid w:val="00891DEE"/>
    <w:rsid w:val="00895D95"/>
    <w:rsid w:val="00895F01"/>
    <w:rsid w:val="008A436A"/>
    <w:rsid w:val="008A4436"/>
    <w:rsid w:val="008A4ACA"/>
    <w:rsid w:val="008B0192"/>
    <w:rsid w:val="008B2E64"/>
    <w:rsid w:val="008B4504"/>
    <w:rsid w:val="008C1DC6"/>
    <w:rsid w:val="008D4EF1"/>
    <w:rsid w:val="008D722B"/>
    <w:rsid w:val="008D79DF"/>
    <w:rsid w:val="008E5893"/>
    <w:rsid w:val="008E59A3"/>
    <w:rsid w:val="008E73EF"/>
    <w:rsid w:val="008F47A5"/>
    <w:rsid w:val="008F4A4D"/>
    <w:rsid w:val="008F4F6B"/>
    <w:rsid w:val="00910333"/>
    <w:rsid w:val="00910E2D"/>
    <w:rsid w:val="009123B4"/>
    <w:rsid w:val="00912D02"/>
    <w:rsid w:val="00914BCE"/>
    <w:rsid w:val="00916FB5"/>
    <w:rsid w:val="009170EB"/>
    <w:rsid w:val="009203AD"/>
    <w:rsid w:val="009212B6"/>
    <w:rsid w:val="00924968"/>
    <w:rsid w:val="00927A53"/>
    <w:rsid w:val="0093012E"/>
    <w:rsid w:val="00931AFB"/>
    <w:rsid w:val="0093310C"/>
    <w:rsid w:val="00934434"/>
    <w:rsid w:val="00937D21"/>
    <w:rsid w:val="00942C2D"/>
    <w:rsid w:val="009434A3"/>
    <w:rsid w:val="009465B6"/>
    <w:rsid w:val="00947D13"/>
    <w:rsid w:val="00951F98"/>
    <w:rsid w:val="00963318"/>
    <w:rsid w:val="00966B15"/>
    <w:rsid w:val="0096739D"/>
    <w:rsid w:val="00970A32"/>
    <w:rsid w:val="009737F6"/>
    <w:rsid w:val="00973871"/>
    <w:rsid w:val="0098187C"/>
    <w:rsid w:val="00985113"/>
    <w:rsid w:val="00985D07"/>
    <w:rsid w:val="00990EF4"/>
    <w:rsid w:val="00995724"/>
    <w:rsid w:val="00996385"/>
    <w:rsid w:val="009A0E86"/>
    <w:rsid w:val="009A29D4"/>
    <w:rsid w:val="009A63FC"/>
    <w:rsid w:val="009A74F0"/>
    <w:rsid w:val="009B015C"/>
    <w:rsid w:val="009B0F3B"/>
    <w:rsid w:val="009B1175"/>
    <w:rsid w:val="009B2210"/>
    <w:rsid w:val="009C1E40"/>
    <w:rsid w:val="009C4614"/>
    <w:rsid w:val="009C56A1"/>
    <w:rsid w:val="009C6577"/>
    <w:rsid w:val="009C7EF4"/>
    <w:rsid w:val="009D0EC2"/>
    <w:rsid w:val="009D20E4"/>
    <w:rsid w:val="009D37A6"/>
    <w:rsid w:val="009D7716"/>
    <w:rsid w:val="009D780E"/>
    <w:rsid w:val="009E2226"/>
    <w:rsid w:val="009E2E0B"/>
    <w:rsid w:val="009E3E01"/>
    <w:rsid w:val="009E7A01"/>
    <w:rsid w:val="009F1EED"/>
    <w:rsid w:val="009F3C47"/>
    <w:rsid w:val="009F4BA0"/>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0C4"/>
    <w:rsid w:val="00A61161"/>
    <w:rsid w:val="00A65E8C"/>
    <w:rsid w:val="00A7100C"/>
    <w:rsid w:val="00A73551"/>
    <w:rsid w:val="00A8382B"/>
    <w:rsid w:val="00A9057E"/>
    <w:rsid w:val="00A90982"/>
    <w:rsid w:val="00A94933"/>
    <w:rsid w:val="00A94A32"/>
    <w:rsid w:val="00A95577"/>
    <w:rsid w:val="00AA1F13"/>
    <w:rsid w:val="00AA3833"/>
    <w:rsid w:val="00AA6A2E"/>
    <w:rsid w:val="00AA7F5D"/>
    <w:rsid w:val="00AB321A"/>
    <w:rsid w:val="00AB52B4"/>
    <w:rsid w:val="00AC13A6"/>
    <w:rsid w:val="00AC2E70"/>
    <w:rsid w:val="00AC5013"/>
    <w:rsid w:val="00AC59E0"/>
    <w:rsid w:val="00AD0F07"/>
    <w:rsid w:val="00AD1FB6"/>
    <w:rsid w:val="00AD35A6"/>
    <w:rsid w:val="00AD5757"/>
    <w:rsid w:val="00AD57AC"/>
    <w:rsid w:val="00AE1AFF"/>
    <w:rsid w:val="00AE4A76"/>
    <w:rsid w:val="00AE5365"/>
    <w:rsid w:val="00AF0727"/>
    <w:rsid w:val="00B00381"/>
    <w:rsid w:val="00B03016"/>
    <w:rsid w:val="00B0545A"/>
    <w:rsid w:val="00B05DD3"/>
    <w:rsid w:val="00B10387"/>
    <w:rsid w:val="00B122D3"/>
    <w:rsid w:val="00B15D28"/>
    <w:rsid w:val="00B25EE8"/>
    <w:rsid w:val="00B316AB"/>
    <w:rsid w:val="00B354C2"/>
    <w:rsid w:val="00B47728"/>
    <w:rsid w:val="00B50659"/>
    <w:rsid w:val="00B63888"/>
    <w:rsid w:val="00B639CA"/>
    <w:rsid w:val="00B64FD5"/>
    <w:rsid w:val="00B70278"/>
    <w:rsid w:val="00B74995"/>
    <w:rsid w:val="00B74C8D"/>
    <w:rsid w:val="00B761F9"/>
    <w:rsid w:val="00B7712C"/>
    <w:rsid w:val="00B949E8"/>
    <w:rsid w:val="00B9674F"/>
    <w:rsid w:val="00B9791A"/>
    <w:rsid w:val="00BA3FAC"/>
    <w:rsid w:val="00BA5712"/>
    <w:rsid w:val="00BA6478"/>
    <w:rsid w:val="00BB78A9"/>
    <w:rsid w:val="00BC6251"/>
    <w:rsid w:val="00BC6CBE"/>
    <w:rsid w:val="00BD15E3"/>
    <w:rsid w:val="00BD1A74"/>
    <w:rsid w:val="00BE0727"/>
    <w:rsid w:val="00BE0A4C"/>
    <w:rsid w:val="00BE20A4"/>
    <w:rsid w:val="00BE24BD"/>
    <w:rsid w:val="00BE3AF7"/>
    <w:rsid w:val="00BE6FF6"/>
    <w:rsid w:val="00BF0258"/>
    <w:rsid w:val="00BF3703"/>
    <w:rsid w:val="00BF6B76"/>
    <w:rsid w:val="00C014F2"/>
    <w:rsid w:val="00C0373C"/>
    <w:rsid w:val="00C06702"/>
    <w:rsid w:val="00C0676D"/>
    <w:rsid w:val="00C06B87"/>
    <w:rsid w:val="00C06E8C"/>
    <w:rsid w:val="00C12EC6"/>
    <w:rsid w:val="00C25279"/>
    <w:rsid w:val="00C30C66"/>
    <w:rsid w:val="00C3368F"/>
    <w:rsid w:val="00C341FB"/>
    <w:rsid w:val="00C35EC9"/>
    <w:rsid w:val="00C360C2"/>
    <w:rsid w:val="00C4136A"/>
    <w:rsid w:val="00C41549"/>
    <w:rsid w:val="00C43B09"/>
    <w:rsid w:val="00C443C8"/>
    <w:rsid w:val="00C448C3"/>
    <w:rsid w:val="00C44A05"/>
    <w:rsid w:val="00C45493"/>
    <w:rsid w:val="00C45C72"/>
    <w:rsid w:val="00C46C6A"/>
    <w:rsid w:val="00C53AA2"/>
    <w:rsid w:val="00C558D9"/>
    <w:rsid w:val="00C60BBF"/>
    <w:rsid w:val="00C6301F"/>
    <w:rsid w:val="00C64C1D"/>
    <w:rsid w:val="00C67B6F"/>
    <w:rsid w:val="00C67DA8"/>
    <w:rsid w:val="00C7211F"/>
    <w:rsid w:val="00C74795"/>
    <w:rsid w:val="00C80226"/>
    <w:rsid w:val="00C81374"/>
    <w:rsid w:val="00C8174C"/>
    <w:rsid w:val="00C87A21"/>
    <w:rsid w:val="00C902F8"/>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378E"/>
    <w:rsid w:val="00D26272"/>
    <w:rsid w:val="00D32992"/>
    <w:rsid w:val="00D34BD8"/>
    <w:rsid w:val="00D3552E"/>
    <w:rsid w:val="00D36680"/>
    <w:rsid w:val="00D478AA"/>
    <w:rsid w:val="00D5056B"/>
    <w:rsid w:val="00D5153B"/>
    <w:rsid w:val="00D5206E"/>
    <w:rsid w:val="00D6151D"/>
    <w:rsid w:val="00D618F2"/>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A20"/>
    <w:rsid w:val="00DB18B9"/>
    <w:rsid w:val="00DB5A85"/>
    <w:rsid w:val="00DC08EE"/>
    <w:rsid w:val="00DC1816"/>
    <w:rsid w:val="00DC23A5"/>
    <w:rsid w:val="00DC376A"/>
    <w:rsid w:val="00DC459A"/>
    <w:rsid w:val="00DD0BAE"/>
    <w:rsid w:val="00DD17B9"/>
    <w:rsid w:val="00DE14C5"/>
    <w:rsid w:val="00DE30C6"/>
    <w:rsid w:val="00DE3123"/>
    <w:rsid w:val="00DE466C"/>
    <w:rsid w:val="00DF2649"/>
    <w:rsid w:val="00DF33BE"/>
    <w:rsid w:val="00E058F3"/>
    <w:rsid w:val="00E05C6F"/>
    <w:rsid w:val="00E06D4C"/>
    <w:rsid w:val="00E10FB0"/>
    <w:rsid w:val="00E15218"/>
    <w:rsid w:val="00E27EE6"/>
    <w:rsid w:val="00E300F7"/>
    <w:rsid w:val="00E31663"/>
    <w:rsid w:val="00E337AB"/>
    <w:rsid w:val="00E34929"/>
    <w:rsid w:val="00E34F77"/>
    <w:rsid w:val="00E36D30"/>
    <w:rsid w:val="00E371B7"/>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298F"/>
    <w:rsid w:val="00E935B6"/>
    <w:rsid w:val="00E936FB"/>
    <w:rsid w:val="00EA2612"/>
    <w:rsid w:val="00EA2691"/>
    <w:rsid w:val="00EA2C10"/>
    <w:rsid w:val="00EA5ACF"/>
    <w:rsid w:val="00EA6617"/>
    <w:rsid w:val="00EA7571"/>
    <w:rsid w:val="00EB0761"/>
    <w:rsid w:val="00EB21CE"/>
    <w:rsid w:val="00EB2B1F"/>
    <w:rsid w:val="00EB31AB"/>
    <w:rsid w:val="00EB42A9"/>
    <w:rsid w:val="00EB7601"/>
    <w:rsid w:val="00ED721F"/>
    <w:rsid w:val="00F00FED"/>
    <w:rsid w:val="00F02514"/>
    <w:rsid w:val="00F10138"/>
    <w:rsid w:val="00F1462E"/>
    <w:rsid w:val="00F152A1"/>
    <w:rsid w:val="00F31EE2"/>
    <w:rsid w:val="00F32BA5"/>
    <w:rsid w:val="00F35C90"/>
    <w:rsid w:val="00F37E7B"/>
    <w:rsid w:val="00F40151"/>
    <w:rsid w:val="00F43CE2"/>
    <w:rsid w:val="00F46F39"/>
    <w:rsid w:val="00F4746B"/>
    <w:rsid w:val="00F50643"/>
    <w:rsid w:val="00F55432"/>
    <w:rsid w:val="00F56A4C"/>
    <w:rsid w:val="00F6197E"/>
    <w:rsid w:val="00F62EE1"/>
    <w:rsid w:val="00F644CD"/>
    <w:rsid w:val="00F657E2"/>
    <w:rsid w:val="00F73638"/>
    <w:rsid w:val="00F73FC7"/>
    <w:rsid w:val="00F74B37"/>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5"/>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4555">
      <w:bodyDiv w:val="1"/>
      <w:marLeft w:val="0"/>
      <w:marRight w:val="0"/>
      <w:marTop w:val="0"/>
      <w:marBottom w:val="0"/>
      <w:divBdr>
        <w:top w:val="none" w:sz="0" w:space="0" w:color="auto"/>
        <w:left w:val="none" w:sz="0" w:space="0" w:color="auto"/>
        <w:bottom w:val="none" w:sz="0" w:space="0" w:color="auto"/>
        <w:right w:val="none" w:sz="0" w:space="0" w:color="auto"/>
      </w:divBdr>
    </w:div>
    <w:div w:id="18971287">
      <w:bodyDiv w:val="1"/>
      <w:marLeft w:val="0"/>
      <w:marRight w:val="0"/>
      <w:marTop w:val="0"/>
      <w:marBottom w:val="0"/>
      <w:divBdr>
        <w:top w:val="none" w:sz="0" w:space="0" w:color="auto"/>
        <w:left w:val="none" w:sz="0" w:space="0" w:color="auto"/>
        <w:bottom w:val="none" w:sz="0" w:space="0" w:color="auto"/>
        <w:right w:val="none" w:sz="0" w:space="0" w:color="auto"/>
      </w:divBdr>
    </w:div>
    <w:div w:id="35739358">
      <w:bodyDiv w:val="1"/>
      <w:marLeft w:val="0"/>
      <w:marRight w:val="0"/>
      <w:marTop w:val="0"/>
      <w:marBottom w:val="0"/>
      <w:divBdr>
        <w:top w:val="none" w:sz="0" w:space="0" w:color="auto"/>
        <w:left w:val="none" w:sz="0" w:space="0" w:color="auto"/>
        <w:bottom w:val="none" w:sz="0" w:space="0" w:color="auto"/>
        <w:right w:val="none" w:sz="0" w:space="0" w:color="auto"/>
      </w:divBdr>
    </w:div>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4910056">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47143928">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68506436">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68760523">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375738593">
      <w:bodyDiv w:val="1"/>
      <w:marLeft w:val="0"/>
      <w:marRight w:val="0"/>
      <w:marTop w:val="0"/>
      <w:marBottom w:val="0"/>
      <w:divBdr>
        <w:top w:val="none" w:sz="0" w:space="0" w:color="auto"/>
        <w:left w:val="none" w:sz="0" w:space="0" w:color="auto"/>
        <w:bottom w:val="none" w:sz="0" w:space="0" w:color="auto"/>
        <w:right w:val="none" w:sz="0" w:space="0" w:color="auto"/>
      </w:divBdr>
    </w:div>
    <w:div w:id="379331572">
      <w:bodyDiv w:val="1"/>
      <w:marLeft w:val="0"/>
      <w:marRight w:val="0"/>
      <w:marTop w:val="0"/>
      <w:marBottom w:val="0"/>
      <w:divBdr>
        <w:top w:val="none" w:sz="0" w:space="0" w:color="auto"/>
        <w:left w:val="none" w:sz="0" w:space="0" w:color="auto"/>
        <w:bottom w:val="none" w:sz="0" w:space="0" w:color="auto"/>
        <w:right w:val="none" w:sz="0" w:space="0" w:color="auto"/>
      </w:divBdr>
    </w:div>
    <w:div w:id="393238156">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78887326">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2795820">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08060115">
      <w:bodyDiv w:val="1"/>
      <w:marLeft w:val="0"/>
      <w:marRight w:val="0"/>
      <w:marTop w:val="0"/>
      <w:marBottom w:val="0"/>
      <w:divBdr>
        <w:top w:val="none" w:sz="0" w:space="0" w:color="auto"/>
        <w:left w:val="none" w:sz="0" w:space="0" w:color="auto"/>
        <w:bottom w:val="none" w:sz="0" w:space="0" w:color="auto"/>
        <w:right w:val="none" w:sz="0" w:space="0" w:color="auto"/>
      </w:divBdr>
    </w:div>
    <w:div w:id="520169387">
      <w:bodyDiv w:val="1"/>
      <w:marLeft w:val="0"/>
      <w:marRight w:val="0"/>
      <w:marTop w:val="0"/>
      <w:marBottom w:val="0"/>
      <w:divBdr>
        <w:top w:val="none" w:sz="0" w:space="0" w:color="auto"/>
        <w:left w:val="none" w:sz="0" w:space="0" w:color="auto"/>
        <w:bottom w:val="none" w:sz="0" w:space="0" w:color="auto"/>
        <w:right w:val="none" w:sz="0" w:space="0" w:color="auto"/>
      </w:divBdr>
    </w:div>
    <w:div w:id="537007614">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0735153">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67292534">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795176865">
      <w:bodyDiv w:val="1"/>
      <w:marLeft w:val="0"/>
      <w:marRight w:val="0"/>
      <w:marTop w:val="0"/>
      <w:marBottom w:val="0"/>
      <w:divBdr>
        <w:top w:val="none" w:sz="0" w:space="0" w:color="auto"/>
        <w:left w:val="none" w:sz="0" w:space="0" w:color="auto"/>
        <w:bottom w:val="none" w:sz="0" w:space="0" w:color="auto"/>
        <w:right w:val="none" w:sz="0" w:space="0" w:color="auto"/>
      </w:divBdr>
    </w:div>
    <w:div w:id="803429831">
      <w:bodyDiv w:val="1"/>
      <w:marLeft w:val="0"/>
      <w:marRight w:val="0"/>
      <w:marTop w:val="0"/>
      <w:marBottom w:val="0"/>
      <w:divBdr>
        <w:top w:val="none" w:sz="0" w:space="0" w:color="auto"/>
        <w:left w:val="none" w:sz="0" w:space="0" w:color="auto"/>
        <w:bottom w:val="none" w:sz="0" w:space="0" w:color="auto"/>
        <w:right w:val="none" w:sz="0" w:space="0" w:color="auto"/>
      </w:divBdr>
    </w:div>
    <w:div w:id="823083613">
      <w:bodyDiv w:val="1"/>
      <w:marLeft w:val="0"/>
      <w:marRight w:val="0"/>
      <w:marTop w:val="0"/>
      <w:marBottom w:val="0"/>
      <w:divBdr>
        <w:top w:val="none" w:sz="0" w:space="0" w:color="auto"/>
        <w:left w:val="none" w:sz="0" w:space="0" w:color="auto"/>
        <w:bottom w:val="none" w:sz="0" w:space="0" w:color="auto"/>
        <w:right w:val="none" w:sz="0" w:space="0" w:color="auto"/>
      </w:divBdr>
    </w:div>
    <w:div w:id="860777426">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0368636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43852048">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87980974">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08295220">
      <w:bodyDiv w:val="1"/>
      <w:marLeft w:val="0"/>
      <w:marRight w:val="0"/>
      <w:marTop w:val="0"/>
      <w:marBottom w:val="0"/>
      <w:divBdr>
        <w:top w:val="none" w:sz="0" w:space="0" w:color="auto"/>
        <w:left w:val="none" w:sz="0" w:space="0" w:color="auto"/>
        <w:bottom w:val="none" w:sz="0" w:space="0" w:color="auto"/>
        <w:right w:val="none" w:sz="0" w:space="0" w:color="auto"/>
      </w:divBdr>
    </w:div>
    <w:div w:id="1016075986">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55392873">
      <w:bodyDiv w:val="1"/>
      <w:marLeft w:val="0"/>
      <w:marRight w:val="0"/>
      <w:marTop w:val="0"/>
      <w:marBottom w:val="0"/>
      <w:divBdr>
        <w:top w:val="none" w:sz="0" w:space="0" w:color="auto"/>
        <w:left w:val="none" w:sz="0" w:space="0" w:color="auto"/>
        <w:bottom w:val="none" w:sz="0" w:space="0" w:color="auto"/>
        <w:right w:val="none" w:sz="0" w:space="0" w:color="auto"/>
      </w:divBdr>
    </w:div>
    <w:div w:id="1069692070">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495874">
      <w:bodyDiv w:val="1"/>
      <w:marLeft w:val="0"/>
      <w:marRight w:val="0"/>
      <w:marTop w:val="0"/>
      <w:marBottom w:val="0"/>
      <w:divBdr>
        <w:top w:val="none" w:sz="0" w:space="0" w:color="auto"/>
        <w:left w:val="none" w:sz="0" w:space="0" w:color="auto"/>
        <w:bottom w:val="none" w:sz="0" w:space="0" w:color="auto"/>
        <w:right w:val="none" w:sz="0" w:space="0" w:color="auto"/>
      </w:divBdr>
    </w:div>
    <w:div w:id="1121920408">
      <w:bodyDiv w:val="1"/>
      <w:marLeft w:val="0"/>
      <w:marRight w:val="0"/>
      <w:marTop w:val="0"/>
      <w:marBottom w:val="0"/>
      <w:divBdr>
        <w:top w:val="none" w:sz="0" w:space="0" w:color="auto"/>
        <w:left w:val="none" w:sz="0" w:space="0" w:color="auto"/>
        <w:bottom w:val="none" w:sz="0" w:space="0" w:color="auto"/>
        <w:right w:val="none" w:sz="0" w:space="0" w:color="auto"/>
      </w:divBdr>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81704993">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06210886">
      <w:bodyDiv w:val="1"/>
      <w:marLeft w:val="0"/>
      <w:marRight w:val="0"/>
      <w:marTop w:val="0"/>
      <w:marBottom w:val="0"/>
      <w:divBdr>
        <w:top w:val="none" w:sz="0" w:space="0" w:color="auto"/>
        <w:left w:val="none" w:sz="0" w:space="0" w:color="auto"/>
        <w:bottom w:val="none" w:sz="0" w:space="0" w:color="auto"/>
        <w:right w:val="none" w:sz="0" w:space="0" w:color="auto"/>
      </w:divBdr>
    </w:div>
    <w:div w:id="1215040181">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0040745">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03790522">
      <w:bodyDiv w:val="1"/>
      <w:marLeft w:val="0"/>
      <w:marRight w:val="0"/>
      <w:marTop w:val="0"/>
      <w:marBottom w:val="0"/>
      <w:divBdr>
        <w:top w:val="none" w:sz="0" w:space="0" w:color="auto"/>
        <w:left w:val="none" w:sz="0" w:space="0" w:color="auto"/>
        <w:bottom w:val="none" w:sz="0" w:space="0" w:color="auto"/>
        <w:right w:val="none" w:sz="0" w:space="0" w:color="auto"/>
      </w:divBdr>
    </w:div>
    <w:div w:id="1421952835">
      <w:bodyDiv w:val="1"/>
      <w:marLeft w:val="0"/>
      <w:marRight w:val="0"/>
      <w:marTop w:val="0"/>
      <w:marBottom w:val="0"/>
      <w:divBdr>
        <w:top w:val="none" w:sz="0" w:space="0" w:color="auto"/>
        <w:left w:val="none" w:sz="0" w:space="0" w:color="auto"/>
        <w:bottom w:val="none" w:sz="0" w:space="0" w:color="auto"/>
        <w:right w:val="none" w:sz="0" w:space="0" w:color="auto"/>
      </w:divBdr>
    </w:div>
    <w:div w:id="1421953397">
      <w:bodyDiv w:val="1"/>
      <w:marLeft w:val="0"/>
      <w:marRight w:val="0"/>
      <w:marTop w:val="0"/>
      <w:marBottom w:val="0"/>
      <w:divBdr>
        <w:top w:val="none" w:sz="0" w:space="0" w:color="auto"/>
        <w:left w:val="none" w:sz="0" w:space="0" w:color="auto"/>
        <w:bottom w:val="none" w:sz="0" w:space="0" w:color="auto"/>
        <w:right w:val="none" w:sz="0" w:space="0" w:color="auto"/>
      </w:divBdr>
    </w:div>
    <w:div w:id="1425343110">
      <w:bodyDiv w:val="1"/>
      <w:marLeft w:val="0"/>
      <w:marRight w:val="0"/>
      <w:marTop w:val="0"/>
      <w:marBottom w:val="0"/>
      <w:divBdr>
        <w:top w:val="none" w:sz="0" w:space="0" w:color="auto"/>
        <w:left w:val="none" w:sz="0" w:space="0" w:color="auto"/>
        <w:bottom w:val="none" w:sz="0" w:space="0" w:color="auto"/>
        <w:right w:val="none" w:sz="0" w:space="0" w:color="auto"/>
      </w:divBdr>
    </w:div>
    <w:div w:id="1435594738">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0124237">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44440036">
      <w:bodyDiv w:val="1"/>
      <w:marLeft w:val="0"/>
      <w:marRight w:val="0"/>
      <w:marTop w:val="0"/>
      <w:marBottom w:val="0"/>
      <w:divBdr>
        <w:top w:val="none" w:sz="0" w:space="0" w:color="auto"/>
        <w:left w:val="none" w:sz="0" w:space="0" w:color="auto"/>
        <w:bottom w:val="none" w:sz="0" w:space="0" w:color="auto"/>
        <w:right w:val="none" w:sz="0" w:space="0" w:color="auto"/>
      </w:divBdr>
    </w:div>
    <w:div w:id="1560823890">
      <w:bodyDiv w:val="1"/>
      <w:marLeft w:val="0"/>
      <w:marRight w:val="0"/>
      <w:marTop w:val="0"/>
      <w:marBottom w:val="0"/>
      <w:divBdr>
        <w:top w:val="none" w:sz="0" w:space="0" w:color="auto"/>
        <w:left w:val="none" w:sz="0" w:space="0" w:color="auto"/>
        <w:bottom w:val="none" w:sz="0" w:space="0" w:color="auto"/>
        <w:right w:val="none" w:sz="0" w:space="0" w:color="auto"/>
      </w:divBdr>
    </w:div>
    <w:div w:id="1582980262">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591039058">
      <w:bodyDiv w:val="1"/>
      <w:marLeft w:val="0"/>
      <w:marRight w:val="0"/>
      <w:marTop w:val="0"/>
      <w:marBottom w:val="0"/>
      <w:divBdr>
        <w:top w:val="none" w:sz="0" w:space="0" w:color="auto"/>
        <w:left w:val="none" w:sz="0" w:space="0" w:color="auto"/>
        <w:bottom w:val="none" w:sz="0" w:space="0" w:color="auto"/>
        <w:right w:val="none" w:sz="0" w:space="0" w:color="auto"/>
      </w:divBdr>
    </w:div>
    <w:div w:id="1591817942">
      <w:bodyDiv w:val="1"/>
      <w:marLeft w:val="0"/>
      <w:marRight w:val="0"/>
      <w:marTop w:val="0"/>
      <w:marBottom w:val="0"/>
      <w:divBdr>
        <w:top w:val="none" w:sz="0" w:space="0" w:color="auto"/>
        <w:left w:val="none" w:sz="0" w:space="0" w:color="auto"/>
        <w:bottom w:val="none" w:sz="0" w:space="0" w:color="auto"/>
        <w:right w:val="none" w:sz="0" w:space="0" w:color="auto"/>
      </w:divBdr>
    </w:div>
    <w:div w:id="161324538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626230462">
      <w:bodyDiv w:val="1"/>
      <w:marLeft w:val="0"/>
      <w:marRight w:val="0"/>
      <w:marTop w:val="0"/>
      <w:marBottom w:val="0"/>
      <w:divBdr>
        <w:top w:val="none" w:sz="0" w:space="0" w:color="auto"/>
        <w:left w:val="none" w:sz="0" w:space="0" w:color="auto"/>
        <w:bottom w:val="none" w:sz="0" w:space="0" w:color="auto"/>
        <w:right w:val="none" w:sz="0" w:space="0" w:color="auto"/>
      </w:divBdr>
    </w:div>
    <w:div w:id="1653414205">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12876389">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806308900">
      <w:bodyDiv w:val="1"/>
      <w:marLeft w:val="0"/>
      <w:marRight w:val="0"/>
      <w:marTop w:val="0"/>
      <w:marBottom w:val="0"/>
      <w:divBdr>
        <w:top w:val="none" w:sz="0" w:space="0" w:color="auto"/>
        <w:left w:val="none" w:sz="0" w:space="0" w:color="auto"/>
        <w:bottom w:val="none" w:sz="0" w:space="0" w:color="auto"/>
        <w:right w:val="none" w:sz="0" w:space="0" w:color="auto"/>
      </w:divBdr>
    </w:div>
    <w:div w:id="1831173165">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078767">
      <w:bodyDiv w:val="1"/>
      <w:marLeft w:val="0"/>
      <w:marRight w:val="0"/>
      <w:marTop w:val="0"/>
      <w:marBottom w:val="0"/>
      <w:divBdr>
        <w:top w:val="none" w:sz="0" w:space="0" w:color="auto"/>
        <w:left w:val="none" w:sz="0" w:space="0" w:color="auto"/>
        <w:bottom w:val="none" w:sz="0" w:space="0" w:color="auto"/>
        <w:right w:val="none" w:sz="0" w:space="0" w:color="auto"/>
      </w:divBdr>
    </w:div>
    <w:div w:id="1890846047">
      <w:bodyDiv w:val="1"/>
      <w:marLeft w:val="0"/>
      <w:marRight w:val="0"/>
      <w:marTop w:val="0"/>
      <w:marBottom w:val="0"/>
      <w:divBdr>
        <w:top w:val="none" w:sz="0" w:space="0" w:color="auto"/>
        <w:left w:val="none" w:sz="0" w:space="0" w:color="auto"/>
        <w:bottom w:val="none" w:sz="0" w:space="0" w:color="auto"/>
        <w:right w:val="none" w:sz="0" w:space="0" w:color="auto"/>
      </w:divBdr>
    </w:div>
    <w:div w:id="1922105927">
      <w:bodyDiv w:val="1"/>
      <w:marLeft w:val="0"/>
      <w:marRight w:val="0"/>
      <w:marTop w:val="0"/>
      <w:marBottom w:val="0"/>
      <w:divBdr>
        <w:top w:val="none" w:sz="0" w:space="0" w:color="auto"/>
        <w:left w:val="none" w:sz="0" w:space="0" w:color="auto"/>
        <w:bottom w:val="none" w:sz="0" w:space="0" w:color="auto"/>
        <w:right w:val="none" w:sz="0" w:space="0" w:color="auto"/>
      </w:divBdr>
    </w:div>
    <w:div w:id="1939171345">
      <w:bodyDiv w:val="1"/>
      <w:marLeft w:val="0"/>
      <w:marRight w:val="0"/>
      <w:marTop w:val="0"/>
      <w:marBottom w:val="0"/>
      <w:divBdr>
        <w:top w:val="none" w:sz="0" w:space="0" w:color="auto"/>
        <w:left w:val="none" w:sz="0" w:space="0" w:color="auto"/>
        <w:bottom w:val="none" w:sz="0" w:space="0" w:color="auto"/>
        <w:right w:val="none" w:sz="0" w:space="0" w:color="auto"/>
      </w:divBdr>
    </w:div>
    <w:div w:id="1964725352">
      <w:bodyDiv w:val="1"/>
      <w:marLeft w:val="0"/>
      <w:marRight w:val="0"/>
      <w:marTop w:val="0"/>
      <w:marBottom w:val="0"/>
      <w:divBdr>
        <w:top w:val="none" w:sz="0" w:space="0" w:color="auto"/>
        <w:left w:val="none" w:sz="0" w:space="0" w:color="auto"/>
        <w:bottom w:val="none" w:sz="0" w:space="0" w:color="auto"/>
        <w:right w:val="none" w:sz="0" w:space="0" w:color="auto"/>
      </w:divBdr>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1</TotalTime>
  <Pages>20</Pages>
  <Words>3700</Words>
  <Characters>19984</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2025-06-26T19:39:00Z</dcterms:created>
  <dcterms:modified xsi:type="dcterms:W3CDTF">2025-06-26T19:39:00Z</dcterms:modified>
</cp:coreProperties>
</file>